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7E9" w:rsidRPr="002C1E65" w:rsidRDefault="00C417E9" w:rsidP="002C1E65">
      <w:pPr>
        <w:spacing w:after="0" w:line="240" w:lineRule="auto"/>
        <w:ind w:left="5580"/>
        <w:jc w:val="both"/>
        <w:rPr>
          <w:rFonts w:ascii="Arial" w:hAnsi="Arial" w:cs="Arial"/>
          <w:sz w:val="20"/>
          <w:szCs w:val="20"/>
        </w:rPr>
      </w:pPr>
      <w:r w:rsidRPr="002C1E65">
        <w:rPr>
          <w:rFonts w:ascii="Arial" w:hAnsi="Arial" w:cs="Arial"/>
          <w:sz w:val="20"/>
          <w:szCs w:val="20"/>
        </w:rPr>
        <w:t>Załącznik nr 1</w:t>
      </w:r>
    </w:p>
    <w:p w:rsidR="00C417E9" w:rsidRDefault="00C417E9" w:rsidP="002C1E65">
      <w:pPr>
        <w:spacing w:after="0" w:line="240" w:lineRule="auto"/>
        <w:ind w:left="5580"/>
        <w:jc w:val="both"/>
        <w:rPr>
          <w:rFonts w:ascii="Arial" w:hAnsi="Arial" w:cs="Arial"/>
          <w:sz w:val="20"/>
          <w:szCs w:val="20"/>
        </w:rPr>
      </w:pPr>
      <w:r w:rsidRPr="002C1E65">
        <w:rPr>
          <w:rFonts w:ascii="Arial" w:hAnsi="Arial" w:cs="Arial"/>
          <w:sz w:val="20"/>
          <w:szCs w:val="20"/>
        </w:rPr>
        <w:t>do uchwały Nr</w:t>
      </w:r>
      <w:r>
        <w:rPr>
          <w:rFonts w:ascii="Arial" w:hAnsi="Arial" w:cs="Arial"/>
          <w:sz w:val="20"/>
          <w:szCs w:val="20"/>
        </w:rPr>
        <w:t xml:space="preserve"> OR.0025.33.2015</w:t>
      </w:r>
    </w:p>
    <w:p w:rsidR="00C417E9" w:rsidRDefault="00C417E9" w:rsidP="002C1E65">
      <w:pPr>
        <w:spacing w:after="0" w:line="240" w:lineRule="auto"/>
        <w:ind w:left="55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Zarządu Powiatu Lidzbarskiego</w:t>
      </w:r>
    </w:p>
    <w:p w:rsidR="00C417E9" w:rsidRDefault="00C417E9" w:rsidP="002C1E65">
      <w:pPr>
        <w:spacing w:after="0" w:line="240" w:lineRule="auto"/>
        <w:ind w:left="55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 dnia 25 czerwca 2015 r.</w:t>
      </w:r>
    </w:p>
    <w:p w:rsidR="00C417E9" w:rsidRPr="002C1E65" w:rsidRDefault="00C417E9" w:rsidP="002C1E65">
      <w:pPr>
        <w:spacing w:after="0" w:line="240" w:lineRule="auto"/>
        <w:ind w:left="5580"/>
        <w:jc w:val="both"/>
        <w:rPr>
          <w:rFonts w:ascii="Arial" w:hAnsi="Arial" w:cs="Arial"/>
          <w:sz w:val="20"/>
          <w:szCs w:val="20"/>
        </w:rPr>
      </w:pPr>
    </w:p>
    <w:p w:rsidR="00C417E9" w:rsidRPr="002079A3" w:rsidRDefault="00C417E9" w:rsidP="002079A3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 w:rsidRPr="002079A3">
        <w:rPr>
          <w:rFonts w:ascii="Arial" w:hAnsi="Arial" w:cs="Arial"/>
          <w:b/>
          <w:sz w:val="32"/>
          <w:szCs w:val="24"/>
          <w:u w:val="single"/>
        </w:rPr>
        <w:t>Płaszczyzna 1</w:t>
      </w:r>
      <w:r w:rsidRPr="002079A3">
        <w:rPr>
          <w:rFonts w:ascii="Arial" w:hAnsi="Arial" w:cs="Arial"/>
          <w:sz w:val="24"/>
          <w:szCs w:val="24"/>
        </w:rPr>
        <w:t xml:space="preserve"> </w:t>
      </w:r>
      <w:r w:rsidRPr="002079A3">
        <w:rPr>
          <w:rFonts w:ascii="Arial" w:hAnsi="Arial" w:cs="Arial"/>
          <w:b/>
          <w:sz w:val="32"/>
          <w:szCs w:val="32"/>
        </w:rPr>
        <w:t>– Współpraca jednostek samorządu terytorialnego i organizacji pozarządowych w zakresie tworzenia polityk społecznych</w:t>
      </w:r>
    </w:p>
    <w:p w:rsidR="00C417E9" w:rsidRPr="002079A3" w:rsidRDefault="00C417E9" w:rsidP="002079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417E9" w:rsidRPr="002079A3" w:rsidRDefault="00C417E9" w:rsidP="002079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417E9" w:rsidRPr="002079A3" w:rsidRDefault="00C417E9" w:rsidP="002079A3">
      <w:pPr>
        <w:spacing w:after="0" w:line="240" w:lineRule="auto"/>
        <w:jc w:val="both"/>
        <w:rPr>
          <w:rFonts w:ascii="Arial" w:hAnsi="Arial" w:cs="Arial"/>
          <w:b/>
          <w:szCs w:val="24"/>
        </w:rPr>
      </w:pPr>
      <w:r w:rsidRPr="002079A3">
        <w:rPr>
          <w:rFonts w:ascii="Arial" w:hAnsi="Arial" w:cs="Arial"/>
          <w:b/>
          <w:szCs w:val="24"/>
        </w:rPr>
        <w:t>Obszar 1. Współpraca samorządu terytorialnego i organizacji pozarządowych przy diagnozowaniu lokalnych problemów i wyzwań.</w:t>
      </w:r>
    </w:p>
    <w:p w:rsidR="00C417E9" w:rsidRPr="002079A3" w:rsidRDefault="00C417E9" w:rsidP="002079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417E9" w:rsidRPr="002079A3" w:rsidRDefault="00C417E9" w:rsidP="002079A3">
      <w:pPr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C417E9" w:rsidRPr="002079A3" w:rsidRDefault="00C417E9" w:rsidP="002079A3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079A3">
        <w:rPr>
          <w:rFonts w:ascii="Arial" w:hAnsi="Arial" w:cs="Arial"/>
          <w:b/>
          <w:sz w:val="24"/>
          <w:szCs w:val="24"/>
          <w:u w:val="single"/>
        </w:rPr>
        <w:t>Procedura 1. Opracowanie wskaźników dialogu społecznego</w:t>
      </w:r>
      <w:r>
        <w:rPr>
          <w:rFonts w:ascii="Arial" w:hAnsi="Arial" w:cs="Arial"/>
          <w:b/>
          <w:sz w:val="24"/>
          <w:szCs w:val="24"/>
          <w:u w:val="single"/>
        </w:rPr>
        <w:t>.</w:t>
      </w:r>
    </w:p>
    <w:p w:rsidR="00C417E9" w:rsidRPr="002079A3" w:rsidRDefault="00C417E9" w:rsidP="002079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417E9" w:rsidRPr="002079A3" w:rsidRDefault="00C417E9" w:rsidP="002079A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079A3">
        <w:rPr>
          <w:rFonts w:ascii="Arial" w:hAnsi="Arial" w:cs="Arial"/>
          <w:b/>
          <w:sz w:val="24"/>
          <w:szCs w:val="24"/>
        </w:rPr>
        <w:t>Wskaźnik definicja:</w:t>
      </w:r>
    </w:p>
    <w:p w:rsidR="00C417E9" w:rsidRPr="002079A3" w:rsidRDefault="00C417E9" w:rsidP="002079A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079A3">
        <w:rPr>
          <w:rFonts w:ascii="Arial" w:hAnsi="Arial" w:cs="Arial"/>
          <w:b/>
          <w:sz w:val="24"/>
          <w:szCs w:val="24"/>
        </w:rPr>
        <w:t>Wskaźnik jako cecha, dzięki której możemy stwierdzić, że zaszła sytuacja, którą rozpatrujemy.</w:t>
      </w:r>
    </w:p>
    <w:p w:rsidR="00C417E9" w:rsidRPr="002079A3" w:rsidRDefault="00C417E9" w:rsidP="002079A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079A3">
        <w:rPr>
          <w:rFonts w:ascii="Arial" w:hAnsi="Arial" w:cs="Arial"/>
          <w:b/>
          <w:sz w:val="24"/>
          <w:szCs w:val="24"/>
        </w:rPr>
        <w:t>Wskaźnik - wartość oczekiwana miernika. W tym przypadku miernika jakości dialogu społecznego.</w:t>
      </w:r>
    </w:p>
    <w:p w:rsidR="00C417E9" w:rsidRPr="002079A3" w:rsidRDefault="00C417E9" w:rsidP="002079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417E9" w:rsidRPr="002079A3" w:rsidRDefault="00C417E9" w:rsidP="002079A3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2079A3">
        <w:rPr>
          <w:rFonts w:ascii="Arial" w:hAnsi="Arial" w:cs="Arial"/>
          <w:sz w:val="24"/>
          <w:szCs w:val="24"/>
        </w:rPr>
        <w:t xml:space="preserve">Propozycja </w:t>
      </w:r>
      <w:r w:rsidRPr="002079A3">
        <w:rPr>
          <w:rFonts w:ascii="Arial" w:hAnsi="Arial" w:cs="Arial"/>
          <w:sz w:val="24"/>
          <w:szCs w:val="24"/>
          <w:u w:val="single"/>
        </w:rPr>
        <w:t>wskaźniki ilościowe.</w:t>
      </w:r>
    </w:p>
    <w:p w:rsidR="00C417E9" w:rsidRPr="002079A3" w:rsidRDefault="00C417E9" w:rsidP="002079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6"/>
        <w:gridCol w:w="1843"/>
        <w:gridCol w:w="3540"/>
        <w:gridCol w:w="2303"/>
      </w:tblGrid>
      <w:tr w:rsidR="00C417E9" w:rsidRPr="00E82D5D" w:rsidTr="00E82D5D">
        <w:tc>
          <w:tcPr>
            <w:tcW w:w="1526" w:type="dxa"/>
          </w:tcPr>
          <w:p w:rsidR="00C417E9" w:rsidRPr="00E82D5D" w:rsidRDefault="00C417E9" w:rsidP="00E82D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Rodzaj wskaźnika / symbol</w:t>
            </w:r>
          </w:p>
        </w:tc>
        <w:tc>
          <w:tcPr>
            <w:tcW w:w="1843" w:type="dxa"/>
          </w:tcPr>
          <w:p w:rsidR="00C417E9" w:rsidRPr="00E82D5D" w:rsidRDefault="00C417E9" w:rsidP="00E82D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Skrócona nazwa wskaźnika</w:t>
            </w:r>
          </w:p>
        </w:tc>
        <w:tc>
          <w:tcPr>
            <w:tcW w:w="3540" w:type="dxa"/>
          </w:tcPr>
          <w:p w:rsidR="00C417E9" w:rsidRPr="00E82D5D" w:rsidRDefault="00C417E9" w:rsidP="00E82D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Opis wskaźnika</w:t>
            </w:r>
          </w:p>
        </w:tc>
        <w:tc>
          <w:tcPr>
            <w:tcW w:w="2303" w:type="dxa"/>
          </w:tcPr>
          <w:p w:rsidR="00C417E9" w:rsidRPr="00E82D5D" w:rsidRDefault="00C417E9" w:rsidP="00E82D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Zalecana forma/</w:t>
            </w:r>
          </w:p>
        </w:tc>
      </w:tr>
      <w:tr w:rsidR="00C417E9" w:rsidRPr="00E82D5D" w:rsidTr="00E82D5D">
        <w:tc>
          <w:tcPr>
            <w:tcW w:w="1526" w:type="dxa"/>
          </w:tcPr>
          <w:p w:rsidR="00C417E9" w:rsidRPr="00E82D5D" w:rsidRDefault="00C417E9" w:rsidP="00E82D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Wskaźnik ilościowy</w:t>
            </w:r>
          </w:p>
          <w:p w:rsidR="00C417E9" w:rsidRPr="00E82D5D" w:rsidRDefault="00C417E9" w:rsidP="00E82D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WI 1</w:t>
            </w:r>
          </w:p>
        </w:tc>
        <w:tc>
          <w:tcPr>
            <w:tcW w:w="1843" w:type="dxa"/>
          </w:tcPr>
          <w:p w:rsidR="00C417E9" w:rsidRPr="00E82D5D" w:rsidRDefault="00C417E9" w:rsidP="00E82D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Liczba NGO</w:t>
            </w:r>
          </w:p>
        </w:tc>
        <w:tc>
          <w:tcPr>
            <w:tcW w:w="3540" w:type="dxa"/>
          </w:tcPr>
          <w:p w:rsidR="00C417E9" w:rsidRPr="00E82D5D" w:rsidRDefault="00C417E9" w:rsidP="00E82D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Wzrost liczby NGO jako wyznacznik zainteresowania dialogiem społecznym</w:t>
            </w:r>
          </w:p>
        </w:tc>
        <w:tc>
          <w:tcPr>
            <w:tcW w:w="2303" w:type="dxa"/>
          </w:tcPr>
          <w:p w:rsidR="00C417E9" w:rsidRPr="00E82D5D" w:rsidRDefault="00C417E9" w:rsidP="00E82D5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Rocznie</w:t>
            </w:r>
          </w:p>
          <w:p w:rsidR="00C417E9" w:rsidRPr="00E82D5D" w:rsidRDefault="00C417E9" w:rsidP="00E82D5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Analiza danych statystycznych</w:t>
            </w:r>
          </w:p>
        </w:tc>
      </w:tr>
      <w:tr w:rsidR="00C417E9" w:rsidRPr="00E82D5D" w:rsidTr="00E82D5D">
        <w:tc>
          <w:tcPr>
            <w:tcW w:w="1526" w:type="dxa"/>
          </w:tcPr>
          <w:p w:rsidR="00C417E9" w:rsidRPr="00E82D5D" w:rsidRDefault="00C417E9" w:rsidP="00E82D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Wskaźnik ilościowy</w:t>
            </w:r>
          </w:p>
          <w:p w:rsidR="00C417E9" w:rsidRPr="00E82D5D" w:rsidRDefault="00C417E9" w:rsidP="00E82D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WI 2</w:t>
            </w:r>
          </w:p>
        </w:tc>
        <w:tc>
          <w:tcPr>
            <w:tcW w:w="1843" w:type="dxa"/>
          </w:tcPr>
          <w:p w:rsidR="00C417E9" w:rsidRPr="00E82D5D" w:rsidRDefault="00C417E9" w:rsidP="00E82D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Ramowy roczny plan spotkań</w:t>
            </w:r>
          </w:p>
        </w:tc>
        <w:tc>
          <w:tcPr>
            <w:tcW w:w="3540" w:type="dxa"/>
          </w:tcPr>
          <w:p w:rsidR="00C417E9" w:rsidRPr="00E82D5D" w:rsidRDefault="00C417E9" w:rsidP="00E82D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Ustalenie ramowego rocznego</w:t>
            </w:r>
          </w:p>
          <w:p w:rsidR="00C417E9" w:rsidRPr="00E82D5D" w:rsidRDefault="00C417E9" w:rsidP="00E82D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planu działania (spotkań)</w:t>
            </w:r>
          </w:p>
          <w:p w:rsidR="00C417E9" w:rsidRPr="00E82D5D" w:rsidRDefault="00C417E9" w:rsidP="00E82D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przedstawicieli JST i NGO</w:t>
            </w:r>
          </w:p>
        </w:tc>
        <w:tc>
          <w:tcPr>
            <w:tcW w:w="2303" w:type="dxa"/>
          </w:tcPr>
          <w:p w:rsidR="00C417E9" w:rsidRPr="00E82D5D" w:rsidRDefault="00C417E9" w:rsidP="00E82D5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Forma dokumentu</w:t>
            </w:r>
          </w:p>
          <w:p w:rsidR="00C417E9" w:rsidRPr="00E82D5D" w:rsidRDefault="00C417E9" w:rsidP="00E82D5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Rocznie</w:t>
            </w:r>
          </w:p>
        </w:tc>
      </w:tr>
      <w:tr w:rsidR="00C417E9" w:rsidRPr="00E82D5D" w:rsidTr="00E82D5D">
        <w:tc>
          <w:tcPr>
            <w:tcW w:w="1526" w:type="dxa"/>
          </w:tcPr>
          <w:p w:rsidR="00C417E9" w:rsidRPr="00E82D5D" w:rsidRDefault="00C417E9" w:rsidP="00E82D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Wskaźnik ilościowy</w:t>
            </w:r>
          </w:p>
          <w:p w:rsidR="00C417E9" w:rsidRPr="00E82D5D" w:rsidRDefault="00C417E9" w:rsidP="00E82D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WI 3</w:t>
            </w:r>
          </w:p>
        </w:tc>
        <w:tc>
          <w:tcPr>
            <w:tcW w:w="1843" w:type="dxa"/>
          </w:tcPr>
          <w:p w:rsidR="00C417E9" w:rsidRPr="00E82D5D" w:rsidRDefault="00C417E9" w:rsidP="00E82D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Spotkania stron</w:t>
            </w:r>
          </w:p>
        </w:tc>
        <w:tc>
          <w:tcPr>
            <w:tcW w:w="3540" w:type="dxa"/>
          </w:tcPr>
          <w:p w:rsidR="00C417E9" w:rsidRPr="00E82D5D" w:rsidRDefault="00C417E9" w:rsidP="00E82D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Stopień realizacji spotkań</w:t>
            </w:r>
          </w:p>
          <w:p w:rsidR="00C417E9" w:rsidRPr="00E82D5D" w:rsidRDefault="00C417E9" w:rsidP="00E82D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ustalonych w wg. ramowego</w:t>
            </w:r>
          </w:p>
          <w:p w:rsidR="00C417E9" w:rsidRPr="00E82D5D" w:rsidRDefault="00C417E9" w:rsidP="00E82D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rocznego planu spotkań</w:t>
            </w:r>
          </w:p>
          <w:p w:rsidR="00C417E9" w:rsidRPr="00E82D5D" w:rsidRDefault="00C417E9" w:rsidP="00E82D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JST z NGO. Liczba spotkań,</w:t>
            </w:r>
          </w:p>
          <w:p w:rsidR="00C417E9" w:rsidRPr="00E82D5D" w:rsidRDefault="00C417E9" w:rsidP="00E82D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które się odbyły w stosunku do</w:t>
            </w:r>
          </w:p>
          <w:p w:rsidR="00C417E9" w:rsidRPr="00E82D5D" w:rsidRDefault="00C417E9" w:rsidP="00E82D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zaplanowanych</w:t>
            </w:r>
          </w:p>
        </w:tc>
        <w:tc>
          <w:tcPr>
            <w:tcW w:w="2303" w:type="dxa"/>
          </w:tcPr>
          <w:p w:rsidR="00C417E9" w:rsidRPr="00E82D5D" w:rsidRDefault="00C417E9" w:rsidP="00E82D5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Rocznie</w:t>
            </w:r>
          </w:p>
          <w:p w:rsidR="00C417E9" w:rsidRPr="00E82D5D" w:rsidRDefault="00C417E9" w:rsidP="00E82D5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Proporcja %</w:t>
            </w:r>
          </w:p>
        </w:tc>
      </w:tr>
      <w:tr w:rsidR="00C417E9" w:rsidRPr="00E82D5D" w:rsidTr="00E82D5D">
        <w:tc>
          <w:tcPr>
            <w:tcW w:w="1526" w:type="dxa"/>
          </w:tcPr>
          <w:p w:rsidR="00C417E9" w:rsidRPr="00E82D5D" w:rsidRDefault="00C417E9" w:rsidP="00E82D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Wskaźnik ilościowy</w:t>
            </w:r>
          </w:p>
          <w:p w:rsidR="00C417E9" w:rsidRPr="00E82D5D" w:rsidRDefault="00C417E9" w:rsidP="00E82D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WI 4</w:t>
            </w:r>
          </w:p>
        </w:tc>
        <w:tc>
          <w:tcPr>
            <w:tcW w:w="1843" w:type="dxa"/>
          </w:tcPr>
          <w:p w:rsidR="00C417E9" w:rsidRPr="00E82D5D" w:rsidRDefault="00C417E9" w:rsidP="00E82D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Informowanie o dialogu</w:t>
            </w:r>
          </w:p>
        </w:tc>
        <w:tc>
          <w:tcPr>
            <w:tcW w:w="3540" w:type="dxa"/>
          </w:tcPr>
          <w:p w:rsidR="00C417E9" w:rsidRPr="00E82D5D" w:rsidRDefault="00C417E9" w:rsidP="00E82D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Przeprowadzanie założonej</w:t>
            </w:r>
          </w:p>
          <w:p w:rsidR="00C417E9" w:rsidRPr="00E82D5D" w:rsidRDefault="00C417E9" w:rsidP="00E82D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liczby (godzin) spotkań</w:t>
            </w:r>
          </w:p>
          <w:p w:rsidR="00C417E9" w:rsidRPr="00E82D5D" w:rsidRDefault="00C417E9" w:rsidP="00E82D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informacyjnych na temat dialogu</w:t>
            </w:r>
          </w:p>
        </w:tc>
        <w:tc>
          <w:tcPr>
            <w:tcW w:w="2303" w:type="dxa"/>
          </w:tcPr>
          <w:p w:rsidR="00C417E9" w:rsidRPr="00E82D5D" w:rsidRDefault="00C417E9" w:rsidP="00E82D5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Plan roczny</w:t>
            </w:r>
          </w:p>
          <w:p w:rsidR="00C417E9" w:rsidRPr="00E82D5D" w:rsidRDefault="00C417E9" w:rsidP="00E82D5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Liczba założonych w stosunku do planowanych</w:t>
            </w:r>
          </w:p>
        </w:tc>
      </w:tr>
      <w:tr w:rsidR="00C417E9" w:rsidRPr="00E82D5D" w:rsidTr="00E82D5D">
        <w:tc>
          <w:tcPr>
            <w:tcW w:w="1526" w:type="dxa"/>
          </w:tcPr>
          <w:p w:rsidR="00C417E9" w:rsidRPr="00E82D5D" w:rsidRDefault="00C417E9" w:rsidP="00E82D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Wskaźnik ilościowy</w:t>
            </w:r>
          </w:p>
          <w:p w:rsidR="00C417E9" w:rsidRPr="00E82D5D" w:rsidRDefault="00C417E9" w:rsidP="00E82D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WI 5</w:t>
            </w:r>
          </w:p>
        </w:tc>
        <w:tc>
          <w:tcPr>
            <w:tcW w:w="1843" w:type="dxa"/>
          </w:tcPr>
          <w:p w:rsidR="00C417E9" w:rsidRPr="00E82D5D" w:rsidRDefault="00C417E9" w:rsidP="00E82D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Kanały komunikacji</w:t>
            </w:r>
          </w:p>
        </w:tc>
        <w:tc>
          <w:tcPr>
            <w:tcW w:w="3540" w:type="dxa"/>
          </w:tcPr>
          <w:p w:rsidR="00C417E9" w:rsidRPr="00E82D5D" w:rsidRDefault="00C417E9" w:rsidP="00E82D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Zwiększenie liczby kanałów</w:t>
            </w:r>
          </w:p>
          <w:p w:rsidR="00C417E9" w:rsidRPr="00E82D5D" w:rsidRDefault="00C417E9" w:rsidP="00E82D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informacyjnych/komunikacyjnych między JST a NGO</w:t>
            </w:r>
          </w:p>
        </w:tc>
        <w:tc>
          <w:tcPr>
            <w:tcW w:w="2303" w:type="dxa"/>
          </w:tcPr>
          <w:p w:rsidR="00C417E9" w:rsidRPr="00E82D5D" w:rsidRDefault="00C417E9" w:rsidP="00E82D5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Rocznie</w:t>
            </w:r>
          </w:p>
          <w:p w:rsidR="00C417E9" w:rsidRPr="00E82D5D" w:rsidRDefault="00C417E9" w:rsidP="00E82D5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Podjęte działania do założonych w planie</w:t>
            </w:r>
          </w:p>
        </w:tc>
      </w:tr>
      <w:tr w:rsidR="00C417E9" w:rsidRPr="00E82D5D" w:rsidTr="00E82D5D">
        <w:tc>
          <w:tcPr>
            <w:tcW w:w="1526" w:type="dxa"/>
          </w:tcPr>
          <w:p w:rsidR="00C417E9" w:rsidRPr="00E82D5D" w:rsidRDefault="00C417E9" w:rsidP="00E82D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Wskaźnik ilościowy</w:t>
            </w:r>
          </w:p>
          <w:p w:rsidR="00C417E9" w:rsidRPr="00E82D5D" w:rsidRDefault="00C417E9" w:rsidP="00E82D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WI 6</w:t>
            </w:r>
          </w:p>
        </w:tc>
        <w:tc>
          <w:tcPr>
            <w:tcW w:w="1843" w:type="dxa"/>
          </w:tcPr>
          <w:p w:rsidR="00C417E9" w:rsidRPr="00E82D5D" w:rsidRDefault="00C417E9" w:rsidP="00E82D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Interakcja 1</w:t>
            </w:r>
          </w:p>
        </w:tc>
        <w:tc>
          <w:tcPr>
            <w:tcW w:w="3540" w:type="dxa"/>
          </w:tcPr>
          <w:p w:rsidR="00C417E9" w:rsidRPr="00E82D5D" w:rsidRDefault="00C417E9" w:rsidP="00E82D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Liczba odpowiedzi/reakcji w</w:t>
            </w:r>
          </w:p>
          <w:p w:rsidR="00C417E9" w:rsidRPr="00E82D5D" w:rsidRDefault="00C417E9" w:rsidP="00E82D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stosunku do spraw zgłaszanych</w:t>
            </w:r>
          </w:p>
          <w:p w:rsidR="00C417E9" w:rsidRPr="00E82D5D" w:rsidRDefault="00C417E9" w:rsidP="00E82D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przez JST</w:t>
            </w:r>
          </w:p>
        </w:tc>
        <w:tc>
          <w:tcPr>
            <w:tcW w:w="2303" w:type="dxa"/>
          </w:tcPr>
          <w:p w:rsidR="00C417E9" w:rsidRPr="00E82D5D" w:rsidRDefault="00C417E9" w:rsidP="00E82D5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Rocznie</w:t>
            </w:r>
          </w:p>
          <w:p w:rsidR="00C417E9" w:rsidRPr="00E82D5D" w:rsidRDefault="00C417E9" w:rsidP="00E82D5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Podjęte działania lub próby w stosunku do sygnalizowanych</w:t>
            </w:r>
          </w:p>
        </w:tc>
      </w:tr>
      <w:tr w:rsidR="00C417E9" w:rsidRPr="00E82D5D" w:rsidTr="00E82D5D">
        <w:tc>
          <w:tcPr>
            <w:tcW w:w="1526" w:type="dxa"/>
          </w:tcPr>
          <w:p w:rsidR="00C417E9" w:rsidRPr="00E82D5D" w:rsidRDefault="00C417E9" w:rsidP="00E82D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Wskaźnik ilościowy</w:t>
            </w:r>
          </w:p>
          <w:p w:rsidR="00C417E9" w:rsidRPr="00E82D5D" w:rsidRDefault="00C417E9" w:rsidP="00E82D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WI 7</w:t>
            </w:r>
          </w:p>
        </w:tc>
        <w:tc>
          <w:tcPr>
            <w:tcW w:w="1843" w:type="dxa"/>
          </w:tcPr>
          <w:p w:rsidR="00C417E9" w:rsidRPr="00E82D5D" w:rsidRDefault="00C417E9" w:rsidP="00E82D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Interakcja 2</w:t>
            </w:r>
          </w:p>
        </w:tc>
        <w:tc>
          <w:tcPr>
            <w:tcW w:w="3540" w:type="dxa"/>
          </w:tcPr>
          <w:p w:rsidR="00C417E9" w:rsidRPr="00E82D5D" w:rsidRDefault="00C417E9" w:rsidP="00E82D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Liczba odpowiedzi/reakcji w</w:t>
            </w:r>
          </w:p>
          <w:p w:rsidR="00C417E9" w:rsidRPr="00E82D5D" w:rsidRDefault="00C417E9" w:rsidP="00E82D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stosunku do spraw zgłaszanych</w:t>
            </w:r>
          </w:p>
          <w:p w:rsidR="00C417E9" w:rsidRPr="00E82D5D" w:rsidRDefault="00C417E9" w:rsidP="00E82D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przez NGO</w:t>
            </w:r>
          </w:p>
        </w:tc>
        <w:tc>
          <w:tcPr>
            <w:tcW w:w="2303" w:type="dxa"/>
          </w:tcPr>
          <w:p w:rsidR="00C417E9" w:rsidRPr="00E82D5D" w:rsidRDefault="00C417E9" w:rsidP="00E82D5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Rocznie</w:t>
            </w:r>
          </w:p>
          <w:p w:rsidR="00C417E9" w:rsidRPr="00E82D5D" w:rsidRDefault="00C417E9" w:rsidP="00E82D5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Podjęte działania lub próby w stosunku do sygnalizowanych</w:t>
            </w:r>
          </w:p>
        </w:tc>
      </w:tr>
      <w:tr w:rsidR="00C417E9" w:rsidRPr="00E82D5D" w:rsidTr="00E82D5D">
        <w:tc>
          <w:tcPr>
            <w:tcW w:w="1526" w:type="dxa"/>
          </w:tcPr>
          <w:p w:rsidR="00C417E9" w:rsidRPr="00E82D5D" w:rsidRDefault="00C417E9" w:rsidP="00E82D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Wskaźnik ilościowy</w:t>
            </w:r>
          </w:p>
          <w:p w:rsidR="00C417E9" w:rsidRPr="00E82D5D" w:rsidRDefault="00C417E9" w:rsidP="00E82D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WI 8</w:t>
            </w:r>
          </w:p>
        </w:tc>
        <w:tc>
          <w:tcPr>
            <w:tcW w:w="1843" w:type="dxa"/>
          </w:tcPr>
          <w:p w:rsidR="00C417E9" w:rsidRPr="00E82D5D" w:rsidRDefault="00C417E9" w:rsidP="00E82D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Udział / frekwencja w dialogu</w:t>
            </w:r>
          </w:p>
        </w:tc>
        <w:tc>
          <w:tcPr>
            <w:tcW w:w="3540" w:type="dxa"/>
          </w:tcPr>
          <w:p w:rsidR="00C417E9" w:rsidRPr="00E82D5D" w:rsidRDefault="00C417E9" w:rsidP="00E82D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Wskaźnik frekwencji</w:t>
            </w:r>
          </w:p>
          <w:p w:rsidR="00C417E9" w:rsidRPr="00E82D5D" w:rsidRDefault="00C417E9" w:rsidP="00E82D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umówionych na spotkania stron</w:t>
            </w:r>
          </w:p>
          <w:p w:rsidR="00C417E9" w:rsidRPr="00E82D5D" w:rsidRDefault="00C417E9" w:rsidP="00E82D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dialogu (JST i NGO)</w:t>
            </w:r>
          </w:p>
        </w:tc>
        <w:tc>
          <w:tcPr>
            <w:tcW w:w="2303" w:type="dxa"/>
          </w:tcPr>
          <w:p w:rsidR="00C417E9" w:rsidRPr="00E82D5D" w:rsidRDefault="00C417E9" w:rsidP="00E82D5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Lista obecności na każdym spotkaniu</w:t>
            </w:r>
          </w:p>
          <w:p w:rsidR="00C417E9" w:rsidRPr="00E82D5D" w:rsidRDefault="00C417E9" w:rsidP="00E82D5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Roczne zestawienie imienne obecności</w:t>
            </w:r>
          </w:p>
        </w:tc>
      </w:tr>
      <w:tr w:rsidR="00C417E9" w:rsidRPr="00E82D5D" w:rsidTr="00E82D5D">
        <w:tc>
          <w:tcPr>
            <w:tcW w:w="1526" w:type="dxa"/>
          </w:tcPr>
          <w:p w:rsidR="00C417E9" w:rsidRPr="00E82D5D" w:rsidRDefault="00C417E9" w:rsidP="00E82D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Wskaźnik ilościowy</w:t>
            </w:r>
          </w:p>
          <w:p w:rsidR="00C417E9" w:rsidRPr="00E82D5D" w:rsidRDefault="00C417E9" w:rsidP="00E82D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WI 9</w:t>
            </w:r>
          </w:p>
        </w:tc>
        <w:tc>
          <w:tcPr>
            <w:tcW w:w="1843" w:type="dxa"/>
          </w:tcPr>
          <w:p w:rsidR="00C417E9" w:rsidRPr="00E82D5D" w:rsidRDefault="00C417E9" w:rsidP="00E82D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Aktywność w Internecie</w:t>
            </w:r>
          </w:p>
        </w:tc>
        <w:tc>
          <w:tcPr>
            <w:tcW w:w="3540" w:type="dxa"/>
          </w:tcPr>
          <w:p w:rsidR="00C417E9" w:rsidRPr="00E82D5D" w:rsidRDefault="00C417E9" w:rsidP="00E82D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Wskaźnik wejść na stronę Internetową JST poświęconą współpracy z NGO</w:t>
            </w:r>
          </w:p>
        </w:tc>
        <w:tc>
          <w:tcPr>
            <w:tcW w:w="2303" w:type="dxa"/>
          </w:tcPr>
          <w:p w:rsidR="00C417E9" w:rsidRPr="00E82D5D" w:rsidRDefault="00C417E9" w:rsidP="00E82D5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Roczne/ kwartalnie</w:t>
            </w:r>
          </w:p>
        </w:tc>
      </w:tr>
    </w:tbl>
    <w:p w:rsidR="00C417E9" w:rsidRPr="002079A3" w:rsidRDefault="00C417E9" w:rsidP="002079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417E9" w:rsidRPr="002079A3" w:rsidRDefault="00C417E9" w:rsidP="002079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417E9" w:rsidRPr="002079A3" w:rsidRDefault="00C417E9" w:rsidP="002079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417E9" w:rsidRPr="002079A3" w:rsidRDefault="00C417E9" w:rsidP="002079A3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2079A3">
        <w:rPr>
          <w:rFonts w:ascii="Arial" w:hAnsi="Arial" w:cs="Arial"/>
          <w:sz w:val="24"/>
          <w:szCs w:val="24"/>
        </w:rPr>
        <w:t xml:space="preserve">Propozycja </w:t>
      </w:r>
      <w:r w:rsidRPr="002079A3">
        <w:rPr>
          <w:rFonts w:ascii="Arial" w:hAnsi="Arial" w:cs="Arial"/>
          <w:sz w:val="24"/>
          <w:szCs w:val="24"/>
          <w:u w:val="single"/>
        </w:rPr>
        <w:t>wskaźniki jakościowe.</w:t>
      </w:r>
    </w:p>
    <w:p w:rsidR="00C417E9" w:rsidRPr="002079A3" w:rsidRDefault="00C417E9" w:rsidP="002079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6"/>
        <w:gridCol w:w="1843"/>
        <w:gridCol w:w="3540"/>
        <w:gridCol w:w="2303"/>
      </w:tblGrid>
      <w:tr w:rsidR="00C417E9" w:rsidRPr="00E82D5D" w:rsidTr="00E82D5D">
        <w:tc>
          <w:tcPr>
            <w:tcW w:w="1526" w:type="dxa"/>
          </w:tcPr>
          <w:p w:rsidR="00C417E9" w:rsidRPr="00E82D5D" w:rsidRDefault="00C417E9" w:rsidP="00E82D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Wskaźnik jakościowy</w:t>
            </w:r>
          </w:p>
          <w:p w:rsidR="00C417E9" w:rsidRPr="00E82D5D" w:rsidRDefault="00C417E9" w:rsidP="00E82D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WJ1</w:t>
            </w:r>
          </w:p>
        </w:tc>
        <w:tc>
          <w:tcPr>
            <w:tcW w:w="1843" w:type="dxa"/>
          </w:tcPr>
          <w:p w:rsidR="00C417E9" w:rsidRPr="00E82D5D" w:rsidRDefault="00C417E9" w:rsidP="00E82D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Zaangażowanie</w:t>
            </w:r>
          </w:p>
        </w:tc>
        <w:tc>
          <w:tcPr>
            <w:tcW w:w="3540" w:type="dxa"/>
          </w:tcPr>
          <w:p w:rsidR="00C417E9" w:rsidRPr="00E82D5D" w:rsidRDefault="00C417E9" w:rsidP="00E82D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Zaangażowanie stron dialogu. Ocena subiektywna zespołu składającego się z przedstawicieli JST i NGO</w:t>
            </w:r>
          </w:p>
        </w:tc>
        <w:tc>
          <w:tcPr>
            <w:tcW w:w="2303" w:type="dxa"/>
          </w:tcPr>
          <w:p w:rsidR="00C417E9" w:rsidRPr="00E82D5D" w:rsidRDefault="00C417E9" w:rsidP="00E82D5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Po każdym spotkaniu i rocznie</w:t>
            </w:r>
          </w:p>
        </w:tc>
      </w:tr>
      <w:tr w:rsidR="00C417E9" w:rsidRPr="00E82D5D" w:rsidTr="00E82D5D">
        <w:tc>
          <w:tcPr>
            <w:tcW w:w="1526" w:type="dxa"/>
          </w:tcPr>
          <w:p w:rsidR="00C417E9" w:rsidRPr="00E82D5D" w:rsidRDefault="00C417E9" w:rsidP="00E82D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Wskaźnik jakościowy</w:t>
            </w:r>
          </w:p>
          <w:p w:rsidR="00C417E9" w:rsidRPr="00E82D5D" w:rsidRDefault="00C417E9" w:rsidP="00E82D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WJ2</w:t>
            </w:r>
          </w:p>
        </w:tc>
        <w:tc>
          <w:tcPr>
            <w:tcW w:w="1843" w:type="dxa"/>
          </w:tcPr>
          <w:p w:rsidR="00C417E9" w:rsidRPr="00E82D5D" w:rsidRDefault="00C417E9" w:rsidP="00E82D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Pozytywnie o dialogu 1</w:t>
            </w:r>
          </w:p>
        </w:tc>
        <w:tc>
          <w:tcPr>
            <w:tcW w:w="3540" w:type="dxa"/>
          </w:tcPr>
          <w:p w:rsidR="00C417E9" w:rsidRPr="00E82D5D" w:rsidRDefault="00C417E9" w:rsidP="00E82D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Wzrost pozytywnego wyrażania się NGO na temat efektów dialogu</w:t>
            </w:r>
          </w:p>
        </w:tc>
        <w:tc>
          <w:tcPr>
            <w:tcW w:w="2303" w:type="dxa"/>
          </w:tcPr>
          <w:p w:rsidR="00C417E9" w:rsidRPr="00E82D5D" w:rsidRDefault="00C417E9" w:rsidP="00E82D5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Rocznie</w:t>
            </w:r>
          </w:p>
          <w:p w:rsidR="00C417E9" w:rsidRPr="00E82D5D" w:rsidRDefault="00C417E9" w:rsidP="00E82D5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Wywiady, pytania otwarte</w:t>
            </w:r>
          </w:p>
        </w:tc>
      </w:tr>
      <w:tr w:rsidR="00C417E9" w:rsidRPr="00E82D5D" w:rsidTr="00E82D5D">
        <w:tc>
          <w:tcPr>
            <w:tcW w:w="1526" w:type="dxa"/>
          </w:tcPr>
          <w:p w:rsidR="00C417E9" w:rsidRPr="00E82D5D" w:rsidRDefault="00C417E9" w:rsidP="00E82D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Wskaźnik jakościowy</w:t>
            </w:r>
          </w:p>
          <w:p w:rsidR="00C417E9" w:rsidRPr="00E82D5D" w:rsidRDefault="00C417E9" w:rsidP="00E82D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WJ3</w:t>
            </w:r>
          </w:p>
        </w:tc>
        <w:tc>
          <w:tcPr>
            <w:tcW w:w="1843" w:type="dxa"/>
          </w:tcPr>
          <w:p w:rsidR="00C417E9" w:rsidRPr="00E82D5D" w:rsidRDefault="00C417E9" w:rsidP="00E82D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Pozytywnie o dialogu 2</w:t>
            </w:r>
          </w:p>
        </w:tc>
        <w:tc>
          <w:tcPr>
            <w:tcW w:w="3540" w:type="dxa"/>
          </w:tcPr>
          <w:p w:rsidR="00C417E9" w:rsidRPr="00E82D5D" w:rsidRDefault="00C417E9" w:rsidP="00E82D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Wzrost pozytywnego wyrażania się JST na temat efektów dialogu</w:t>
            </w:r>
          </w:p>
        </w:tc>
        <w:tc>
          <w:tcPr>
            <w:tcW w:w="2303" w:type="dxa"/>
          </w:tcPr>
          <w:p w:rsidR="00C417E9" w:rsidRPr="00E82D5D" w:rsidRDefault="00C417E9" w:rsidP="00E82D5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Rocznie</w:t>
            </w:r>
          </w:p>
          <w:p w:rsidR="00C417E9" w:rsidRPr="00E82D5D" w:rsidRDefault="00C417E9" w:rsidP="00E82D5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Wywiady, pytania otwarte</w:t>
            </w:r>
          </w:p>
        </w:tc>
      </w:tr>
      <w:tr w:rsidR="00C417E9" w:rsidRPr="00E82D5D" w:rsidTr="00E82D5D">
        <w:tc>
          <w:tcPr>
            <w:tcW w:w="1526" w:type="dxa"/>
          </w:tcPr>
          <w:p w:rsidR="00C417E9" w:rsidRPr="00E82D5D" w:rsidRDefault="00C417E9" w:rsidP="00E82D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Wskaźnik jakościowy</w:t>
            </w:r>
          </w:p>
          <w:p w:rsidR="00C417E9" w:rsidRPr="00E82D5D" w:rsidRDefault="00C417E9" w:rsidP="00E82D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WJ4</w:t>
            </w:r>
          </w:p>
        </w:tc>
        <w:tc>
          <w:tcPr>
            <w:tcW w:w="1843" w:type="dxa"/>
          </w:tcPr>
          <w:p w:rsidR="00C417E9" w:rsidRPr="00E82D5D" w:rsidRDefault="00C417E9" w:rsidP="00E82D5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Satysfakcja stron</w:t>
            </w:r>
          </w:p>
        </w:tc>
        <w:tc>
          <w:tcPr>
            <w:tcW w:w="3540" w:type="dxa"/>
          </w:tcPr>
          <w:p w:rsidR="00C417E9" w:rsidRPr="00E82D5D" w:rsidRDefault="00C417E9" w:rsidP="00E82D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Ankieta oceny satysfakcji ze</w:t>
            </w:r>
          </w:p>
          <w:p w:rsidR="00C417E9" w:rsidRPr="00E82D5D" w:rsidRDefault="00C417E9" w:rsidP="00E82D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spotkania przedstawicieli</w:t>
            </w:r>
          </w:p>
          <w:p w:rsidR="00C417E9" w:rsidRPr="00E82D5D" w:rsidRDefault="00C417E9" w:rsidP="00E82D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JST z przedstawicielami</w:t>
            </w:r>
          </w:p>
          <w:p w:rsidR="00C417E9" w:rsidRPr="00E82D5D" w:rsidRDefault="00C417E9" w:rsidP="00E82D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NGO. Subiektywna ocena jakości spotkań ustalonych w wg. ramowego</w:t>
            </w:r>
          </w:p>
          <w:p w:rsidR="00C417E9" w:rsidRPr="00E82D5D" w:rsidRDefault="00C417E9" w:rsidP="00E82D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rocznego planu spotkań przedstawicieli JST z NGO</w:t>
            </w:r>
          </w:p>
        </w:tc>
        <w:tc>
          <w:tcPr>
            <w:tcW w:w="2303" w:type="dxa"/>
          </w:tcPr>
          <w:p w:rsidR="00C417E9" w:rsidRPr="00E82D5D" w:rsidRDefault="00C417E9" w:rsidP="00E82D5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2D5D">
              <w:rPr>
                <w:rFonts w:ascii="Arial" w:hAnsi="Arial" w:cs="Arial"/>
                <w:sz w:val="20"/>
                <w:szCs w:val="20"/>
              </w:rPr>
              <w:t>Badanie ankietowe po każdym spotkaniu</w:t>
            </w:r>
          </w:p>
        </w:tc>
      </w:tr>
    </w:tbl>
    <w:p w:rsidR="00C417E9" w:rsidRPr="002079A3" w:rsidRDefault="00C417E9" w:rsidP="002079A3">
      <w:pPr>
        <w:autoSpaceDE w:val="0"/>
        <w:autoSpaceDN w:val="0"/>
        <w:adjustRightInd w:val="0"/>
        <w:spacing w:after="0" w:line="240" w:lineRule="auto"/>
        <w:outlineLvl w:val="2"/>
        <w:rPr>
          <w:b/>
          <w:bCs/>
          <w:i/>
          <w:iCs/>
          <w:color w:val="000000"/>
          <w:sz w:val="20"/>
          <w:szCs w:val="20"/>
          <w:lang w:eastAsia="pl-PL"/>
        </w:rPr>
      </w:pPr>
    </w:p>
    <w:p w:rsidR="00C417E9" w:rsidRPr="002079A3" w:rsidRDefault="00C417E9" w:rsidP="002079A3">
      <w:pPr>
        <w:autoSpaceDE w:val="0"/>
        <w:autoSpaceDN w:val="0"/>
        <w:adjustRightInd w:val="0"/>
        <w:spacing w:after="0" w:line="240" w:lineRule="auto"/>
        <w:outlineLvl w:val="2"/>
        <w:rPr>
          <w:b/>
          <w:bCs/>
          <w:i/>
          <w:iCs/>
          <w:color w:val="000000"/>
          <w:sz w:val="20"/>
          <w:szCs w:val="20"/>
          <w:lang w:eastAsia="pl-PL"/>
        </w:rPr>
      </w:pPr>
    </w:p>
    <w:p w:rsidR="00C417E9" w:rsidRPr="002079A3" w:rsidRDefault="00C417E9" w:rsidP="002079A3">
      <w:pPr>
        <w:autoSpaceDE w:val="0"/>
        <w:autoSpaceDN w:val="0"/>
        <w:adjustRightInd w:val="0"/>
        <w:spacing w:after="0" w:line="240" w:lineRule="auto"/>
        <w:outlineLvl w:val="2"/>
        <w:rPr>
          <w:b/>
          <w:bCs/>
          <w:i/>
          <w:iCs/>
          <w:color w:val="000000"/>
          <w:sz w:val="20"/>
          <w:szCs w:val="20"/>
          <w:lang w:eastAsia="pl-PL"/>
        </w:rPr>
      </w:pPr>
    </w:p>
    <w:p w:rsidR="00C417E9" w:rsidRPr="002079A3" w:rsidRDefault="00C417E9" w:rsidP="002079A3">
      <w:pPr>
        <w:autoSpaceDE w:val="0"/>
        <w:autoSpaceDN w:val="0"/>
        <w:adjustRightInd w:val="0"/>
        <w:spacing w:after="0" w:line="240" w:lineRule="auto"/>
        <w:outlineLvl w:val="2"/>
        <w:rPr>
          <w:b/>
          <w:bCs/>
          <w:i/>
          <w:iCs/>
          <w:color w:val="000000"/>
          <w:sz w:val="20"/>
          <w:szCs w:val="20"/>
          <w:lang w:eastAsia="pl-PL"/>
        </w:rPr>
      </w:pPr>
    </w:p>
    <w:p w:rsidR="00C417E9" w:rsidRPr="002079A3" w:rsidRDefault="00C417E9" w:rsidP="002079A3">
      <w:pPr>
        <w:autoSpaceDE w:val="0"/>
        <w:autoSpaceDN w:val="0"/>
        <w:adjustRightInd w:val="0"/>
        <w:spacing w:after="0" w:line="240" w:lineRule="auto"/>
        <w:outlineLvl w:val="2"/>
        <w:rPr>
          <w:b/>
          <w:bCs/>
          <w:i/>
          <w:iCs/>
          <w:color w:val="000000"/>
          <w:sz w:val="20"/>
          <w:szCs w:val="20"/>
          <w:lang w:eastAsia="pl-PL"/>
        </w:rPr>
      </w:pPr>
    </w:p>
    <w:p w:rsidR="00C417E9" w:rsidRPr="002079A3" w:rsidRDefault="00C417E9" w:rsidP="002079A3">
      <w:pPr>
        <w:autoSpaceDE w:val="0"/>
        <w:autoSpaceDN w:val="0"/>
        <w:adjustRightInd w:val="0"/>
        <w:spacing w:after="0" w:line="240" w:lineRule="auto"/>
        <w:outlineLvl w:val="2"/>
        <w:rPr>
          <w:b/>
          <w:bCs/>
          <w:i/>
          <w:iCs/>
          <w:color w:val="000000"/>
          <w:sz w:val="20"/>
          <w:szCs w:val="20"/>
          <w:lang w:eastAsia="pl-PL"/>
        </w:rPr>
      </w:pPr>
    </w:p>
    <w:p w:rsidR="00C417E9" w:rsidRPr="002079A3" w:rsidRDefault="00C417E9" w:rsidP="002079A3">
      <w:pPr>
        <w:autoSpaceDE w:val="0"/>
        <w:autoSpaceDN w:val="0"/>
        <w:adjustRightInd w:val="0"/>
        <w:spacing w:after="0" w:line="240" w:lineRule="auto"/>
        <w:outlineLvl w:val="2"/>
        <w:rPr>
          <w:b/>
          <w:bCs/>
          <w:i/>
          <w:iCs/>
          <w:color w:val="000000"/>
          <w:sz w:val="20"/>
          <w:szCs w:val="20"/>
          <w:lang w:eastAsia="pl-PL"/>
        </w:rPr>
      </w:pPr>
    </w:p>
    <w:p w:rsidR="00C417E9" w:rsidRPr="002079A3" w:rsidRDefault="00C417E9" w:rsidP="002079A3">
      <w:pPr>
        <w:autoSpaceDE w:val="0"/>
        <w:autoSpaceDN w:val="0"/>
        <w:adjustRightInd w:val="0"/>
        <w:spacing w:after="0" w:line="240" w:lineRule="auto"/>
        <w:outlineLvl w:val="2"/>
        <w:rPr>
          <w:b/>
          <w:bCs/>
          <w:i/>
          <w:iCs/>
          <w:color w:val="000000"/>
          <w:sz w:val="20"/>
          <w:szCs w:val="20"/>
          <w:lang w:eastAsia="pl-PL"/>
        </w:rPr>
      </w:pPr>
    </w:p>
    <w:p w:rsidR="00C417E9" w:rsidRPr="002079A3" w:rsidRDefault="00C417E9" w:rsidP="002079A3">
      <w:pPr>
        <w:autoSpaceDE w:val="0"/>
        <w:autoSpaceDN w:val="0"/>
        <w:adjustRightInd w:val="0"/>
        <w:spacing w:after="0" w:line="240" w:lineRule="auto"/>
        <w:outlineLvl w:val="2"/>
        <w:rPr>
          <w:b/>
          <w:bCs/>
          <w:i/>
          <w:iCs/>
          <w:color w:val="000000"/>
          <w:sz w:val="20"/>
          <w:szCs w:val="20"/>
          <w:lang w:eastAsia="pl-PL"/>
        </w:rPr>
      </w:pPr>
    </w:p>
    <w:p w:rsidR="00C417E9" w:rsidRPr="002079A3" w:rsidRDefault="00C417E9" w:rsidP="002079A3">
      <w:pPr>
        <w:autoSpaceDE w:val="0"/>
        <w:autoSpaceDN w:val="0"/>
        <w:adjustRightInd w:val="0"/>
        <w:spacing w:after="0" w:line="240" w:lineRule="auto"/>
        <w:outlineLvl w:val="2"/>
        <w:rPr>
          <w:b/>
          <w:bCs/>
          <w:i/>
          <w:iCs/>
          <w:color w:val="000000"/>
          <w:sz w:val="20"/>
          <w:szCs w:val="20"/>
          <w:lang w:eastAsia="pl-PL"/>
        </w:rPr>
      </w:pPr>
    </w:p>
    <w:p w:rsidR="00C417E9" w:rsidRPr="002079A3" w:rsidRDefault="00C417E9" w:rsidP="002079A3">
      <w:pPr>
        <w:autoSpaceDE w:val="0"/>
        <w:autoSpaceDN w:val="0"/>
        <w:adjustRightInd w:val="0"/>
        <w:spacing w:after="0" w:line="240" w:lineRule="auto"/>
        <w:outlineLvl w:val="2"/>
        <w:rPr>
          <w:b/>
          <w:bCs/>
          <w:i/>
          <w:iCs/>
          <w:color w:val="000000"/>
          <w:sz w:val="20"/>
          <w:szCs w:val="20"/>
          <w:lang w:eastAsia="pl-PL"/>
        </w:rPr>
      </w:pPr>
    </w:p>
    <w:p w:rsidR="00C417E9" w:rsidRPr="002079A3" w:rsidRDefault="00C417E9" w:rsidP="002079A3">
      <w:pPr>
        <w:autoSpaceDE w:val="0"/>
        <w:autoSpaceDN w:val="0"/>
        <w:adjustRightInd w:val="0"/>
        <w:spacing w:after="0" w:line="240" w:lineRule="auto"/>
        <w:outlineLvl w:val="2"/>
        <w:rPr>
          <w:b/>
          <w:bCs/>
          <w:i/>
          <w:iCs/>
          <w:color w:val="000000"/>
          <w:sz w:val="20"/>
          <w:szCs w:val="20"/>
          <w:lang w:eastAsia="pl-PL"/>
        </w:rPr>
      </w:pPr>
    </w:p>
    <w:p w:rsidR="00C417E9" w:rsidRPr="002079A3" w:rsidRDefault="00C417E9" w:rsidP="002079A3">
      <w:pPr>
        <w:autoSpaceDE w:val="0"/>
        <w:autoSpaceDN w:val="0"/>
        <w:adjustRightInd w:val="0"/>
        <w:spacing w:after="0" w:line="240" w:lineRule="auto"/>
        <w:outlineLvl w:val="2"/>
        <w:rPr>
          <w:b/>
          <w:bCs/>
          <w:i/>
          <w:iCs/>
          <w:color w:val="000000"/>
          <w:sz w:val="20"/>
          <w:szCs w:val="20"/>
          <w:lang w:eastAsia="pl-PL"/>
        </w:rPr>
      </w:pPr>
    </w:p>
    <w:p w:rsidR="00C417E9" w:rsidRPr="002079A3" w:rsidRDefault="00C417E9" w:rsidP="002079A3">
      <w:pPr>
        <w:autoSpaceDE w:val="0"/>
        <w:autoSpaceDN w:val="0"/>
        <w:adjustRightInd w:val="0"/>
        <w:spacing w:after="0" w:line="240" w:lineRule="auto"/>
        <w:outlineLvl w:val="2"/>
        <w:rPr>
          <w:b/>
          <w:bCs/>
          <w:i/>
          <w:iCs/>
          <w:color w:val="000000"/>
          <w:sz w:val="20"/>
          <w:szCs w:val="20"/>
          <w:lang w:eastAsia="pl-PL"/>
        </w:rPr>
      </w:pPr>
    </w:p>
    <w:p w:rsidR="00C417E9" w:rsidRPr="002079A3" w:rsidRDefault="00C417E9" w:rsidP="002079A3">
      <w:pPr>
        <w:autoSpaceDE w:val="0"/>
        <w:autoSpaceDN w:val="0"/>
        <w:adjustRightInd w:val="0"/>
        <w:spacing w:after="0" w:line="240" w:lineRule="auto"/>
        <w:outlineLvl w:val="2"/>
        <w:rPr>
          <w:b/>
          <w:bCs/>
          <w:i/>
          <w:iCs/>
          <w:color w:val="000000"/>
          <w:sz w:val="20"/>
          <w:szCs w:val="20"/>
          <w:lang w:eastAsia="pl-PL"/>
        </w:rPr>
      </w:pPr>
    </w:p>
    <w:p w:rsidR="00C417E9" w:rsidRPr="002079A3" w:rsidRDefault="00C417E9" w:rsidP="002079A3">
      <w:pPr>
        <w:autoSpaceDE w:val="0"/>
        <w:autoSpaceDN w:val="0"/>
        <w:adjustRightInd w:val="0"/>
        <w:spacing w:after="0" w:line="240" w:lineRule="auto"/>
        <w:outlineLvl w:val="2"/>
        <w:rPr>
          <w:b/>
          <w:bCs/>
          <w:i/>
          <w:iCs/>
          <w:color w:val="000000"/>
          <w:sz w:val="20"/>
          <w:szCs w:val="20"/>
          <w:lang w:eastAsia="pl-PL"/>
        </w:rPr>
      </w:pPr>
    </w:p>
    <w:p w:rsidR="00C417E9" w:rsidRPr="002079A3" w:rsidRDefault="00C417E9" w:rsidP="002079A3">
      <w:pPr>
        <w:autoSpaceDE w:val="0"/>
        <w:autoSpaceDN w:val="0"/>
        <w:adjustRightInd w:val="0"/>
        <w:spacing w:after="0" w:line="240" w:lineRule="auto"/>
        <w:outlineLvl w:val="2"/>
        <w:rPr>
          <w:b/>
          <w:bCs/>
          <w:i/>
          <w:iCs/>
          <w:color w:val="000000"/>
          <w:sz w:val="20"/>
          <w:szCs w:val="20"/>
          <w:lang w:eastAsia="pl-PL"/>
        </w:rPr>
      </w:pPr>
    </w:p>
    <w:p w:rsidR="00C417E9" w:rsidRPr="002079A3" w:rsidRDefault="00C417E9" w:rsidP="002079A3">
      <w:pPr>
        <w:autoSpaceDE w:val="0"/>
        <w:autoSpaceDN w:val="0"/>
        <w:adjustRightInd w:val="0"/>
        <w:spacing w:after="0" w:line="240" w:lineRule="auto"/>
        <w:outlineLvl w:val="2"/>
        <w:rPr>
          <w:b/>
          <w:bCs/>
          <w:i/>
          <w:iCs/>
          <w:color w:val="000000"/>
          <w:sz w:val="20"/>
          <w:szCs w:val="20"/>
          <w:lang w:eastAsia="pl-PL"/>
        </w:rPr>
      </w:pPr>
    </w:p>
    <w:p w:rsidR="00C417E9" w:rsidRPr="002079A3" w:rsidRDefault="00C417E9" w:rsidP="002079A3">
      <w:pPr>
        <w:autoSpaceDE w:val="0"/>
        <w:autoSpaceDN w:val="0"/>
        <w:adjustRightInd w:val="0"/>
        <w:spacing w:after="0" w:line="240" w:lineRule="auto"/>
        <w:outlineLvl w:val="2"/>
        <w:rPr>
          <w:b/>
          <w:bCs/>
          <w:i/>
          <w:iCs/>
          <w:color w:val="000000"/>
          <w:sz w:val="20"/>
          <w:szCs w:val="20"/>
          <w:lang w:eastAsia="pl-PL"/>
        </w:rPr>
      </w:pPr>
    </w:p>
    <w:p w:rsidR="00C417E9" w:rsidRPr="002079A3" w:rsidRDefault="00C417E9" w:rsidP="002079A3">
      <w:pPr>
        <w:autoSpaceDE w:val="0"/>
        <w:autoSpaceDN w:val="0"/>
        <w:adjustRightInd w:val="0"/>
        <w:spacing w:after="0" w:line="240" w:lineRule="auto"/>
        <w:outlineLvl w:val="2"/>
        <w:rPr>
          <w:b/>
          <w:bCs/>
          <w:i/>
          <w:iCs/>
          <w:color w:val="000000"/>
          <w:sz w:val="20"/>
          <w:szCs w:val="20"/>
          <w:lang w:eastAsia="pl-PL"/>
        </w:rPr>
      </w:pPr>
    </w:p>
    <w:p w:rsidR="00C417E9" w:rsidRPr="002079A3" w:rsidRDefault="00C417E9" w:rsidP="002079A3">
      <w:pPr>
        <w:autoSpaceDE w:val="0"/>
        <w:autoSpaceDN w:val="0"/>
        <w:adjustRightInd w:val="0"/>
        <w:spacing w:after="0" w:line="240" w:lineRule="auto"/>
        <w:outlineLvl w:val="2"/>
        <w:rPr>
          <w:b/>
          <w:bCs/>
          <w:i/>
          <w:iCs/>
          <w:color w:val="000000"/>
          <w:sz w:val="20"/>
          <w:szCs w:val="20"/>
          <w:lang w:eastAsia="pl-PL"/>
        </w:rPr>
      </w:pPr>
    </w:p>
    <w:p w:rsidR="00C417E9" w:rsidRPr="002079A3" w:rsidRDefault="00C417E9" w:rsidP="002079A3">
      <w:pPr>
        <w:autoSpaceDE w:val="0"/>
        <w:autoSpaceDN w:val="0"/>
        <w:adjustRightInd w:val="0"/>
        <w:spacing w:after="0" w:line="240" w:lineRule="auto"/>
        <w:outlineLvl w:val="2"/>
        <w:rPr>
          <w:b/>
          <w:bCs/>
          <w:i/>
          <w:iCs/>
          <w:color w:val="000000"/>
          <w:sz w:val="20"/>
          <w:szCs w:val="20"/>
          <w:lang w:eastAsia="pl-PL"/>
        </w:rPr>
      </w:pPr>
    </w:p>
    <w:p w:rsidR="00C417E9" w:rsidRPr="002079A3" w:rsidRDefault="00C417E9" w:rsidP="002079A3">
      <w:pPr>
        <w:autoSpaceDE w:val="0"/>
        <w:autoSpaceDN w:val="0"/>
        <w:adjustRightInd w:val="0"/>
        <w:spacing w:after="0" w:line="240" w:lineRule="auto"/>
        <w:outlineLvl w:val="2"/>
        <w:rPr>
          <w:b/>
          <w:bCs/>
          <w:i/>
          <w:iCs/>
          <w:color w:val="000000"/>
          <w:sz w:val="20"/>
          <w:szCs w:val="20"/>
          <w:lang w:eastAsia="pl-PL"/>
        </w:rPr>
      </w:pPr>
    </w:p>
    <w:p w:rsidR="00C417E9" w:rsidRPr="002079A3" w:rsidRDefault="00C417E9" w:rsidP="002079A3">
      <w:pPr>
        <w:autoSpaceDE w:val="0"/>
        <w:autoSpaceDN w:val="0"/>
        <w:adjustRightInd w:val="0"/>
        <w:spacing w:after="0" w:line="240" w:lineRule="auto"/>
        <w:outlineLvl w:val="2"/>
        <w:rPr>
          <w:b/>
          <w:bCs/>
          <w:i/>
          <w:iCs/>
          <w:color w:val="000000"/>
          <w:sz w:val="20"/>
          <w:szCs w:val="20"/>
          <w:lang w:eastAsia="pl-PL"/>
        </w:rPr>
      </w:pPr>
    </w:p>
    <w:p w:rsidR="00C417E9" w:rsidRPr="002079A3" w:rsidRDefault="00C417E9" w:rsidP="002079A3">
      <w:pPr>
        <w:spacing w:after="0" w:line="240" w:lineRule="auto"/>
        <w:contextualSpacing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C417E9" w:rsidRPr="002079A3" w:rsidRDefault="00C417E9" w:rsidP="002079A3">
      <w:pPr>
        <w:spacing w:after="0" w:line="240" w:lineRule="auto"/>
        <w:contextualSpacing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079A3">
        <w:rPr>
          <w:rFonts w:ascii="Arial" w:hAnsi="Arial" w:cs="Arial"/>
          <w:b/>
          <w:sz w:val="24"/>
          <w:szCs w:val="24"/>
          <w:u w:val="single"/>
        </w:rPr>
        <w:t>Procedura 2. Opracowanie procedur dotyczących powoływania wspólnego samorządowo -ngo zespołu. ds. diagnozowania problemów lokalnych.</w:t>
      </w:r>
    </w:p>
    <w:p w:rsidR="00C417E9" w:rsidRPr="002079A3" w:rsidRDefault="00C417E9" w:rsidP="002079A3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pl-PL"/>
        </w:rPr>
      </w:pPr>
    </w:p>
    <w:p w:rsidR="00C417E9" w:rsidRPr="00515A17" w:rsidRDefault="00C417E9" w:rsidP="002079A3">
      <w:pPr>
        <w:autoSpaceDE w:val="0"/>
        <w:autoSpaceDN w:val="0"/>
        <w:adjustRightInd w:val="0"/>
        <w:spacing w:after="0" w:line="240" w:lineRule="auto"/>
        <w:rPr>
          <w:bCs/>
          <w:color w:val="000000"/>
          <w:sz w:val="20"/>
          <w:szCs w:val="20"/>
          <w:lang w:eastAsia="pl-PL"/>
        </w:rPr>
      </w:pPr>
      <w:r w:rsidRPr="00515A17">
        <w:rPr>
          <w:bCs/>
          <w:color w:val="000000"/>
          <w:sz w:val="20"/>
          <w:szCs w:val="20"/>
          <w:lang w:eastAsia="pl-PL"/>
        </w:rPr>
        <w:t>Proces 1</w:t>
      </w:r>
    </w:p>
    <w:p w:rsidR="00C417E9" w:rsidRPr="002079A3" w:rsidRDefault="00C417E9" w:rsidP="002079A3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0"/>
          <w:szCs w:val="20"/>
          <w:lang w:eastAsia="pl-PL"/>
        </w:rPr>
      </w:pPr>
    </w:p>
    <w:p w:rsidR="00C417E9" w:rsidRPr="002079A3" w:rsidRDefault="00C417E9" w:rsidP="002079A3">
      <w:pPr>
        <w:autoSpaceDE w:val="0"/>
        <w:autoSpaceDN w:val="0"/>
        <w:adjustRightInd w:val="0"/>
        <w:spacing w:after="0" w:line="240" w:lineRule="auto"/>
        <w:rPr>
          <w:b/>
          <w:bCs/>
          <w:sz w:val="20"/>
          <w:szCs w:val="20"/>
          <w:lang w:eastAsia="pl-PL"/>
        </w:rPr>
      </w:pPr>
      <w:r w:rsidRPr="002079A3">
        <w:rPr>
          <w:b/>
          <w:bCs/>
          <w:color w:val="000000"/>
          <w:sz w:val="20"/>
          <w:szCs w:val="20"/>
          <w:lang w:eastAsia="pl-PL"/>
        </w:rPr>
        <w:t>TABELA I INICJACJA PODPROCEDURY</w:t>
      </w:r>
    </w:p>
    <w:p w:rsidR="00C417E9" w:rsidRPr="002079A3" w:rsidRDefault="00C417E9" w:rsidP="002079A3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2079A3">
              <w:rPr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2079A3">
              <w:rPr>
                <w:b/>
                <w:bCs/>
                <w:color w:val="000000"/>
                <w:sz w:val="20"/>
                <w:szCs w:val="20"/>
                <w:lang w:eastAsia="pl-PL"/>
              </w:rPr>
              <w:t>Dostawca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2079A3">
              <w:rPr>
                <w:b/>
                <w:bCs/>
                <w:color w:val="000000"/>
                <w:sz w:val="20"/>
                <w:szCs w:val="20"/>
                <w:lang w:eastAsia="pl-PL"/>
              </w:rPr>
              <w:t>Zdarzenie; Dokument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>NGO zgłosiła problem w formie wniosku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 xml:space="preserve"> 2.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>JST zgłosiła problem w formie wniosku</w:t>
            </w:r>
          </w:p>
        </w:tc>
      </w:tr>
    </w:tbl>
    <w:p w:rsidR="00C417E9" w:rsidRPr="002079A3" w:rsidRDefault="00C417E9" w:rsidP="002079A3">
      <w:pPr>
        <w:widowControl w:val="0"/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2079A3" w:rsidRDefault="00C417E9" w:rsidP="002079A3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2079A3" w:rsidRDefault="00C417E9" w:rsidP="002079A3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0"/>
          <w:szCs w:val="20"/>
          <w:lang w:eastAsia="pl-PL"/>
        </w:rPr>
      </w:pPr>
    </w:p>
    <w:p w:rsidR="00C417E9" w:rsidRPr="002079A3" w:rsidRDefault="00C417E9" w:rsidP="002079A3">
      <w:pPr>
        <w:autoSpaceDE w:val="0"/>
        <w:autoSpaceDN w:val="0"/>
        <w:adjustRightInd w:val="0"/>
        <w:spacing w:after="0" w:line="240" w:lineRule="auto"/>
        <w:rPr>
          <w:b/>
          <w:bCs/>
          <w:sz w:val="20"/>
          <w:szCs w:val="20"/>
          <w:lang w:eastAsia="pl-PL"/>
        </w:rPr>
      </w:pPr>
      <w:r w:rsidRPr="002079A3">
        <w:rPr>
          <w:b/>
          <w:bCs/>
          <w:color w:val="000000"/>
          <w:sz w:val="20"/>
          <w:szCs w:val="20"/>
          <w:lang w:eastAsia="pl-PL"/>
        </w:rPr>
        <w:t>TABELA II OPIS PRACY</w:t>
      </w:r>
    </w:p>
    <w:p w:rsidR="00C417E9" w:rsidRPr="002079A3" w:rsidRDefault="00C417E9" w:rsidP="002079A3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1542"/>
        <w:gridCol w:w="4530"/>
        <w:gridCol w:w="1542"/>
        <w:gridCol w:w="1542"/>
      </w:tblGrid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2079A3">
              <w:rPr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2079A3">
              <w:rPr>
                <w:b/>
                <w:bCs/>
                <w:color w:val="000000"/>
                <w:sz w:val="20"/>
                <w:szCs w:val="20"/>
                <w:lang w:eastAsia="pl-PL"/>
              </w:rPr>
              <w:t>Dokument na wejściu do czynności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2079A3">
              <w:rPr>
                <w:b/>
                <w:bCs/>
                <w:color w:val="000000"/>
                <w:sz w:val="20"/>
                <w:szCs w:val="20"/>
                <w:lang w:eastAsia="pl-PL"/>
              </w:rPr>
              <w:t>Opis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2079A3">
              <w:rPr>
                <w:b/>
                <w:bCs/>
                <w:color w:val="000000"/>
                <w:sz w:val="20"/>
                <w:szCs w:val="20"/>
                <w:lang w:eastAsia="pl-PL"/>
              </w:rPr>
              <w:t>Dokument na wyjściu z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2079A3">
              <w:rPr>
                <w:b/>
                <w:bCs/>
                <w:color w:val="000000"/>
                <w:sz w:val="20"/>
                <w:szCs w:val="20"/>
                <w:lang w:eastAsia="pl-PL"/>
              </w:rPr>
              <w:t>Stanowisko wykonujące czynność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>Wniosek dot. zgłoszenia problemu lokalnego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2079A3">
              <w:rPr>
                <w:b/>
                <w:bCs/>
                <w:color w:val="000000"/>
                <w:sz w:val="20"/>
                <w:szCs w:val="20"/>
                <w:lang w:eastAsia="pl-PL"/>
              </w:rPr>
              <w:t>Podjęcie decyzji w sprawie powołania Zespołu</w:t>
            </w:r>
          </w:p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 xml:space="preserve"> W przypadku gdy '</w:t>
            </w:r>
            <w:smartTag w:uri="urn:schemas-microsoft-com:office:smarttags" w:element="PersonName">
              <w:smartTagPr>
                <w:attr w:name="ProductID" w:val="Zarząd Powiatu"/>
              </w:smartTagPr>
              <w:r w:rsidRPr="002079A3">
                <w:rPr>
                  <w:color w:val="000000"/>
                  <w:sz w:val="20"/>
                  <w:szCs w:val="20"/>
                  <w:lang w:eastAsia="pl-PL"/>
                </w:rPr>
                <w:t>Zarząd Powiatu</w:t>
              </w:r>
            </w:smartTag>
            <w:r w:rsidRPr="002079A3">
              <w:rPr>
                <w:color w:val="000000"/>
                <w:sz w:val="20"/>
                <w:szCs w:val="20"/>
                <w:lang w:eastAsia="pl-PL"/>
              </w:rPr>
              <w:t xml:space="preserve"> zdecydował o niepowołaniu zespołu' to dalsze postępowanie zgodnie z L.p. 3 ALBO w przypadku gdy 'Zarząd JST zdecydował o powołaniu zespołu' to dalsze postępowanie zgodnie z L.p. 2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>Decyzja Starosty;</w:t>
            </w:r>
          </w:p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>Uchwała Zarządu Powiatu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>Komórka Organizacyjna Starostwa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2079A3">
              <w:rPr>
                <w:b/>
                <w:bCs/>
                <w:color w:val="000000"/>
                <w:sz w:val="20"/>
                <w:szCs w:val="20"/>
                <w:lang w:eastAsia="pl-PL"/>
              </w:rPr>
              <w:t>Stworzenie listy NGO potencjalnie zainteresowanych udziałem w zespole</w:t>
            </w:r>
          </w:p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>Wsparcie informatyczne</w:t>
            </w:r>
          </w:p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 xml:space="preserve"> - System aplikacji: Strona internetowa starostwa</w:t>
            </w:r>
          </w:p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4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>Lista NGO z wykazem osób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>Komórka Organizacyjna Starostwa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>Decyzja Starosty;</w:t>
            </w:r>
          </w:p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>Uchwała Zarządu Powiatu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2079A3">
              <w:rPr>
                <w:b/>
                <w:bCs/>
                <w:color w:val="000000"/>
                <w:sz w:val="20"/>
                <w:szCs w:val="20"/>
                <w:lang w:eastAsia="pl-PL"/>
              </w:rPr>
              <w:t>Przekazanie wnioskodawcy</w:t>
            </w:r>
          </w:p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 xml:space="preserve"> Nie powołano zespołu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>Zarząd Powiatu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2079A3">
              <w:rPr>
                <w:b/>
                <w:bCs/>
                <w:color w:val="000000"/>
                <w:sz w:val="20"/>
                <w:szCs w:val="20"/>
                <w:lang w:eastAsia="pl-PL"/>
              </w:rPr>
              <w:t>Zaproszenie NGO do udziału w zespole</w:t>
            </w:r>
          </w:p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>Opis wykonania czynności</w:t>
            </w:r>
          </w:p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 xml:space="preserve"> Zaproszenie może być dystrybuowane poprzez media lokalne, Internet (BIP), pocztę tradycyjną</w:t>
            </w:r>
          </w:p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5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>Zaproszenie do udziału w zespole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>Komórka Organizacyjna Starostwa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>Deklaracja NGO udziału w zespole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2079A3">
              <w:rPr>
                <w:b/>
                <w:bCs/>
                <w:color w:val="000000"/>
                <w:sz w:val="20"/>
                <w:szCs w:val="20"/>
                <w:lang w:eastAsia="pl-PL"/>
              </w:rPr>
              <w:t>Stworzenie ostatecznej listy NGO zainteresowanych udziałem w zespole</w:t>
            </w:r>
          </w:p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6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>Lista NGO biorących udział w zespole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>Komórka Organizacyjna Starostwa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2079A3">
              <w:rPr>
                <w:b/>
                <w:bCs/>
                <w:color w:val="000000"/>
                <w:sz w:val="20"/>
                <w:szCs w:val="20"/>
                <w:lang w:eastAsia="pl-PL"/>
              </w:rPr>
              <w:t>Wyznaczenie przedstawicieli JST do udziału w zespole</w:t>
            </w:r>
          </w:p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7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>Zarząd Powiatu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>Lista NGO biorących udział w zespole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2079A3">
              <w:rPr>
                <w:b/>
                <w:bCs/>
                <w:color w:val="000000"/>
                <w:sz w:val="20"/>
                <w:szCs w:val="20"/>
                <w:lang w:eastAsia="pl-PL"/>
              </w:rPr>
              <w:t>Powołanie zespołu</w:t>
            </w:r>
          </w:p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8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>Uchwała Zarządu Powiatu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>Zarząd Powiatu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2079A3">
              <w:rPr>
                <w:b/>
                <w:bCs/>
                <w:color w:val="000000"/>
                <w:sz w:val="20"/>
                <w:szCs w:val="20"/>
                <w:lang w:eastAsia="pl-PL"/>
              </w:rPr>
              <w:t>Zaproszenie NGO do udziału w pierwszym posiedzeniu zespołu</w:t>
            </w:r>
          </w:p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 xml:space="preserve"> Odbyło się pierwsze posiedzenie zespołu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>Zaproszenie do udziału w pierwszym posiedzeniu zespołu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>Komórka Organizacyjna Starostwa</w:t>
            </w:r>
          </w:p>
        </w:tc>
      </w:tr>
    </w:tbl>
    <w:p w:rsidR="00C417E9" w:rsidRPr="002079A3" w:rsidRDefault="00C417E9" w:rsidP="002079A3">
      <w:pPr>
        <w:widowControl w:val="0"/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2079A3" w:rsidRDefault="00C417E9" w:rsidP="002079A3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2079A3" w:rsidRDefault="00C417E9" w:rsidP="002079A3">
      <w:pPr>
        <w:autoSpaceDE w:val="0"/>
        <w:autoSpaceDN w:val="0"/>
        <w:adjustRightInd w:val="0"/>
        <w:spacing w:after="0" w:line="240" w:lineRule="auto"/>
        <w:rPr>
          <w:b/>
          <w:bCs/>
          <w:sz w:val="20"/>
          <w:szCs w:val="20"/>
          <w:lang w:eastAsia="pl-PL"/>
        </w:rPr>
      </w:pPr>
      <w:r w:rsidRPr="002079A3">
        <w:rPr>
          <w:b/>
          <w:bCs/>
          <w:color w:val="000000"/>
          <w:sz w:val="20"/>
          <w:szCs w:val="20"/>
          <w:lang w:eastAsia="pl-PL"/>
        </w:rPr>
        <w:t>TABELA III WYNIK REALIZACJI PODPROCEDURY</w:t>
      </w:r>
    </w:p>
    <w:p w:rsidR="00C417E9" w:rsidRPr="002079A3" w:rsidRDefault="00C417E9" w:rsidP="002079A3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2079A3">
              <w:rPr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2079A3">
              <w:rPr>
                <w:b/>
                <w:bCs/>
                <w:color w:val="000000"/>
                <w:sz w:val="20"/>
                <w:szCs w:val="20"/>
                <w:lang w:eastAsia="pl-PL"/>
              </w:rPr>
              <w:t>Odbiorca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2079A3">
              <w:rPr>
                <w:b/>
                <w:bCs/>
                <w:color w:val="000000"/>
                <w:sz w:val="20"/>
                <w:szCs w:val="20"/>
                <w:lang w:eastAsia="pl-PL"/>
              </w:rPr>
              <w:t>Zdarzenie; Dokument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>Zarząd Powiatu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>Nie powołano zespołu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 xml:space="preserve"> 2.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>Komórka Organizacyjna Starostwa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2079A3" w:rsidRDefault="00C417E9" w:rsidP="002079A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2079A3">
              <w:rPr>
                <w:color w:val="000000"/>
                <w:sz w:val="20"/>
                <w:szCs w:val="20"/>
                <w:lang w:eastAsia="pl-PL"/>
              </w:rPr>
              <w:t>Odbyło się pierwsze posiedzenie zespołu;</w:t>
            </w:r>
            <w:r w:rsidRPr="002079A3">
              <w:rPr>
                <w:color w:val="000000"/>
                <w:sz w:val="20"/>
                <w:szCs w:val="20"/>
                <w:lang w:eastAsia="pl-PL"/>
              </w:rPr>
              <w:br/>
              <w:t>Zaproszenie do udziału w pierwszym posiedzeniu zespołu</w:t>
            </w:r>
          </w:p>
        </w:tc>
      </w:tr>
    </w:tbl>
    <w:p w:rsidR="00C417E9" w:rsidRPr="002079A3" w:rsidRDefault="00C417E9" w:rsidP="002079A3">
      <w:pPr>
        <w:widowControl w:val="0"/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2079A3" w:rsidRDefault="00C417E9" w:rsidP="002079A3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2079A3">
        <w:rPr>
          <w:color w:val="000000"/>
          <w:sz w:val="20"/>
          <w:szCs w:val="20"/>
          <w:lang w:eastAsia="pl-PL"/>
        </w:rPr>
        <w:t>DOKUMENTY ZWIĄZANE:</w:t>
      </w:r>
    </w:p>
    <w:p w:rsidR="00C417E9" w:rsidRPr="002079A3" w:rsidRDefault="00C417E9" w:rsidP="002079A3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2079A3" w:rsidRDefault="00C417E9" w:rsidP="002079A3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2079A3">
        <w:rPr>
          <w:color w:val="000000"/>
          <w:sz w:val="20"/>
          <w:szCs w:val="20"/>
          <w:lang w:eastAsia="pl-PL"/>
        </w:rPr>
        <w:t xml:space="preserve"> 1. Decyzja Starosty</w:t>
      </w:r>
    </w:p>
    <w:p w:rsidR="00C417E9" w:rsidRPr="002079A3" w:rsidRDefault="00C417E9" w:rsidP="002079A3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2079A3">
        <w:rPr>
          <w:color w:val="000000"/>
          <w:sz w:val="20"/>
          <w:szCs w:val="20"/>
          <w:lang w:eastAsia="pl-PL"/>
        </w:rPr>
        <w:t xml:space="preserve"> 2. Deklaracja NGO udziału w zespole</w:t>
      </w:r>
    </w:p>
    <w:p w:rsidR="00C417E9" w:rsidRPr="002079A3" w:rsidRDefault="00C417E9" w:rsidP="002079A3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2079A3">
        <w:rPr>
          <w:color w:val="000000"/>
          <w:sz w:val="20"/>
          <w:szCs w:val="20"/>
          <w:lang w:eastAsia="pl-PL"/>
        </w:rPr>
        <w:t xml:space="preserve"> 3. Lista NGO biorących udział w zespole</w:t>
      </w:r>
    </w:p>
    <w:p w:rsidR="00C417E9" w:rsidRPr="002079A3" w:rsidRDefault="00C417E9" w:rsidP="002079A3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2079A3">
        <w:rPr>
          <w:color w:val="000000"/>
          <w:sz w:val="20"/>
          <w:szCs w:val="20"/>
          <w:lang w:eastAsia="pl-PL"/>
        </w:rPr>
        <w:t xml:space="preserve"> 4. Lista NGO z wykazem osób</w:t>
      </w:r>
    </w:p>
    <w:p w:rsidR="00C417E9" w:rsidRPr="002079A3" w:rsidRDefault="00C417E9" w:rsidP="002079A3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2079A3">
        <w:rPr>
          <w:color w:val="000000"/>
          <w:sz w:val="20"/>
          <w:szCs w:val="20"/>
          <w:lang w:eastAsia="pl-PL"/>
        </w:rPr>
        <w:t xml:space="preserve"> 5. Uchwała Zarządu Powiatu</w:t>
      </w:r>
    </w:p>
    <w:p w:rsidR="00C417E9" w:rsidRPr="002079A3" w:rsidRDefault="00C417E9" w:rsidP="002079A3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2079A3">
        <w:rPr>
          <w:color w:val="000000"/>
          <w:sz w:val="20"/>
          <w:szCs w:val="20"/>
          <w:lang w:eastAsia="pl-PL"/>
        </w:rPr>
        <w:t xml:space="preserve"> 6. Wniosek dot. zgłoszenia problemu lokalnego</w:t>
      </w:r>
    </w:p>
    <w:p w:rsidR="00C417E9" w:rsidRPr="002079A3" w:rsidRDefault="00C417E9" w:rsidP="002079A3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2079A3">
        <w:rPr>
          <w:color w:val="000000"/>
          <w:sz w:val="20"/>
          <w:szCs w:val="20"/>
          <w:lang w:eastAsia="pl-PL"/>
        </w:rPr>
        <w:t xml:space="preserve"> 7. Zaproszenie do udziału w pierwszym posiedzeniu zespołu</w:t>
      </w:r>
    </w:p>
    <w:p w:rsidR="00C417E9" w:rsidRPr="002079A3" w:rsidRDefault="00C417E9" w:rsidP="002079A3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2079A3">
        <w:rPr>
          <w:color w:val="000000"/>
          <w:sz w:val="20"/>
          <w:szCs w:val="20"/>
          <w:lang w:eastAsia="pl-PL"/>
        </w:rPr>
        <w:t xml:space="preserve"> 8. Zaproszenie do udziału w zespole</w:t>
      </w:r>
    </w:p>
    <w:p w:rsidR="00C417E9" w:rsidRPr="002079A3" w:rsidRDefault="00C417E9" w:rsidP="002079A3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0"/>
          <w:szCs w:val="20"/>
          <w:lang w:eastAsia="pl-PL"/>
        </w:rPr>
      </w:pPr>
      <w:r w:rsidRPr="002079A3">
        <w:rPr>
          <w:b/>
          <w:bCs/>
          <w:color w:val="000000"/>
          <w:sz w:val="20"/>
          <w:szCs w:val="20"/>
          <w:lang w:eastAsia="pl-PL"/>
        </w:rPr>
        <w:br w:type="page"/>
        <w:t>MODEL PROCESU:</w:t>
      </w:r>
    </w:p>
    <w:p w:rsidR="00C417E9" w:rsidRPr="002079A3" w:rsidRDefault="00C417E9" w:rsidP="002079A3">
      <w:pPr>
        <w:autoSpaceDE w:val="0"/>
        <w:autoSpaceDN w:val="0"/>
        <w:adjustRightInd w:val="0"/>
        <w:spacing w:after="0" w:line="240" w:lineRule="auto"/>
        <w:outlineLvl w:val="2"/>
        <w:rPr>
          <w:b/>
          <w:bCs/>
          <w:i/>
          <w:iCs/>
          <w:color w:val="000000"/>
          <w:sz w:val="20"/>
          <w:szCs w:val="20"/>
          <w:lang w:eastAsia="pl-PL"/>
        </w:rPr>
      </w:pPr>
      <w:r w:rsidRPr="0044753A">
        <w:rPr>
          <w:rFonts w:cs="Arial"/>
          <w:b/>
          <w:i/>
          <w:noProof/>
          <w:sz w:val="20"/>
          <w:szCs w:val="20"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style="width:462.75pt;height:675pt;visibility:visible">
            <v:imagedata r:id="rId5" o:title=""/>
          </v:shape>
        </w:pict>
      </w:r>
      <w:r w:rsidRPr="002079A3">
        <w:rPr>
          <w:rFonts w:cs="Arial"/>
          <w:b/>
          <w:bCs/>
          <w:i/>
          <w:iCs/>
          <w:sz w:val="20"/>
          <w:szCs w:val="20"/>
          <w:lang w:eastAsia="pl-PL"/>
        </w:rPr>
        <w:t xml:space="preserve"> </w:t>
      </w:r>
      <w:r w:rsidRPr="002079A3">
        <w:rPr>
          <w:b/>
          <w:bCs/>
          <w:i/>
          <w:iCs/>
          <w:color w:val="000000"/>
          <w:sz w:val="20"/>
          <w:szCs w:val="20"/>
          <w:lang w:eastAsia="pl-PL"/>
        </w:rPr>
        <w:br w:type="page"/>
      </w:r>
    </w:p>
    <w:p w:rsidR="00C417E9" w:rsidRPr="002079A3" w:rsidRDefault="00C417E9" w:rsidP="002079A3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Arial" w:hAnsi="Arial" w:cs="Arial"/>
          <w:b/>
          <w:bCs/>
          <w:iCs/>
          <w:color w:val="000000"/>
          <w:szCs w:val="28"/>
          <w:lang w:eastAsia="pl-PL"/>
        </w:rPr>
      </w:pPr>
      <w:r w:rsidRPr="002079A3">
        <w:rPr>
          <w:rFonts w:ascii="Arial" w:hAnsi="Arial" w:cs="Arial"/>
          <w:b/>
          <w:bCs/>
          <w:iCs/>
          <w:szCs w:val="28"/>
          <w:lang w:eastAsia="pl-PL"/>
        </w:rPr>
        <w:t xml:space="preserve">Obszar 2- </w:t>
      </w:r>
      <w:r w:rsidRPr="002079A3">
        <w:rPr>
          <w:rFonts w:ascii="Arial" w:hAnsi="Arial" w:cs="Arial"/>
          <w:b/>
          <w:bCs/>
          <w:iCs/>
          <w:color w:val="000000"/>
          <w:szCs w:val="28"/>
          <w:lang w:eastAsia="pl-PL"/>
        </w:rPr>
        <w:t>Wzajemne informowanie się samorządu terytorialnego i organizacji pozarządowych o planach, zamierzeniach i kierunkach działań</w:t>
      </w:r>
      <w:r>
        <w:rPr>
          <w:rFonts w:ascii="Arial" w:hAnsi="Arial" w:cs="Arial"/>
          <w:b/>
          <w:bCs/>
          <w:iCs/>
          <w:color w:val="000000"/>
          <w:szCs w:val="28"/>
          <w:lang w:eastAsia="pl-PL"/>
        </w:rPr>
        <w:t xml:space="preserve">. </w:t>
      </w:r>
    </w:p>
    <w:p w:rsidR="00C417E9" w:rsidRDefault="00C417E9"/>
    <w:p w:rsidR="00C417E9" w:rsidRDefault="00C417E9" w:rsidP="006B61A0">
      <w:pPr>
        <w:jc w:val="both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 xml:space="preserve">Procedura 1. </w:t>
      </w:r>
      <w:r w:rsidRPr="006B61A0">
        <w:rPr>
          <w:rFonts w:ascii="Arial" w:hAnsi="Arial" w:cs="Arial"/>
          <w:b/>
          <w:sz w:val="24"/>
          <w:u w:val="single"/>
        </w:rPr>
        <w:t>Opracowanie procedur dot. spotkań nt. najważniejszych przedsięwzięć, realizowanych  przez JST w ramach określonych polityk lokalnych.</w:t>
      </w:r>
    </w:p>
    <w:p w:rsidR="00C417E9" w:rsidRDefault="00C417E9" w:rsidP="006B61A0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 xml:space="preserve">Proces 2 </w:t>
      </w:r>
    </w:p>
    <w:p w:rsidR="00C417E9" w:rsidRPr="006B61A0" w:rsidRDefault="00C417E9" w:rsidP="006B61A0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pl-PL"/>
        </w:rPr>
      </w:pPr>
    </w:p>
    <w:p w:rsidR="00C417E9" w:rsidRPr="006B61A0" w:rsidRDefault="00C417E9" w:rsidP="006B61A0">
      <w:pPr>
        <w:autoSpaceDE w:val="0"/>
        <w:autoSpaceDN w:val="0"/>
        <w:adjustRightInd w:val="0"/>
        <w:spacing w:after="0" w:line="240" w:lineRule="auto"/>
        <w:rPr>
          <w:b/>
          <w:bCs/>
          <w:sz w:val="20"/>
          <w:szCs w:val="20"/>
          <w:lang w:eastAsia="pl-PL"/>
        </w:rPr>
      </w:pPr>
      <w:r w:rsidRPr="006B61A0">
        <w:rPr>
          <w:b/>
          <w:bCs/>
          <w:color w:val="000000"/>
          <w:sz w:val="20"/>
          <w:szCs w:val="20"/>
          <w:lang w:eastAsia="pl-PL"/>
        </w:rPr>
        <w:t>TABELA I INICJACJA PODPROCEDURY</w:t>
      </w:r>
    </w:p>
    <w:p w:rsidR="00C417E9" w:rsidRPr="006B61A0" w:rsidRDefault="00C417E9" w:rsidP="006B61A0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B61A0">
              <w:rPr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B61A0">
              <w:rPr>
                <w:b/>
                <w:bCs/>
                <w:color w:val="000000"/>
                <w:sz w:val="20"/>
                <w:szCs w:val="20"/>
                <w:lang w:eastAsia="pl-PL"/>
              </w:rPr>
              <w:t>Dostawca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B61A0">
              <w:rPr>
                <w:b/>
                <w:bCs/>
                <w:color w:val="000000"/>
                <w:sz w:val="20"/>
                <w:szCs w:val="20"/>
                <w:lang w:eastAsia="pl-PL"/>
              </w:rPr>
              <w:t>Zdarzenie; Dokument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smartTag w:uri="urn:schemas-microsoft-com:office:smarttags" w:element="PersonName">
              <w:smartTagPr>
                <w:attr w:name="ProductID" w:val="Zarząd Powiatu"/>
              </w:smartTagPr>
              <w:r w:rsidRPr="006B61A0">
                <w:rPr>
                  <w:color w:val="000000"/>
                  <w:sz w:val="20"/>
                  <w:szCs w:val="20"/>
                  <w:lang w:eastAsia="pl-PL"/>
                </w:rPr>
                <w:t>Zarząd Powiatu</w:t>
              </w:r>
            </w:smartTag>
            <w:r w:rsidRPr="006B61A0">
              <w:rPr>
                <w:color w:val="000000"/>
                <w:sz w:val="20"/>
                <w:szCs w:val="20"/>
                <w:lang w:eastAsia="pl-PL"/>
              </w:rPr>
              <w:t xml:space="preserve"> jest zobowiązany przeprowadzić analizę założeń polityk lokalnych w horyzoncie rocznym</w:t>
            </w:r>
          </w:p>
        </w:tc>
      </w:tr>
    </w:tbl>
    <w:p w:rsidR="00C417E9" w:rsidRPr="006B61A0" w:rsidRDefault="00C417E9" w:rsidP="006B61A0">
      <w:pPr>
        <w:widowControl w:val="0"/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6B61A0" w:rsidRDefault="00C417E9" w:rsidP="006B61A0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6B61A0" w:rsidRDefault="00C417E9" w:rsidP="006B61A0">
      <w:pPr>
        <w:autoSpaceDE w:val="0"/>
        <w:autoSpaceDN w:val="0"/>
        <w:adjustRightInd w:val="0"/>
        <w:spacing w:after="0" w:line="240" w:lineRule="auto"/>
        <w:rPr>
          <w:b/>
          <w:bCs/>
          <w:sz w:val="20"/>
          <w:szCs w:val="20"/>
          <w:lang w:eastAsia="pl-PL"/>
        </w:rPr>
      </w:pPr>
      <w:r w:rsidRPr="006B61A0">
        <w:rPr>
          <w:b/>
          <w:bCs/>
          <w:color w:val="000000"/>
          <w:sz w:val="20"/>
          <w:szCs w:val="20"/>
          <w:lang w:eastAsia="pl-PL"/>
        </w:rPr>
        <w:t>TABELA II OPIS PRACY</w:t>
      </w:r>
    </w:p>
    <w:p w:rsidR="00C417E9" w:rsidRPr="006B61A0" w:rsidRDefault="00C417E9" w:rsidP="006B61A0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1542"/>
        <w:gridCol w:w="4530"/>
        <w:gridCol w:w="1542"/>
        <w:gridCol w:w="1542"/>
      </w:tblGrid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6B61A0">
              <w:rPr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6B61A0">
              <w:rPr>
                <w:b/>
                <w:bCs/>
                <w:color w:val="000000"/>
                <w:sz w:val="20"/>
                <w:szCs w:val="20"/>
                <w:lang w:eastAsia="pl-PL"/>
              </w:rPr>
              <w:t>Dokument na wejściu do czynności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6B61A0">
              <w:rPr>
                <w:b/>
                <w:bCs/>
                <w:color w:val="000000"/>
                <w:sz w:val="20"/>
                <w:szCs w:val="20"/>
                <w:lang w:eastAsia="pl-PL"/>
              </w:rPr>
              <w:t>Opis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6B61A0">
              <w:rPr>
                <w:b/>
                <w:bCs/>
                <w:color w:val="000000"/>
                <w:sz w:val="20"/>
                <w:szCs w:val="20"/>
                <w:lang w:eastAsia="pl-PL"/>
              </w:rPr>
              <w:t>Dokument na wyjściu z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6B61A0">
              <w:rPr>
                <w:b/>
                <w:bCs/>
                <w:color w:val="000000"/>
                <w:sz w:val="20"/>
                <w:szCs w:val="20"/>
                <w:lang w:eastAsia="pl-PL"/>
              </w:rPr>
              <w:t>Stanowisko wykonujące czynność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Dokumenty strategiczne dot. polityk lokalnych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B61A0">
              <w:rPr>
                <w:b/>
                <w:bCs/>
                <w:color w:val="000000"/>
                <w:sz w:val="20"/>
                <w:szCs w:val="20"/>
                <w:lang w:eastAsia="pl-PL"/>
              </w:rPr>
              <w:t>Identyfikacja najważniejszych przedsięwzięć realizowanych przez JST w ramach każdej z polityk</w:t>
            </w: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2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Wykaz najważniejszych przedsięwzięć realizowanych przez JST w ramach każdej z polityk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Komórka Organizacyjna Starostwa;</w:t>
            </w: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Zarząd Powiatu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B61A0">
              <w:rPr>
                <w:b/>
                <w:bCs/>
                <w:color w:val="000000"/>
                <w:sz w:val="20"/>
                <w:szCs w:val="20"/>
                <w:lang w:eastAsia="pl-PL"/>
              </w:rPr>
              <w:t>Analiza liczby spotkań pod kątem zidentyfikowanych najważniejszych przedsięwzięć</w:t>
            </w: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3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Komórka Organizacyjna Starostwa;</w:t>
            </w: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Zarząd Powiatu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Wykaz najważniejszych przedsięwzięć realizowanych przez JST w ramach każdej z polityk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B61A0">
              <w:rPr>
                <w:b/>
                <w:bCs/>
                <w:color w:val="000000"/>
                <w:sz w:val="20"/>
                <w:szCs w:val="20"/>
                <w:lang w:eastAsia="pl-PL"/>
              </w:rPr>
              <w:t>Ustalenie harmonogramu spotkań</w:t>
            </w: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4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Harmonogram spotkań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smartTag w:uri="urn:schemas-microsoft-com:office:smarttags" w:element="PersonName">
              <w:smartTagPr>
                <w:attr w:name="ProductID" w:val="Zarząd Powiatu"/>
              </w:smartTagPr>
              <w:r w:rsidRPr="006B61A0">
                <w:rPr>
                  <w:color w:val="000000"/>
                  <w:sz w:val="20"/>
                  <w:szCs w:val="20"/>
                  <w:lang w:eastAsia="pl-PL"/>
                </w:rPr>
                <w:t>Zarząd Powiatu</w:t>
              </w:r>
            </w:smartTag>
            <w:r w:rsidRPr="006B61A0">
              <w:rPr>
                <w:color w:val="000000"/>
                <w:sz w:val="20"/>
                <w:szCs w:val="20"/>
                <w:lang w:eastAsia="pl-PL"/>
              </w:rPr>
              <w:t>;</w:t>
            </w: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Komórka Organizacyjna Starostwa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Harmonogram spotkań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B61A0">
              <w:rPr>
                <w:b/>
                <w:bCs/>
                <w:color w:val="000000"/>
                <w:sz w:val="20"/>
                <w:szCs w:val="20"/>
                <w:lang w:eastAsia="pl-PL"/>
              </w:rPr>
              <w:t>Zatwierdzenie liczby spotkań</w:t>
            </w: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5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Harmonogram spotkań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Zarząd Powiatu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B61A0">
              <w:rPr>
                <w:b/>
                <w:bCs/>
                <w:color w:val="000000"/>
                <w:sz w:val="20"/>
                <w:szCs w:val="20"/>
                <w:lang w:eastAsia="pl-PL"/>
              </w:rPr>
              <w:t>Zaproszenie zainteresowanych podmiotów do udziału w spotkaniu</w:t>
            </w: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Opis wykonania czynności</w:t>
            </w: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 xml:space="preserve"> Zaproszenie może być dystrybuowane poprzez media lokalne, Internet (BIP), pocztę tradycyjną</w:t>
            </w: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 xml:space="preserve"> Wysłano zaproszenia do udziału w spotkaniu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Harmonogram spotkań;</w:t>
            </w: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Zaproszenie do udziału w spotkaniu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Komórka Organizacyjna Starostwa;</w:t>
            </w: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Zarząd Powiatu</w:t>
            </w:r>
          </w:p>
        </w:tc>
      </w:tr>
    </w:tbl>
    <w:p w:rsidR="00C417E9" w:rsidRPr="006B61A0" w:rsidRDefault="00C417E9" w:rsidP="006B61A0">
      <w:pPr>
        <w:widowControl w:val="0"/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6B61A0" w:rsidRDefault="00C417E9" w:rsidP="006B61A0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6B61A0" w:rsidRDefault="00C417E9" w:rsidP="006B61A0">
      <w:pPr>
        <w:rPr>
          <w:b/>
          <w:bCs/>
          <w:color w:val="000000"/>
          <w:sz w:val="20"/>
          <w:szCs w:val="20"/>
          <w:lang w:eastAsia="pl-PL"/>
        </w:rPr>
      </w:pPr>
      <w:r w:rsidRPr="006B61A0">
        <w:rPr>
          <w:b/>
          <w:bCs/>
          <w:color w:val="000000"/>
          <w:sz w:val="20"/>
          <w:szCs w:val="20"/>
          <w:lang w:eastAsia="pl-PL"/>
        </w:rPr>
        <w:t>TABELA III WYNIK REALIZACJI PODPROCEDURY</w:t>
      </w:r>
    </w:p>
    <w:p w:rsidR="00C417E9" w:rsidRPr="006B61A0" w:rsidRDefault="00C417E9" w:rsidP="006B61A0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B61A0">
              <w:rPr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B61A0">
              <w:rPr>
                <w:b/>
                <w:bCs/>
                <w:color w:val="000000"/>
                <w:sz w:val="20"/>
                <w:szCs w:val="20"/>
                <w:lang w:eastAsia="pl-PL"/>
              </w:rPr>
              <w:t>Odbiorca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B61A0">
              <w:rPr>
                <w:b/>
                <w:bCs/>
                <w:color w:val="000000"/>
                <w:sz w:val="20"/>
                <w:szCs w:val="20"/>
                <w:lang w:eastAsia="pl-PL"/>
              </w:rPr>
              <w:t>Zdarzenie; Dokument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Komórka Organizacyjna Starostwa;</w:t>
            </w:r>
            <w:r w:rsidRPr="006B61A0">
              <w:rPr>
                <w:color w:val="000000"/>
                <w:sz w:val="20"/>
                <w:szCs w:val="20"/>
                <w:lang w:eastAsia="pl-PL"/>
              </w:rPr>
              <w:br/>
              <w:t>Zarząd Powiatu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Wysłano zaproszenia do udziału w spotkaniu;</w:t>
            </w:r>
            <w:r w:rsidRPr="006B61A0">
              <w:rPr>
                <w:color w:val="000000"/>
                <w:sz w:val="20"/>
                <w:szCs w:val="20"/>
                <w:lang w:eastAsia="pl-PL"/>
              </w:rPr>
              <w:br/>
              <w:t>Harmonogram spotkań;</w:t>
            </w:r>
            <w:r w:rsidRPr="006B61A0">
              <w:rPr>
                <w:color w:val="000000"/>
                <w:sz w:val="20"/>
                <w:szCs w:val="20"/>
                <w:lang w:eastAsia="pl-PL"/>
              </w:rPr>
              <w:br/>
              <w:t>Zaproszenie do udziału w spotkaniu</w:t>
            </w:r>
          </w:p>
        </w:tc>
      </w:tr>
    </w:tbl>
    <w:p w:rsidR="00C417E9" w:rsidRPr="006B61A0" w:rsidRDefault="00C417E9" w:rsidP="006B61A0">
      <w:pPr>
        <w:widowControl w:val="0"/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6B61A0" w:rsidRDefault="00C417E9" w:rsidP="006B61A0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6B61A0">
        <w:rPr>
          <w:color w:val="000000"/>
          <w:sz w:val="20"/>
          <w:szCs w:val="20"/>
          <w:lang w:eastAsia="pl-PL"/>
        </w:rPr>
        <w:t>DOKUMENTY ZWIĄZANE:</w:t>
      </w:r>
    </w:p>
    <w:p w:rsidR="00C417E9" w:rsidRPr="006B61A0" w:rsidRDefault="00C417E9" w:rsidP="006B61A0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6B61A0" w:rsidRDefault="00C417E9" w:rsidP="006B61A0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6B61A0">
        <w:rPr>
          <w:color w:val="000000"/>
          <w:sz w:val="20"/>
          <w:szCs w:val="20"/>
          <w:lang w:eastAsia="pl-PL"/>
        </w:rPr>
        <w:t xml:space="preserve"> 1. Dokumenty strategiczne dot. polityk lokalnych</w:t>
      </w:r>
    </w:p>
    <w:p w:rsidR="00C417E9" w:rsidRPr="006B61A0" w:rsidRDefault="00C417E9" w:rsidP="006B61A0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6B61A0">
        <w:rPr>
          <w:color w:val="000000"/>
          <w:sz w:val="20"/>
          <w:szCs w:val="20"/>
          <w:lang w:eastAsia="pl-PL"/>
        </w:rPr>
        <w:t xml:space="preserve"> 2. Harmonogram spotkań</w:t>
      </w:r>
    </w:p>
    <w:p w:rsidR="00C417E9" w:rsidRPr="006B61A0" w:rsidRDefault="00C417E9" w:rsidP="006B61A0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6B61A0">
        <w:rPr>
          <w:color w:val="000000"/>
          <w:sz w:val="20"/>
          <w:szCs w:val="20"/>
          <w:lang w:eastAsia="pl-PL"/>
        </w:rPr>
        <w:t xml:space="preserve"> 3. Wykaz najważniejszych przedsięwzięć realizowanych przez JST w ramach każdej z polityk</w:t>
      </w:r>
    </w:p>
    <w:p w:rsidR="00C417E9" w:rsidRPr="006B61A0" w:rsidRDefault="00C417E9" w:rsidP="006B61A0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6B61A0">
        <w:rPr>
          <w:color w:val="000000"/>
          <w:sz w:val="20"/>
          <w:szCs w:val="20"/>
          <w:lang w:eastAsia="pl-PL"/>
        </w:rPr>
        <w:t xml:space="preserve"> 4. Zaproszenie do udziału w spotkaniu</w:t>
      </w:r>
    </w:p>
    <w:p w:rsidR="00C417E9" w:rsidRPr="006B61A0" w:rsidRDefault="00C417E9" w:rsidP="006B61A0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0"/>
          <w:szCs w:val="20"/>
          <w:lang w:eastAsia="pl-PL"/>
        </w:rPr>
      </w:pPr>
      <w:r w:rsidRPr="006B61A0">
        <w:rPr>
          <w:b/>
          <w:bCs/>
          <w:color w:val="000000"/>
          <w:sz w:val="20"/>
          <w:szCs w:val="20"/>
          <w:lang w:eastAsia="pl-PL"/>
        </w:rPr>
        <w:br w:type="page"/>
        <w:t>MODEL PROCESU:</w:t>
      </w:r>
    </w:p>
    <w:p w:rsidR="00C417E9" w:rsidRPr="006B61A0" w:rsidRDefault="00C417E9" w:rsidP="006B61A0">
      <w:pPr>
        <w:pStyle w:val="ListParagraph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Arial" w:hAnsi="Arial" w:cs="Arial"/>
          <w:b/>
          <w:sz w:val="24"/>
          <w:u w:val="single"/>
        </w:rPr>
      </w:pPr>
      <w:r w:rsidRPr="0044753A">
        <w:rPr>
          <w:rFonts w:cs="Arial"/>
          <w:noProof/>
          <w:sz w:val="20"/>
          <w:szCs w:val="20"/>
          <w:lang w:eastAsia="pl-PL"/>
        </w:rPr>
        <w:pict>
          <v:shape id="Obraz 4" o:spid="_x0000_i1026" type="#_x0000_t75" style="width:480pt;height:675.75pt;visibility:visible">
            <v:imagedata r:id="rId6" o:title=""/>
          </v:shape>
        </w:pict>
      </w:r>
      <w:r w:rsidRPr="006B61A0">
        <w:rPr>
          <w:rFonts w:cs="Arial"/>
          <w:sz w:val="20"/>
          <w:szCs w:val="20"/>
          <w:lang w:eastAsia="pl-PL"/>
        </w:rPr>
        <w:t xml:space="preserve"> </w:t>
      </w:r>
      <w:r w:rsidRPr="006B61A0">
        <w:rPr>
          <w:color w:val="000000"/>
          <w:sz w:val="20"/>
          <w:szCs w:val="20"/>
          <w:lang w:eastAsia="pl-PL"/>
        </w:rPr>
        <w:br w:type="page"/>
      </w:r>
      <w:r>
        <w:rPr>
          <w:rFonts w:ascii="Arial" w:hAnsi="Arial" w:cs="Arial"/>
          <w:b/>
          <w:sz w:val="24"/>
          <w:u w:val="single"/>
        </w:rPr>
        <w:t xml:space="preserve">Procedura 2. </w:t>
      </w:r>
      <w:r w:rsidRPr="006B61A0">
        <w:rPr>
          <w:rFonts w:ascii="Arial" w:hAnsi="Arial" w:cs="Arial"/>
          <w:b/>
          <w:sz w:val="24"/>
          <w:u w:val="single"/>
        </w:rPr>
        <w:t>Opracowanie procedur dot. pozyskiwania informacji we współpracy z reprezentacjami organizacji, federacjami itp. przez coroczne badania ewaluacyjne lokalnego systemu informacji, w tym m.in. badania ankietowe.</w:t>
      </w:r>
    </w:p>
    <w:p w:rsidR="00C417E9" w:rsidRPr="00105240" w:rsidRDefault="00C417E9" w:rsidP="006B61A0">
      <w:pPr>
        <w:pStyle w:val="Heading3"/>
        <w:rPr>
          <w:rFonts w:ascii="Calibri" w:hAnsi="Calibri"/>
          <w:b w:val="0"/>
          <w:color w:val="auto"/>
          <w:sz w:val="20"/>
          <w:szCs w:val="20"/>
          <w:lang w:eastAsia="pl-PL"/>
        </w:rPr>
      </w:pPr>
      <w:r w:rsidRPr="00105240">
        <w:rPr>
          <w:rFonts w:ascii="Calibri" w:hAnsi="Calibri"/>
          <w:b w:val="0"/>
          <w:color w:val="auto"/>
          <w:sz w:val="20"/>
          <w:szCs w:val="20"/>
          <w:lang w:eastAsia="pl-PL"/>
        </w:rPr>
        <w:t>Proces 3</w:t>
      </w:r>
    </w:p>
    <w:p w:rsidR="00C417E9" w:rsidRPr="006B61A0" w:rsidRDefault="00C417E9" w:rsidP="006B61A0">
      <w:pPr>
        <w:rPr>
          <w:lang w:eastAsia="pl-PL"/>
        </w:rPr>
      </w:pPr>
    </w:p>
    <w:p w:rsidR="00C417E9" w:rsidRPr="006B61A0" w:rsidRDefault="00C417E9" w:rsidP="006B61A0">
      <w:pPr>
        <w:autoSpaceDE w:val="0"/>
        <w:autoSpaceDN w:val="0"/>
        <w:adjustRightInd w:val="0"/>
        <w:spacing w:after="0" w:line="240" w:lineRule="auto"/>
        <w:rPr>
          <w:b/>
          <w:bCs/>
          <w:sz w:val="20"/>
          <w:szCs w:val="20"/>
          <w:lang w:eastAsia="pl-PL"/>
        </w:rPr>
      </w:pPr>
      <w:r w:rsidRPr="006B61A0">
        <w:rPr>
          <w:b/>
          <w:bCs/>
          <w:color w:val="000000"/>
          <w:sz w:val="20"/>
          <w:szCs w:val="20"/>
          <w:lang w:eastAsia="pl-PL"/>
        </w:rPr>
        <w:t>TABELA I INICJACJA PODPROCEDURY</w:t>
      </w:r>
    </w:p>
    <w:p w:rsidR="00C417E9" w:rsidRPr="006B61A0" w:rsidRDefault="00C417E9" w:rsidP="006B61A0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B61A0">
              <w:rPr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B61A0">
              <w:rPr>
                <w:b/>
                <w:bCs/>
                <w:color w:val="000000"/>
                <w:sz w:val="20"/>
                <w:szCs w:val="20"/>
                <w:lang w:eastAsia="pl-PL"/>
              </w:rPr>
              <w:t>Dostawca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B61A0">
              <w:rPr>
                <w:b/>
                <w:bCs/>
                <w:color w:val="000000"/>
                <w:sz w:val="20"/>
                <w:szCs w:val="20"/>
                <w:lang w:eastAsia="pl-PL"/>
              </w:rPr>
              <w:t>Zdarzenie; Dokument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Należy dokonać analizy lokalnego systemu informacji</w:t>
            </w:r>
          </w:p>
        </w:tc>
      </w:tr>
    </w:tbl>
    <w:p w:rsidR="00C417E9" w:rsidRPr="006B61A0" w:rsidRDefault="00C417E9" w:rsidP="006B61A0">
      <w:pPr>
        <w:widowControl w:val="0"/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6B61A0" w:rsidRDefault="00C417E9" w:rsidP="006B61A0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6B61A0" w:rsidRDefault="00C417E9" w:rsidP="006B61A0">
      <w:pPr>
        <w:autoSpaceDE w:val="0"/>
        <w:autoSpaceDN w:val="0"/>
        <w:adjustRightInd w:val="0"/>
        <w:spacing w:after="0" w:line="240" w:lineRule="auto"/>
        <w:rPr>
          <w:b/>
          <w:bCs/>
          <w:sz w:val="20"/>
          <w:szCs w:val="20"/>
          <w:lang w:eastAsia="pl-PL"/>
        </w:rPr>
      </w:pPr>
      <w:r w:rsidRPr="006B61A0">
        <w:rPr>
          <w:b/>
          <w:bCs/>
          <w:color w:val="000000"/>
          <w:sz w:val="20"/>
          <w:szCs w:val="20"/>
          <w:lang w:eastAsia="pl-PL"/>
        </w:rPr>
        <w:t>TABELA II OPIS PRACY</w:t>
      </w:r>
    </w:p>
    <w:p w:rsidR="00C417E9" w:rsidRPr="006B61A0" w:rsidRDefault="00C417E9" w:rsidP="006B61A0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1542"/>
        <w:gridCol w:w="4530"/>
        <w:gridCol w:w="1542"/>
        <w:gridCol w:w="1542"/>
      </w:tblGrid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6B61A0">
              <w:rPr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6B61A0">
              <w:rPr>
                <w:b/>
                <w:bCs/>
                <w:color w:val="000000"/>
                <w:sz w:val="20"/>
                <w:szCs w:val="20"/>
                <w:lang w:eastAsia="pl-PL"/>
              </w:rPr>
              <w:t>Dokument na wejściu do czynności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6B61A0">
              <w:rPr>
                <w:b/>
                <w:bCs/>
                <w:color w:val="000000"/>
                <w:sz w:val="20"/>
                <w:szCs w:val="20"/>
                <w:lang w:eastAsia="pl-PL"/>
              </w:rPr>
              <w:t>Opis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6B61A0">
              <w:rPr>
                <w:b/>
                <w:bCs/>
                <w:color w:val="000000"/>
                <w:sz w:val="20"/>
                <w:szCs w:val="20"/>
                <w:lang w:eastAsia="pl-PL"/>
              </w:rPr>
              <w:t>Dokument na wyjściu z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6B61A0">
              <w:rPr>
                <w:b/>
                <w:bCs/>
                <w:color w:val="000000"/>
                <w:sz w:val="20"/>
                <w:szCs w:val="20"/>
                <w:lang w:eastAsia="pl-PL"/>
              </w:rPr>
              <w:t>Stanowisko wykonujące czynność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B61A0">
              <w:rPr>
                <w:b/>
                <w:bCs/>
                <w:color w:val="000000"/>
                <w:sz w:val="20"/>
                <w:szCs w:val="20"/>
                <w:lang w:eastAsia="pl-PL"/>
              </w:rPr>
              <w:t>Przeprowadzenie diagnozy lokalnego systemu informacji</w:t>
            </w: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2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Obecny stan lokalnego systemu informacji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Wydział Oświaty, Kultury i Promocji (OKP)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Obecny stan lokalnego systemu informacji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B61A0">
              <w:rPr>
                <w:b/>
                <w:bCs/>
                <w:color w:val="000000"/>
                <w:sz w:val="20"/>
                <w:szCs w:val="20"/>
                <w:lang w:eastAsia="pl-PL"/>
              </w:rPr>
              <w:t>Sformułowanie kluczowych zagadnień stanowiących podstawę corocznej diagnozy</w:t>
            </w: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3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Kluczowe zagadnienia stanowiące podstawę corocznej diagnozy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Wydział Oświaty, Kultury i Promocji (OKP)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B61A0">
              <w:rPr>
                <w:b/>
                <w:bCs/>
                <w:color w:val="000000"/>
                <w:sz w:val="20"/>
                <w:szCs w:val="20"/>
                <w:lang w:eastAsia="pl-PL"/>
              </w:rPr>
              <w:t>Ustalenie rocznego harmonogramu prac badawczych</w:t>
            </w: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4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Harmonogram prac badawczych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Starosta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B61A0">
              <w:rPr>
                <w:b/>
                <w:bCs/>
                <w:color w:val="000000"/>
                <w:sz w:val="20"/>
                <w:szCs w:val="20"/>
                <w:lang w:eastAsia="pl-PL"/>
              </w:rPr>
              <w:t>Wybór narzędzi badawczych</w:t>
            </w: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5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Wydział Oświaty, Kultury i Promocji (OKP)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B61A0">
              <w:rPr>
                <w:b/>
                <w:bCs/>
                <w:color w:val="000000"/>
                <w:sz w:val="20"/>
                <w:szCs w:val="20"/>
                <w:lang w:eastAsia="pl-PL"/>
              </w:rPr>
              <w:t>Opracowanie narzędzi badawczych</w:t>
            </w: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6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Ankieta ewaluacyjna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Wydział Oświaty, Kultury i Promocji (OKP)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B61A0">
              <w:rPr>
                <w:b/>
                <w:bCs/>
                <w:color w:val="000000"/>
                <w:sz w:val="20"/>
                <w:szCs w:val="20"/>
                <w:lang w:eastAsia="pl-PL"/>
              </w:rPr>
              <w:t>Wybór sposobów przeprowadzania badania</w:t>
            </w: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7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Wydział Oświaty, Kultury i Promocji (OKP)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B61A0">
              <w:rPr>
                <w:b/>
                <w:bCs/>
                <w:color w:val="000000"/>
                <w:sz w:val="20"/>
                <w:szCs w:val="20"/>
                <w:lang w:eastAsia="pl-PL"/>
              </w:rPr>
              <w:t>Stworzenie bazy danych respondentów</w:t>
            </w: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Wsparcie informatyczne</w:t>
            </w: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 xml:space="preserve"> - System aplikacji: Strona internetowa starostwa</w:t>
            </w: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8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Wykaz NGO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Wydział Oświaty, Kultury i Promocji (OKP)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B61A0">
              <w:rPr>
                <w:b/>
                <w:bCs/>
                <w:color w:val="000000"/>
                <w:sz w:val="20"/>
                <w:szCs w:val="20"/>
                <w:lang w:eastAsia="pl-PL"/>
              </w:rPr>
              <w:t>Przeprowadzenie badania</w:t>
            </w: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 xml:space="preserve"> W przypadku gdy 'Ankieta tradycyjna' to dalsze postępowanie zgodnie z L.p. 9 LUB w przypadku gdy 'Ankieta internetowa' to dalsze postępowanie zgodnie z L.p. 9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Wydział Oświaty, Kultury i Promocji (OKP)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Ankieta ewaluacyjna;</w:t>
            </w: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Harmonogram prac badawczych;</w:t>
            </w: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Obecny stan lokalnego systemu informacji;</w:t>
            </w: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Kluczowe zagadnienia stanowiące podstawę corocznej diagnozy;</w:t>
            </w: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Wykaz NGO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B61A0">
              <w:rPr>
                <w:b/>
                <w:bCs/>
                <w:color w:val="000000"/>
                <w:sz w:val="20"/>
                <w:szCs w:val="20"/>
                <w:lang w:eastAsia="pl-PL"/>
              </w:rPr>
              <w:t>Ocena wyników i sformułowanie wniosków</w:t>
            </w: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10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Wnioski z ewaluacji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Wydział Oświaty, Kultury i Promocji (OKP)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Wnioski z ewaluacji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B61A0">
              <w:rPr>
                <w:b/>
                <w:bCs/>
                <w:color w:val="000000"/>
                <w:sz w:val="20"/>
                <w:szCs w:val="20"/>
                <w:lang w:eastAsia="pl-PL"/>
              </w:rPr>
              <w:t>Zatwierdzenie</w:t>
            </w: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 xml:space="preserve"> Przeprowadzono badania ewaluacyjne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Wnioski z ewaluacji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Starosta</w:t>
            </w:r>
          </w:p>
        </w:tc>
      </w:tr>
    </w:tbl>
    <w:p w:rsidR="00C417E9" w:rsidRPr="006B61A0" w:rsidRDefault="00C417E9" w:rsidP="006B61A0">
      <w:pPr>
        <w:widowControl w:val="0"/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6B61A0" w:rsidRDefault="00C417E9" w:rsidP="006B61A0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6B61A0" w:rsidRDefault="00C417E9" w:rsidP="006B61A0">
      <w:pPr>
        <w:autoSpaceDE w:val="0"/>
        <w:autoSpaceDN w:val="0"/>
        <w:adjustRightInd w:val="0"/>
        <w:spacing w:after="0" w:line="240" w:lineRule="auto"/>
        <w:rPr>
          <w:b/>
          <w:bCs/>
          <w:sz w:val="20"/>
          <w:szCs w:val="20"/>
          <w:lang w:eastAsia="pl-PL"/>
        </w:rPr>
      </w:pPr>
      <w:r w:rsidRPr="006B61A0">
        <w:rPr>
          <w:b/>
          <w:bCs/>
          <w:color w:val="000000"/>
          <w:sz w:val="20"/>
          <w:szCs w:val="20"/>
          <w:lang w:eastAsia="pl-PL"/>
        </w:rPr>
        <w:t>TABELA III WYNIK REALIZACJI PODPROCEDURY</w:t>
      </w:r>
    </w:p>
    <w:p w:rsidR="00C417E9" w:rsidRPr="006B61A0" w:rsidRDefault="00C417E9" w:rsidP="006B61A0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B61A0">
              <w:rPr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B61A0">
              <w:rPr>
                <w:b/>
                <w:bCs/>
                <w:color w:val="000000"/>
                <w:sz w:val="20"/>
                <w:szCs w:val="20"/>
                <w:lang w:eastAsia="pl-PL"/>
              </w:rPr>
              <w:t>Odbiorca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B61A0">
              <w:rPr>
                <w:b/>
                <w:bCs/>
                <w:color w:val="000000"/>
                <w:sz w:val="20"/>
                <w:szCs w:val="20"/>
                <w:lang w:eastAsia="pl-PL"/>
              </w:rPr>
              <w:t>Zdarzenie; Dokument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Starosta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6B61A0" w:rsidRDefault="00C417E9" w:rsidP="006B61A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B61A0">
              <w:rPr>
                <w:color w:val="000000"/>
                <w:sz w:val="20"/>
                <w:szCs w:val="20"/>
                <w:lang w:eastAsia="pl-PL"/>
              </w:rPr>
              <w:t>Przeprowadzono badania ewaluacyjne;</w:t>
            </w:r>
            <w:r w:rsidRPr="006B61A0">
              <w:rPr>
                <w:color w:val="000000"/>
                <w:sz w:val="20"/>
                <w:szCs w:val="20"/>
                <w:lang w:eastAsia="pl-PL"/>
              </w:rPr>
              <w:br/>
              <w:t>Wnioski z ewaluacji</w:t>
            </w:r>
          </w:p>
        </w:tc>
      </w:tr>
    </w:tbl>
    <w:p w:rsidR="00C417E9" w:rsidRPr="006B61A0" w:rsidRDefault="00C417E9" w:rsidP="006B61A0">
      <w:pPr>
        <w:widowControl w:val="0"/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6B61A0" w:rsidRDefault="00C417E9" w:rsidP="006B61A0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6B61A0">
        <w:rPr>
          <w:color w:val="000000"/>
          <w:sz w:val="20"/>
          <w:szCs w:val="20"/>
          <w:lang w:eastAsia="pl-PL"/>
        </w:rPr>
        <w:t>DOKUMENTY ZWIĄZANE:</w:t>
      </w:r>
    </w:p>
    <w:p w:rsidR="00C417E9" w:rsidRPr="006B61A0" w:rsidRDefault="00C417E9" w:rsidP="006B61A0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6B61A0" w:rsidRDefault="00C417E9" w:rsidP="006B61A0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6B61A0">
        <w:rPr>
          <w:color w:val="000000"/>
          <w:sz w:val="20"/>
          <w:szCs w:val="20"/>
          <w:lang w:eastAsia="pl-PL"/>
        </w:rPr>
        <w:t xml:space="preserve"> 1. Ankieta ewaluacyjna</w:t>
      </w:r>
    </w:p>
    <w:p w:rsidR="00C417E9" w:rsidRPr="006B61A0" w:rsidRDefault="00C417E9" w:rsidP="006B61A0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6B61A0">
        <w:rPr>
          <w:color w:val="000000"/>
          <w:sz w:val="20"/>
          <w:szCs w:val="20"/>
          <w:lang w:eastAsia="pl-PL"/>
        </w:rPr>
        <w:t xml:space="preserve"> 2. Harmonogram prac badawczych</w:t>
      </w:r>
    </w:p>
    <w:p w:rsidR="00C417E9" w:rsidRPr="006B61A0" w:rsidRDefault="00C417E9" w:rsidP="006B61A0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6B61A0">
        <w:rPr>
          <w:color w:val="000000"/>
          <w:sz w:val="20"/>
          <w:szCs w:val="20"/>
          <w:lang w:eastAsia="pl-PL"/>
        </w:rPr>
        <w:t xml:space="preserve"> 3. Kluczowe zagadnienia stanowiące podstawę corocznej diagnozy</w:t>
      </w:r>
    </w:p>
    <w:p w:rsidR="00C417E9" w:rsidRPr="006B61A0" w:rsidRDefault="00C417E9" w:rsidP="006B61A0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6B61A0">
        <w:rPr>
          <w:color w:val="000000"/>
          <w:sz w:val="20"/>
          <w:szCs w:val="20"/>
          <w:lang w:eastAsia="pl-PL"/>
        </w:rPr>
        <w:t xml:space="preserve"> 4. Obecny stan lokalnego systemu informacji</w:t>
      </w:r>
    </w:p>
    <w:p w:rsidR="00C417E9" w:rsidRPr="006B61A0" w:rsidRDefault="00C417E9" w:rsidP="006B61A0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6B61A0">
        <w:rPr>
          <w:color w:val="000000"/>
          <w:sz w:val="20"/>
          <w:szCs w:val="20"/>
          <w:lang w:eastAsia="pl-PL"/>
        </w:rPr>
        <w:t xml:space="preserve"> 5. Wnioski z ewaluacji</w:t>
      </w:r>
    </w:p>
    <w:p w:rsidR="00C417E9" w:rsidRPr="006B61A0" w:rsidRDefault="00C417E9" w:rsidP="006B61A0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6B61A0">
        <w:rPr>
          <w:color w:val="000000"/>
          <w:sz w:val="20"/>
          <w:szCs w:val="20"/>
          <w:lang w:eastAsia="pl-PL"/>
        </w:rPr>
        <w:t xml:space="preserve"> 6. Wykaz NGO</w:t>
      </w:r>
    </w:p>
    <w:p w:rsidR="00C417E9" w:rsidRPr="006B61A0" w:rsidRDefault="00C417E9" w:rsidP="006B61A0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0"/>
          <w:szCs w:val="20"/>
          <w:lang w:eastAsia="pl-PL"/>
        </w:rPr>
      </w:pPr>
      <w:r w:rsidRPr="006B61A0">
        <w:rPr>
          <w:b/>
          <w:bCs/>
          <w:color w:val="000000"/>
          <w:sz w:val="20"/>
          <w:szCs w:val="20"/>
          <w:lang w:eastAsia="pl-PL"/>
        </w:rPr>
        <w:br w:type="page"/>
        <w:t>MODEL PROCESU:</w:t>
      </w:r>
    </w:p>
    <w:p w:rsidR="00C417E9" w:rsidRDefault="00C417E9" w:rsidP="00B6442A">
      <w:pPr>
        <w:pStyle w:val="Heading3"/>
        <w:rPr>
          <w:rFonts w:ascii="Calibri" w:hAnsi="Calibri"/>
          <w:color w:val="000000"/>
          <w:sz w:val="20"/>
          <w:szCs w:val="20"/>
          <w:lang w:eastAsia="pl-PL"/>
        </w:rPr>
      </w:pPr>
      <w:r w:rsidRPr="0044753A">
        <w:rPr>
          <w:rFonts w:ascii="Calibri" w:hAnsi="Calibri" w:cs="Arial"/>
          <w:noProof/>
          <w:sz w:val="20"/>
          <w:szCs w:val="20"/>
          <w:lang w:eastAsia="pl-PL"/>
        </w:rPr>
        <w:pict>
          <v:shape id="Obraz 5" o:spid="_x0000_i1027" type="#_x0000_t75" style="width:245.25pt;height:655.5pt;visibility:visible">
            <v:imagedata r:id="rId7" o:title=""/>
          </v:shape>
        </w:pict>
      </w:r>
      <w:r w:rsidRPr="006B61A0">
        <w:rPr>
          <w:rFonts w:ascii="Calibri" w:hAnsi="Calibri" w:cs="Arial"/>
          <w:sz w:val="20"/>
          <w:szCs w:val="20"/>
          <w:lang w:eastAsia="pl-PL"/>
        </w:rPr>
        <w:t xml:space="preserve"> </w:t>
      </w:r>
      <w:r w:rsidRPr="006B61A0">
        <w:rPr>
          <w:rFonts w:ascii="Calibri" w:hAnsi="Calibri"/>
          <w:color w:val="000000"/>
          <w:sz w:val="20"/>
          <w:szCs w:val="20"/>
          <w:lang w:eastAsia="pl-PL"/>
        </w:rPr>
        <w:br w:type="page"/>
      </w:r>
    </w:p>
    <w:p w:rsidR="00C417E9" w:rsidRPr="00B6442A" w:rsidRDefault="00C417E9" w:rsidP="00B6442A">
      <w:pPr>
        <w:pStyle w:val="Heading3"/>
        <w:rPr>
          <w:rFonts w:ascii="Arial" w:hAnsi="Arial" w:cs="Arial"/>
          <w:color w:val="auto"/>
          <w:sz w:val="20"/>
          <w:szCs w:val="20"/>
          <w:lang w:eastAsia="pl-PL"/>
        </w:rPr>
      </w:pPr>
      <w:r w:rsidRPr="00B6442A">
        <w:rPr>
          <w:rFonts w:ascii="Arial" w:hAnsi="Arial" w:cs="Arial"/>
          <w:color w:val="auto"/>
        </w:rPr>
        <w:t>Obszar 3. Współtworzenie przez samorząd terytorialny i organizacje pozarządowe strategii i programów realizacji polityk publicznych oraz rozwiązań instytucjonalnych</w:t>
      </w:r>
    </w:p>
    <w:p w:rsidR="00C417E9" w:rsidRDefault="00C417E9" w:rsidP="00B6442A">
      <w:pPr>
        <w:pStyle w:val="Heading3"/>
        <w:rPr>
          <w:rFonts w:ascii="Arial" w:hAnsi="Arial" w:cs="Arial"/>
          <w:iCs/>
          <w:color w:val="auto"/>
          <w:sz w:val="24"/>
          <w:szCs w:val="24"/>
          <w:u w:val="single"/>
          <w:lang w:eastAsia="pl-PL"/>
        </w:rPr>
      </w:pPr>
    </w:p>
    <w:p w:rsidR="00C417E9" w:rsidRPr="00B6442A" w:rsidRDefault="00C417E9" w:rsidP="00B6442A">
      <w:pPr>
        <w:pStyle w:val="Heading3"/>
        <w:rPr>
          <w:rFonts w:ascii="Arial" w:hAnsi="Arial" w:cs="Arial"/>
          <w:color w:val="auto"/>
          <w:sz w:val="24"/>
          <w:szCs w:val="24"/>
          <w:u w:val="single"/>
          <w:lang w:eastAsia="pl-PL"/>
        </w:rPr>
      </w:pPr>
      <w:r w:rsidRPr="00B6442A">
        <w:rPr>
          <w:rFonts w:ascii="Arial" w:hAnsi="Arial" w:cs="Arial"/>
          <w:iCs/>
          <w:color w:val="auto"/>
          <w:sz w:val="24"/>
          <w:szCs w:val="24"/>
          <w:u w:val="single"/>
          <w:lang w:eastAsia="pl-PL"/>
        </w:rPr>
        <w:t xml:space="preserve">Procedura 1.  </w:t>
      </w:r>
      <w:r w:rsidRPr="00B6442A">
        <w:rPr>
          <w:rFonts w:ascii="Arial" w:hAnsi="Arial" w:cs="Arial"/>
          <w:color w:val="auto"/>
          <w:sz w:val="24"/>
          <w:szCs w:val="24"/>
          <w:u w:val="single"/>
        </w:rPr>
        <w:t>Opracowanie procedur dot. modelu dokumentów strategicznych</w:t>
      </w:r>
    </w:p>
    <w:p w:rsidR="00C417E9" w:rsidRDefault="00C417E9" w:rsidP="00B6442A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0"/>
          <w:szCs w:val="20"/>
          <w:lang w:eastAsia="pl-PL"/>
        </w:rPr>
      </w:pPr>
    </w:p>
    <w:p w:rsidR="00C417E9" w:rsidRDefault="00C417E9" w:rsidP="00B6442A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0"/>
          <w:szCs w:val="20"/>
          <w:lang w:eastAsia="pl-PL"/>
        </w:rPr>
      </w:pPr>
      <w:r>
        <w:rPr>
          <w:b/>
          <w:bCs/>
          <w:color w:val="000000"/>
          <w:sz w:val="20"/>
          <w:szCs w:val="20"/>
          <w:lang w:eastAsia="pl-PL"/>
        </w:rPr>
        <w:t>Proces 7</w:t>
      </w:r>
    </w:p>
    <w:p w:rsidR="00C417E9" w:rsidRDefault="00C417E9" w:rsidP="00B6442A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0"/>
          <w:szCs w:val="20"/>
          <w:lang w:eastAsia="pl-PL"/>
        </w:rPr>
      </w:pPr>
    </w:p>
    <w:p w:rsidR="00C417E9" w:rsidRPr="00B6442A" w:rsidRDefault="00C417E9" w:rsidP="00B6442A">
      <w:pPr>
        <w:autoSpaceDE w:val="0"/>
        <w:autoSpaceDN w:val="0"/>
        <w:adjustRightInd w:val="0"/>
        <w:spacing w:after="0" w:line="240" w:lineRule="auto"/>
        <w:rPr>
          <w:b/>
          <w:bCs/>
          <w:sz w:val="20"/>
          <w:szCs w:val="20"/>
          <w:lang w:eastAsia="pl-PL"/>
        </w:rPr>
      </w:pPr>
      <w:r w:rsidRPr="00B6442A">
        <w:rPr>
          <w:b/>
          <w:bCs/>
          <w:color w:val="000000"/>
          <w:sz w:val="20"/>
          <w:szCs w:val="20"/>
          <w:lang w:eastAsia="pl-PL"/>
        </w:rPr>
        <w:t>TABELA I INICJACJA PODPROCEDURY</w:t>
      </w:r>
    </w:p>
    <w:p w:rsidR="00C417E9" w:rsidRPr="00B6442A" w:rsidRDefault="00C417E9" w:rsidP="00B6442A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B6442A">
              <w:rPr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B6442A">
              <w:rPr>
                <w:b/>
                <w:bCs/>
                <w:color w:val="000000"/>
                <w:sz w:val="20"/>
                <w:szCs w:val="20"/>
                <w:lang w:eastAsia="pl-PL"/>
              </w:rPr>
              <w:t>Dostawca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B6442A">
              <w:rPr>
                <w:b/>
                <w:bCs/>
                <w:color w:val="000000"/>
                <w:sz w:val="20"/>
                <w:szCs w:val="20"/>
                <w:lang w:eastAsia="pl-PL"/>
              </w:rPr>
              <w:t>Zdarzenie; Dokument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Istnieje potrzeba sporządzenia modelu dokumentu strategicznego</w:t>
            </w:r>
          </w:p>
        </w:tc>
      </w:tr>
    </w:tbl>
    <w:p w:rsidR="00C417E9" w:rsidRPr="00B6442A" w:rsidRDefault="00C417E9" w:rsidP="00B6442A">
      <w:pPr>
        <w:widowControl w:val="0"/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B6442A" w:rsidRDefault="00C417E9" w:rsidP="00B6442A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B6442A" w:rsidRDefault="00C417E9" w:rsidP="00B6442A">
      <w:pPr>
        <w:autoSpaceDE w:val="0"/>
        <w:autoSpaceDN w:val="0"/>
        <w:adjustRightInd w:val="0"/>
        <w:spacing w:after="0" w:line="240" w:lineRule="auto"/>
        <w:rPr>
          <w:b/>
          <w:bCs/>
          <w:sz w:val="20"/>
          <w:szCs w:val="20"/>
          <w:lang w:eastAsia="pl-PL"/>
        </w:rPr>
      </w:pPr>
      <w:r w:rsidRPr="00B6442A">
        <w:rPr>
          <w:b/>
          <w:bCs/>
          <w:color w:val="000000"/>
          <w:sz w:val="20"/>
          <w:szCs w:val="20"/>
          <w:lang w:eastAsia="pl-PL"/>
        </w:rPr>
        <w:t>TABELA II OPIS PRACY</w:t>
      </w:r>
    </w:p>
    <w:p w:rsidR="00C417E9" w:rsidRPr="00B6442A" w:rsidRDefault="00C417E9" w:rsidP="00B6442A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1542"/>
        <w:gridCol w:w="4530"/>
        <w:gridCol w:w="1542"/>
        <w:gridCol w:w="1542"/>
      </w:tblGrid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B6442A">
              <w:rPr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B6442A">
              <w:rPr>
                <w:b/>
                <w:bCs/>
                <w:color w:val="000000"/>
                <w:sz w:val="20"/>
                <w:szCs w:val="20"/>
                <w:lang w:eastAsia="pl-PL"/>
              </w:rPr>
              <w:t>Dokument na wejściu do czynności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B6442A">
              <w:rPr>
                <w:b/>
                <w:bCs/>
                <w:color w:val="000000"/>
                <w:sz w:val="20"/>
                <w:szCs w:val="20"/>
                <w:lang w:eastAsia="pl-PL"/>
              </w:rPr>
              <w:t>Opis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B6442A">
              <w:rPr>
                <w:b/>
                <w:bCs/>
                <w:color w:val="000000"/>
                <w:sz w:val="20"/>
                <w:szCs w:val="20"/>
                <w:lang w:eastAsia="pl-PL"/>
              </w:rPr>
              <w:t>Dokument na wyjściu z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B6442A">
              <w:rPr>
                <w:b/>
                <w:bCs/>
                <w:color w:val="000000"/>
                <w:sz w:val="20"/>
                <w:szCs w:val="20"/>
                <w:lang w:eastAsia="pl-PL"/>
              </w:rPr>
              <w:t>Stanowisko wykonujące czynność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B6442A">
              <w:rPr>
                <w:b/>
                <w:bCs/>
                <w:color w:val="000000"/>
                <w:sz w:val="20"/>
                <w:szCs w:val="20"/>
                <w:lang w:eastAsia="pl-PL"/>
              </w:rPr>
              <w:t>Analiza wymagań prawnych</w:t>
            </w: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Wsparcie informatyczne</w:t>
            </w: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 xml:space="preserve"> - System aplikacji: www.sejm.gov.pl</w:t>
            </w:r>
            <w:r w:rsidRPr="00B6442A">
              <w:rPr>
                <w:color w:val="000000"/>
                <w:sz w:val="20"/>
                <w:szCs w:val="20"/>
                <w:lang w:eastAsia="pl-PL"/>
              </w:rPr>
              <w:br/>
              <w:t xml:space="preserve"> - System aplikacji: www.lex.pl</w:t>
            </w: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2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Wniosek do Zarządu o rozpoczęcie prac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Komórka Organizacyjna Starostwa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B6442A">
              <w:rPr>
                <w:b/>
                <w:bCs/>
                <w:color w:val="000000"/>
                <w:sz w:val="20"/>
                <w:szCs w:val="20"/>
                <w:lang w:eastAsia="pl-PL"/>
              </w:rPr>
              <w:t>Podjęcie uchwały o rozpoczęciu prac nad modelem dokumentu strategicznego i powołanie Zespołu Zadaniowego ds. tworzenia modelu dokumentu strategicznego</w:t>
            </w: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3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Uchwała Zarządu Powiatu o rozpoczęciu prac nad modelem dokumentu strategicznego i powołaniu Zespołu Zadaniowego ds. tworzenia modelu dokumentu strategicznego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Zarząd Powiatu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B6442A">
              <w:rPr>
                <w:b/>
                <w:bCs/>
                <w:color w:val="000000"/>
                <w:sz w:val="20"/>
                <w:szCs w:val="20"/>
                <w:lang w:eastAsia="pl-PL"/>
              </w:rPr>
              <w:t>Zbieranie informacji</w:t>
            </w: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4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Zespół Zadaniowy ds. tworzenia dokumentu planistycznego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B6442A">
              <w:rPr>
                <w:b/>
                <w:bCs/>
                <w:color w:val="000000"/>
                <w:sz w:val="20"/>
                <w:szCs w:val="20"/>
                <w:lang w:eastAsia="pl-PL"/>
              </w:rPr>
              <w:t>Sporządzenie projektu modelu dokumentu strategicznego</w:t>
            </w: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5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Projekt modelu dokumentu strategicznego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Zespół Zadaniowy ds. tworzenia dokumentu planistycznego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Projekt modelu dokumentu strategicznego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B6442A">
              <w:rPr>
                <w:b/>
                <w:bCs/>
                <w:color w:val="000000"/>
                <w:sz w:val="20"/>
                <w:szCs w:val="20"/>
                <w:lang w:eastAsia="pl-PL"/>
              </w:rPr>
              <w:t>Analiza projektu pod względem merytorycznym</w:t>
            </w: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6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Zespół Zadaniowy ds. tworzenia dokumentu planistycznego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Projekt modelu dokumentu strategicznego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B6442A">
              <w:rPr>
                <w:b/>
                <w:bCs/>
                <w:color w:val="000000"/>
                <w:sz w:val="20"/>
                <w:szCs w:val="20"/>
                <w:lang w:eastAsia="pl-PL"/>
              </w:rPr>
              <w:t>Przekazanie projektu do Zarządu Powiatu</w:t>
            </w: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7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Zespół Zadaniowy ds. tworzenia dokumentu planistycznego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Projekt modelu dokumentu strategicznego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B6442A">
              <w:rPr>
                <w:b/>
                <w:bCs/>
                <w:color w:val="000000"/>
                <w:sz w:val="20"/>
                <w:szCs w:val="20"/>
                <w:lang w:eastAsia="pl-PL"/>
              </w:rPr>
              <w:t>Weryfikacja projektu</w:t>
            </w: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 xml:space="preserve"> W przypadku gdy 'Zarząd Powiatu nie zgłosił korekt do projektu' to dalsze postępowanie zgodnie z L.p. 9 ALBO w przypadku gdy 'Zarząd Powiatu zgłosił korekty do projektu' to dalsze postępowanie zgodnie z L.p. 8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Projekt modelu dokumentu strategicznego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Zarząd Powiatu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Projekt modelu dokumentu strategicznego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B6442A">
              <w:rPr>
                <w:b/>
                <w:bCs/>
                <w:color w:val="000000"/>
                <w:sz w:val="20"/>
                <w:szCs w:val="20"/>
                <w:lang w:eastAsia="pl-PL"/>
              </w:rPr>
              <w:t>Naniesienie korekt na podstawie uwag Zarządu Powiatu</w:t>
            </w: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9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Projekt modelu dokumentu strategicznego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Zespół Zadaniowy ds. tworzenia dokumentu planistycznego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Projekt modelu dokumentu strategicznego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B6442A">
              <w:rPr>
                <w:b/>
                <w:bCs/>
                <w:color w:val="000000"/>
                <w:sz w:val="20"/>
                <w:szCs w:val="20"/>
                <w:lang w:eastAsia="pl-PL"/>
              </w:rPr>
              <w:t>Zredagowanie ostatecznej wersji dokumentu</w:t>
            </w: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 xml:space="preserve"> Przejś</w:t>
            </w:r>
            <w:r w:rsidRPr="00B6442A">
              <w:rPr>
                <w:color w:val="000000"/>
                <w:sz w:val="20"/>
                <w:szCs w:val="20"/>
                <w:lang w:eastAsia="pl-PL"/>
              </w:rPr>
              <w:t>cie do podprocedury 'proces 5 - konsultacje dokumentów planistycznych (Płaszczyzna 1 Obszar 3 Punkt E)'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Projekt modelu dokumentu strategicznego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Zespół Zadaniowy ds. tworzenia dokumentu planistycznego</w:t>
            </w:r>
          </w:p>
        </w:tc>
      </w:tr>
    </w:tbl>
    <w:p w:rsidR="00C417E9" w:rsidRPr="00B6442A" w:rsidRDefault="00C417E9" w:rsidP="00B6442A">
      <w:pPr>
        <w:widowControl w:val="0"/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B6442A" w:rsidRDefault="00C417E9" w:rsidP="00B6442A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B6442A" w:rsidRDefault="00C417E9" w:rsidP="00B6442A">
      <w:pPr>
        <w:autoSpaceDE w:val="0"/>
        <w:autoSpaceDN w:val="0"/>
        <w:adjustRightInd w:val="0"/>
        <w:spacing w:after="0" w:line="240" w:lineRule="auto"/>
        <w:rPr>
          <w:b/>
          <w:bCs/>
          <w:sz w:val="20"/>
          <w:szCs w:val="20"/>
          <w:lang w:eastAsia="pl-PL"/>
        </w:rPr>
      </w:pPr>
      <w:r w:rsidRPr="00B6442A">
        <w:rPr>
          <w:b/>
          <w:bCs/>
          <w:color w:val="000000"/>
          <w:sz w:val="20"/>
          <w:szCs w:val="20"/>
          <w:lang w:eastAsia="pl-PL"/>
        </w:rPr>
        <w:t>TABELA III WYNIK REALIZACJI PODPROCEDURY</w:t>
      </w:r>
    </w:p>
    <w:p w:rsidR="00C417E9" w:rsidRPr="00B6442A" w:rsidRDefault="00C417E9" w:rsidP="00B6442A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B6442A">
              <w:rPr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B6442A">
              <w:rPr>
                <w:b/>
                <w:bCs/>
                <w:color w:val="000000"/>
                <w:sz w:val="20"/>
                <w:szCs w:val="20"/>
                <w:lang w:eastAsia="pl-PL"/>
              </w:rPr>
              <w:t>Odbiorca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B6442A">
              <w:rPr>
                <w:b/>
                <w:bCs/>
                <w:color w:val="000000"/>
                <w:sz w:val="20"/>
                <w:szCs w:val="20"/>
                <w:lang w:eastAsia="pl-PL"/>
              </w:rPr>
              <w:t>Zdarzenie; Dokument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Zespół Zadaniowy ds. tworzenia dokumentu planistycznego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Sporządzono projekt modelu dokumentu strategicznego;</w:t>
            </w:r>
            <w:r w:rsidRPr="00B6442A">
              <w:rPr>
                <w:color w:val="000000"/>
                <w:sz w:val="20"/>
                <w:szCs w:val="20"/>
                <w:lang w:eastAsia="pl-PL"/>
              </w:rPr>
              <w:br/>
              <w:t>Projekt modelu dokumentu strategicznego</w:t>
            </w:r>
          </w:p>
        </w:tc>
      </w:tr>
    </w:tbl>
    <w:p w:rsidR="00C417E9" w:rsidRPr="00B6442A" w:rsidRDefault="00C417E9" w:rsidP="00B6442A">
      <w:pPr>
        <w:widowControl w:val="0"/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B6442A" w:rsidRDefault="00C417E9" w:rsidP="00B6442A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B6442A">
        <w:rPr>
          <w:color w:val="000000"/>
          <w:sz w:val="20"/>
          <w:szCs w:val="20"/>
          <w:lang w:eastAsia="pl-PL"/>
        </w:rPr>
        <w:t>DOKUMENTY ZWIĄZANE:</w:t>
      </w:r>
    </w:p>
    <w:p w:rsidR="00C417E9" w:rsidRPr="00B6442A" w:rsidRDefault="00C417E9" w:rsidP="00B6442A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B6442A" w:rsidRDefault="00C417E9" w:rsidP="00B6442A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B6442A">
        <w:rPr>
          <w:color w:val="000000"/>
          <w:sz w:val="20"/>
          <w:szCs w:val="20"/>
          <w:lang w:eastAsia="pl-PL"/>
        </w:rPr>
        <w:t xml:space="preserve"> 1. Projekt modelu dokumentu strategicznego</w:t>
      </w:r>
    </w:p>
    <w:p w:rsidR="00C417E9" w:rsidRPr="00B6442A" w:rsidRDefault="00C417E9" w:rsidP="00B6442A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B6442A">
        <w:rPr>
          <w:color w:val="000000"/>
          <w:sz w:val="20"/>
          <w:szCs w:val="20"/>
          <w:lang w:eastAsia="pl-PL"/>
        </w:rPr>
        <w:t xml:space="preserve"> 2. Uchwała Zarządu Powiatu o rozpoczęciu prac nad modelem dokumentu strategicznego i powołaniu Zespołu Zadaniowego ds. tworzenia modelu dokumentu strategicznego</w:t>
      </w:r>
    </w:p>
    <w:p w:rsidR="00C417E9" w:rsidRPr="00B6442A" w:rsidRDefault="00C417E9" w:rsidP="00B6442A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B6442A">
        <w:rPr>
          <w:color w:val="000000"/>
          <w:sz w:val="20"/>
          <w:szCs w:val="20"/>
          <w:lang w:eastAsia="pl-PL"/>
        </w:rPr>
        <w:t xml:space="preserve"> 3. Wniosek do Zarządu o rozpoczęcie prac</w:t>
      </w:r>
    </w:p>
    <w:p w:rsidR="00C417E9" w:rsidRPr="00B6442A" w:rsidRDefault="00C417E9" w:rsidP="00B6442A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0"/>
          <w:szCs w:val="20"/>
          <w:lang w:eastAsia="pl-PL"/>
        </w:rPr>
      </w:pPr>
      <w:r w:rsidRPr="00B6442A">
        <w:rPr>
          <w:b/>
          <w:bCs/>
          <w:color w:val="000000"/>
          <w:sz w:val="20"/>
          <w:szCs w:val="20"/>
          <w:lang w:eastAsia="pl-PL"/>
        </w:rPr>
        <w:br w:type="page"/>
        <w:t>MODEL PROCESU:</w:t>
      </w:r>
    </w:p>
    <w:p w:rsidR="00C417E9" w:rsidRPr="00B6442A" w:rsidRDefault="00C417E9" w:rsidP="00B6442A">
      <w:pPr>
        <w:pStyle w:val="ListParagraph"/>
        <w:numPr>
          <w:ilvl w:val="0"/>
          <w:numId w:val="8"/>
        </w:numPr>
        <w:spacing w:after="0" w:line="240" w:lineRule="auto"/>
        <w:ind w:left="0" w:hanging="11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44753A">
        <w:rPr>
          <w:rFonts w:cs="Arial"/>
          <w:noProof/>
          <w:sz w:val="20"/>
          <w:szCs w:val="20"/>
          <w:lang w:eastAsia="pl-PL"/>
        </w:rPr>
        <w:pict>
          <v:shape id="Obraz 9" o:spid="_x0000_i1028" type="#_x0000_t75" style="width:236.25pt;height:657pt;visibility:visible">
            <v:imagedata r:id="rId8" o:title=""/>
          </v:shape>
        </w:pict>
      </w:r>
      <w:r w:rsidRPr="00B6442A">
        <w:rPr>
          <w:rFonts w:cs="Arial"/>
          <w:sz w:val="20"/>
          <w:szCs w:val="20"/>
          <w:lang w:eastAsia="pl-PL"/>
        </w:rPr>
        <w:t xml:space="preserve"> </w:t>
      </w:r>
      <w:r w:rsidRPr="00B6442A">
        <w:rPr>
          <w:color w:val="000000"/>
          <w:sz w:val="20"/>
          <w:szCs w:val="20"/>
          <w:lang w:eastAsia="pl-PL"/>
        </w:rPr>
        <w:br w:type="page"/>
      </w:r>
      <w:r w:rsidRPr="00B6442A">
        <w:rPr>
          <w:rFonts w:ascii="Arial" w:hAnsi="Arial" w:cs="Arial"/>
          <w:b/>
          <w:iCs/>
          <w:sz w:val="24"/>
          <w:szCs w:val="24"/>
          <w:u w:val="single"/>
          <w:lang w:eastAsia="pl-PL"/>
        </w:rPr>
        <w:t xml:space="preserve">Procedura 2.  </w:t>
      </w:r>
      <w:r w:rsidRPr="00B6442A">
        <w:rPr>
          <w:rFonts w:ascii="Arial" w:hAnsi="Arial" w:cs="Arial"/>
          <w:b/>
          <w:sz w:val="24"/>
          <w:szCs w:val="24"/>
          <w:u w:val="single"/>
        </w:rPr>
        <w:t>Opracowanie procedur dot. schematu tworzenia dokumentów planistycznych.</w:t>
      </w:r>
    </w:p>
    <w:p w:rsidR="00C417E9" w:rsidRDefault="00C417E9" w:rsidP="00B6442A">
      <w:pPr>
        <w:pStyle w:val="Heading3"/>
        <w:rPr>
          <w:rFonts w:ascii="Calibri" w:hAnsi="Calibri"/>
          <w:sz w:val="20"/>
          <w:szCs w:val="20"/>
          <w:lang w:eastAsia="pl-PL"/>
        </w:rPr>
      </w:pPr>
    </w:p>
    <w:p w:rsidR="00C417E9" w:rsidRPr="00105240" w:rsidRDefault="00C417E9" w:rsidP="00B6442A">
      <w:pPr>
        <w:rPr>
          <w:sz w:val="20"/>
          <w:szCs w:val="20"/>
          <w:lang w:eastAsia="pl-PL"/>
        </w:rPr>
      </w:pPr>
      <w:r w:rsidRPr="00105240">
        <w:rPr>
          <w:sz w:val="20"/>
          <w:szCs w:val="20"/>
          <w:lang w:eastAsia="pl-PL"/>
        </w:rPr>
        <w:t>Proces 4</w:t>
      </w:r>
    </w:p>
    <w:p w:rsidR="00C417E9" w:rsidRPr="00B6442A" w:rsidRDefault="00C417E9" w:rsidP="00B6442A">
      <w:pPr>
        <w:autoSpaceDE w:val="0"/>
        <w:autoSpaceDN w:val="0"/>
        <w:adjustRightInd w:val="0"/>
        <w:spacing w:after="0" w:line="240" w:lineRule="auto"/>
        <w:rPr>
          <w:b/>
          <w:bCs/>
          <w:sz w:val="20"/>
          <w:szCs w:val="20"/>
          <w:lang w:eastAsia="pl-PL"/>
        </w:rPr>
      </w:pPr>
      <w:r w:rsidRPr="00B6442A">
        <w:rPr>
          <w:b/>
          <w:bCs/>
          <w:color w:val="000000"/>
          <w:sz w:val="20"/>
          <w:szCs w:val="20"/>
          <w:lang w:eastAsia="pl-PL"/>
        </w:rPr>
        <w:t>TABELA I INICJACJA PODPROCEDURY</w:t>
      </w:r>
    </w:p>
    <w:p w:rsidR="00C417E9" w:rsidRPr="00B6442A" w:rsidRDefault="00C417E9" w:rsidP="00B6442A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B6442A">
              <w:rPr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B6442A">
              <w:rPr>
                <w:b/>
                <w:bCs/>
                <w:color w:val="000000"/>
                <w:sz w:val="20"/>
                <w:szCs w:val="20"/>
                <w:lang w:eastAsia="pl-PL"/>
              </w:rPr>
              <w:t>Dostawca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B6442A">
              <w:rPr>
                <w:b/>
                <w:bCs/>
                <w:color w:val="000000"/>
                <w:sz w:val="20"/>
                <w:szCs w:val="20"/>
                <w:lang w:eastAsia="pl-PL"/>
              </w:rPr>
              <w:t>Zdarzenie; Dokument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Istnieje potrzeba sporządzenia dokumentu planistycznego</w:t>
            </w:r>
          </w:p>
        </w:tc>
      </w:tr>
    </w:tbl>
    <w:p w:rsidR="00C417E9" w:rsidRPr="00B6442A" w:rsidRDefault="00C417E9" w:rsidP="00B6442A">
      <w:pPr>
        <w:widowControl w:val="0"/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B6442A" w:rsidRDefault="00C417E9" w:rsidP="00B6442A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B6442A" w:rsidRDefault="00C417E9" w:rsidP="00B6442A">
      <w:pPr>
        <w:autoSpaceDE w:val="0"/>
        <w:autoSpaceDN w:val="0"/>
        <w:adjustRightInd w:val="0"/>
        <w:spacing w:after="0" w:line="240" w:lineRule="auto"/>
        <w:rPr>
          <w:b/>
          <w:bCs/>
          <w:sz w:val="20"/>
          <w:szCs w:val="20"/>
          <w:lang w:eastAsia="pl-PL"/>
        </w:rPr>
      </w:pPr>
      <w:r w:rsidRPr="00B6442A">
        <w:rPr>
          <w:b/>
          <w:bCs/>
          <w:color w:val="000000"/>
          <w:sz w:val="20"/>
          <w:szCs w:val="20"/>
          <w:lang w:eastAsia="pl-PL"/>
        </w:rPr>
        <w:t>TABELA II OPIS PRACY</w:t>
      </w:r>
    </w:p>
    <w:p w:rsidR="00C417E9" w:rsidRPr="00B6442A" w:rsidRDefault="00C417E9" w:rsidP="00B6442A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1542"/>
        <w:gridCol w:w="4530"/>
        <w:gridCol w:w="1542"/>
        <w:gridCol w:w="1542"/>
      </w:tblGrid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B6442A">
              <w:rPr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B6442A">
              <w:rPr>
                <w:b/>
                <w:bCs/>
                <w:color w:val="000000"/>
                <w:sz w:val="20"/>
                <w:szCs w:val="20"/>
                <w:lang w:eastAsia="pl-PL"/>
              </w:rPr>
              <w:t>Dokument na wejściu do czynności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B6442A">
              <w:rPr>
                <w:b/>
                <w:bCs/>
                <w:color w:val="000000"/>
                <w:sz w:val="20"/>
                <w:szCs w:val="20"/>
                <w:lang w:eastAsia="pl-PL"/>
              </w:rPr>
              <w:t>Opis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B6442A">
              <w:rPr>
                <w:b/>
                <w:bCs/>
                <w:color w:val="000000"/>
                <w:sz w:val="20"/>
                <w:szCs w:val="20"/>
                <w:lang w:eastAsia="pl-PL"/>
              </w:rPr>
              <w:t>Dokument na wyjściu z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B6442A">
              <w:rPr>
                <w:b/>
                <w:bCs/>
                <w:color w:val="000000"/>
                <w:sz w:val="20"/>
                <w:szCs w:val="20"/>
                <w:lang w:eastAsia="pl-PL"/>
              </w:rPr>
              <w:t>Stanowisko wykonujące czynność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B6442A">
              <w:rPr>
                <w:b/>
                <w:bCs/>
                <w:color w:val="000000"/>
                <w:sz w:val="20"/>
                <w:szCs w:val="20"/>
                <w:lang w:eastAsia="pl-PL"/>
              </w:rPr>
              <w:t>Analiza wymagań prawnych</w:t>
            </w: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Wsparcie informatyczne</w:t>
            </w: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 xml:space="preserve"> - System aplikacji: www.sejm.gov.pl</w:t>
            </w:r>
            <w:r w:rsidRPr="00B6442A">
              <w:rPr>
                <w:color w:val="000000"/>
                <w:sz w:val="20"/>
                <w:szCs w:val="20"/>
                <w:lang w:eastAsia="pl-PL"/>
              </w:rPr>
              <w:br/>
              <w:t xml:space="preserve"> - System aplikacji: www.lex.pl</w:t>
            </w: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2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Wniosek do Zarządu o rozpoczęcie prac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Komórka Organizacyjna Starostwa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B6442A">
              <w:rPr>
                <w:b/>
                <w:bCs/>
                <w:color w:val="000000"/>
                <w:sz w:val="20"/>
                <w:szCs w:val="20"/>
                <w:lang w:eastAsia="pl-PL"/>
              </w:rPr>
              <w:t>Podjęcie uchwały o rozpoczęciu prac nad dokumentem planistycznym i powołanie Zespołu Zadaniowego ds. tworzenia dokumentu planistycznego</w:t>
            </w: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3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Uchwała Zarządu Powiatu o rozpoczęciu prac nad dokumentem planistycznym i powołaniu Zespołu Zadaniowego ds. tworzenia dokumentu planistycznego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Zarząd Powiatu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B6442A">
              <w:rPr>
                <w:b/>
                <w:bCs/>
                <w:color w:val="000000"/>
                <w:sz w:val="20"/>
                <w:szCs w:val="20"/>
                <w:lang w:eastAsia="pl-PL"/>
              </w:rPr>
              <w:t>Zbieranie informacji</w:t>
            </w: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4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Zespół Zadaniowy ds. tworzenia dokumentu planistycznego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B6442A">
              <w:rPr>
                <w:b/>
                <w:bCs/>
                <w:color w:val="000000"/>
                <w:sz w:val="20"/>
                <w:szCs w:val="20"/>
                <w:lang w:eastAsia="pl-PL"/>
              </w:rPr>
              <w:t>Sporządzenie projektu dokumentu planistycznego</w:t>
            </w: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5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Projekt dokumentu planistycznego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Zespół Zadaniowy ds. tworzenia dokumentu planistycznego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Projekt dokumentu planistycznego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B6442A">
              <w:rPr>
                <w:b/>
                <w:bCs/>
                <w:color w:val="000000"/>
                <w:sz w:val="20"/>
                <w:szCs w:val="20"/>
                <w:lang w:eastAsia="pl-PL"/>
              </w:rPr>
              <w:t>Analiza projektu pod względem merytorycznym</w:t>
            </w: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6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Zespół Zadaniowy ds. tworzenia dokumentu planistycznego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Projekt dokumentu planistycznego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B6442A">
              <w:rPr>
                <w:b/>
                <w:bCs/>
                <w:color w:val="000000"/>
                <w:sz w:val="20"/>
                <w:szCs w:val="20"/>
                <w:lang w:eastAsia="pl-PL"/>
              </w:rPr>
              <w:t>Przekazanie projektu do Zarządu Powiatu</w:t>
            </w: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7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Zespół Zadaniowy ds. tworzenia dokumentu planistycznego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Projekt dokumentu planistycznego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B6442A">
              <w:rPr>
                <w:b/>
                <w:bCs/>
                <w:color w:val="000000"/>
                <w:sz w:val="20"/>
                <w:szCs w:val="20"/>
                <w:lang w:eastAsia="pl-PL"/>
              </w:rPr>
              <w:t>Weryfikacja projektu</w:t>
            </w: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 xml:space="preserve"> W przypadku gdy 'Zarząd Powiatu nie zgłosił korekt do projektu' to dalsze postępowanie zgodnie z L.p. 9 ALBO w przypadku gdy 'Zarząd Powiatu zgłosił korekty do projektu' to dalsze postępowanie zgodnie z L.p. 8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Projekt dokumentu planistycznego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Zarząd Powiatu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Projekt dokumentu planistycznego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B6442A">
              <w:rPr>
                <w:b/>
                <w:bCs/>
                <w:color w:val="000000"/>
                <w:sz w:val="20"/>
                <w:szCs w:val="20"/>
                <w:lang w:eastAsia="pl-PL"/>
              </w:rPr>
              <w:t>Naniesienie korekt na podstawie uwag Zarządu Powiatu</w:t>
            </w: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9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Projekt dokumentu planistycznego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Zespół Zadaniowy ds. tworzenia dokumentu planistycznego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Projekt dokumentu planistycznego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B6442A">
              <w:rPr>
                <w:b/>
                <w:bCs/>
                <w:color w:val="000000"/>
                <w:sz w:val="20"/>
                <w:szCs w:val="20"/>
                <w:lang w:eastAsia="pl-PL"/>
              </w:rPr>
              <w:t>Zredagowanie ostatecznej wersji dokumentu</w:t>
            </w: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 xml:space="preserve"> Przejś</w:t>
            </w:r>
            <w:r w:rsidRPr="00B6442A">
              <w:rPr>
                <w:color w:val="000000"/>
                <w:sz w:val="20"/>
                <w:szCs w:val="20"/>
                <w:lang w:eastAsia="pl-PL"/>
              </w:rPr>
              <w:t>cie do podprocedury 'proces 5 - konsultacje dokumentów planistycznych (Płaszczyzna 1 Obszar 3 Punkt E)'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Projekt dokumentu planistycznego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Zespół Zadaniowy ds. tworzenia dokumentu planistycznego</w:t>
            </w:r>
          </w:p>
        </w:tc>
      </w:tr>
    </w:tbl>
    <w:p w:rsidR="00C417E9" w:rsidRPr="00B6442A" w:rsidRDefault="00C417E9" w:rsidP="00B6442A">
      <w:pPr>
        <w:widowControl w:val="0"/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B6442A" w:rsidRDefault="00C417E9" w:rsidP="00B6442A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B6442A" w:rsidRDefault="00C417E9" w:rsidP="00B6442A">
      <w:pPr>
        <w:autoSpaceDE w:val="0"/>
        <w:autoSpaceDN w:val="0"/>
        <w:adjustRightInd w:val="0"/>
        <w:spacing w:after="0" w:line="240" w:lineRule="auto"/>
        <w:rPr>
          <w:b/>
          <w:bCs/>
          <w:sz w:val="20"/>
          <w:szCs w:val="20"/>
          <w:lang w:eastAsia="pl-PL"/>
        </w:rPr>
      </w:pPr>
      <w:r w:rsidRPr="00B6442A">
        <w:rPr>
          <w:b/>
          <w:bCs/>
          <w:color w:val="000000"/>
          <w:sz w:val="20"/>
          <w:szCs w:val="20"/>
          <w:lang w:eastAsia="pl-PL"/>
        </w:rPr>
        <w:t>TABELA III WYNIK REALIZACJI PODPROCEDURY</w:t>
      </w:r>
    </w:p>
    <w:p w:rsidR="00C417E9" w:rsidRPr="00B6442A" w:rsidRDefault="00C417E9" w:rsidP="00B6442A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B6442A">
              <w:rPr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B6442A">
              <w:rPr>
                <w:b/>
                <w:bCs/>
                <w:color w:val="000000"/>
                <w:sz w:val="20"/>
                <w:szCs w:val="20"/>
                <w:lang w:eastAsia="pl-PL"/>
              </w:rPr>
              <w:t>Odbiorca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B6442A">
              <w:rPr>
                <w:b/>
                <w:bCs/>
                <w:color w:val="000000"/>
                <w:sz w:val="20"/>
                <w:szCs w:val="20"/>
                <w:lang w:eastAsia="pl-PL"/>
              </w:rPr>
              <w:t>Zdarzenie; Dokument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Zespół Zadaniowy ds. tworzenia dokumentu planistycznego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B6442A" w:rsidRDefault="00C417E9" w:rsidP="00B6442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6442A">
              <w:rPr>
                <w:color w:val="000000"/>
                <w:sz w:val="20"/>
                <w:szCs w:val="20"/>
                <w:lang w:eastAsia="pl-PL"/>
              </w:rPr>
              <w:t>Sporządzono projekt dokumentu planistycznego;</w:t>
            </w:r>
            <w:r w:rsidRPr="00B6442A">
              <w:rPr>
                <w:color w:val="000000"/>
                <w:sz w:val="20"/>
                <w:szCs w:val="20"/>
                <w:lang w:eastAsia="pl-PL"/>
              </w:rPr>
              <w:br/>
              <w:t>Projekt dokumentu planistycznego</w:t>
            </w:r>
          </w:p>
        </w:tc>
      </w:tr>
    </w:tbl>
    <w:p w:rsidR="00C417E9" w:rsidRPr="00B6442A" w:rsidRDefault="00C417E9" w:rsidP="00B6442A">
      <w:pPr>
        <w:widowControl w:val="0"/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B6442A" w:rsidRDefault="00C417E9" w:rsidP="00B6442A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B6442A">
        <w:rPr>
          <w:color w:val="000000"/>
          <w:sz w:val="20"/>
          <w:szCs w:val="20"/>
          <w:lang w:eastAsia="pl-PL"/>
        </w:rPr>
        <w:t>DOKUMENTY ZWIĄZANE:</w:t>
      </w:r>
    </w:p>
    <w:p w:rsidR="00C417E9" w:rsidRPr="00B6442A" w:rsidRDefault="00C417E9" w:rsidP="00B6442A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B6442A" w:rsidRDefault="00C417E9" w:rsidP="00B6442A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B6442A">
        <w:rPr>
          <w:color w:val="000000"/>
          <w:sz w:val="20"/>
          <w:szCs w:val="20"/>
          <w:lang w:eastAsia="pl-PL"/>
        </w:rPr>
        <w:t xml:space="preserve"> 1. Projekt dokumentu planistycznego</w:t>
      </w:r>
    </w:p>
    <w:p w:rsidR="00C417E9" w:rsidRPr="00B6442A" w:rsidRDefault="00C417E9" w:rsidP="00B6442A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B6442A">
        <w:rPr>
          <w:color w:val="000000"/>
          <w:sz w:val="20"/>
          <w:szCs w:val="20"/>
          <w:lang w:eastAsia="pl-PL"/>
        </w:rPr>
        <w:t xml:space="preserve"> 2. Uchwała Zarządu Powiatu o rozpoczęciu prac nad dokumentem planistycznym i powołaniu Zespołu Zadaniowego ds. tworzenia dokumentu planistycznego</w:t>
      </w:r>
    </w:p>
    <w:p w:rsidR="00C417E9" w:rsidRPr="00B6442A" w:rsidRDefault="00C417E9" w:rsidP="00B6442A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B6442A">
        <w:rPr>
          <w:color w:val="000000"/>
          <w:sz w:val="20"/>
          <w:szCs w:val="20"/>
          <w:lang w:eastAsia="pl-PL"/>
        </w:rPr>
        <w:t xml:space="preserve"> 3. Wniosek do Zarządu o rozpoczęcie prac</w:t>
      </w:r>
    </w:p>
    <w:p w:rsidR="00C417E9" w:rsidRPr="00B6442A" w:rsidRDefault="00C417E9" w:rsidP="00B6442A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0"/>
          <w:szCs w:val="20"/>
          <w:lang w:eastAsia="pl-PL"/>
        </w:rPr>
      </w:pPr>
      <w:r w:rsidRPr="00B6442A">
        <w:rPr>
          <w:b/>
          <w:bCs/>
          <w:color w:val="000000"/>
          <w:sz w:val="20"/>
          <w:szCs w:val="20"/>
          <w:lang w:eastAsia="pl-PL"/>
        </w:rPr>
        <w:br w:type="page"/>
        <w:t>MODEL PROCESU:</w:t>
      </w:r>
    </w:p>
    <w:p w:rsidR="00C417E9" w:rsidRPr="00EA39A4" w:rsidRDefault="00C417E9" w:rsidP="00EA39A4">
      <w:pPr>
        <w:pStyle w:val="ListParagraph"/>
        <w:numPr>
          <w:ilvl w:val="0"/>
          <w:numId w:val="8"/>
        </w:numPr>
        <w:spacing w:after="0" w:line="240" w:lineRule="auto"/>
        <w:ind w:left="0" w:hanging="11"/>
        <w:rPr>
          <w:rFonts w:ascii="Arial" w:hAnsi="Arial" w:cs="Arial"/>
          <w:b/>
          <w:sz w:val="24"/>
          <w:szCs w:val="24"/>
          <w:u w:val="single"/>
        </w:rPr>
      </w:pPr>
      <w:r w:rsidRPr="0044753A">
        <w:rPr>
          <w:rFonts w:cs="Arial"/>
          <w:noProof/>
          <w:sz w:val="20"/>
          <w:szCs w:val="20"/>
          <w:lang w:eastAsia="pl-PL"/>
        </w:rPr>
        <w:pict>
          <v:shape id="Obraz 6" o:spid="_x0000_i1029" type="#_x0000_t75" style="width:298.5pt;height:665.25pt;visibility:visible">
            <v:imagedata r:id="rId9" o:title=""/>
          </v:shape>
        </w:pict>
      </w:r>
      <w:r w:rsidRPr="00B6442A">
        <w:rPr>
          <w:rFonts w:cs="Arial"/>
          <w:sz w:val="20"/>
          <w:szCs w:val="20"/>
          <w:lang w:eastAsia="pl-PL"/>
        </w:rPr>
        <w:t xml:space="preserve"> </w:t>
      </w:r>
      <w:r w:rsidRPr="00B6442A">
        <w:rPr>
          <w:color w:val="000000"/>
          <w:sz w:val="20"/>
          <w:szCs w:val="20"/>
          <w:lang w:eastAsia="pl-PL"/>
        </w:rPr>
        <w:br w:type="page"/>
      </w:r>
      <w:r w:rsidRPr="00EA39A4">
        <w:rPr>
          <w:rFonts w:ascii="Arial" w:hAnsi="Arial" w:cs="Arial"/>
          <w:b/>
          <w:iCs/>
          <w:sz w:val="24"/>
          <w:szCs w:val="24"/>
          <w:u w:val="single"/>
          <w:lang w:eastAsia="pl-PL"/>
        </w:rPr>
        <w:t xml:space="preserve">Procedura 3.  </w:t>
      </w:r>
      <w:r w:rsidRPr="00EA39A4">
        <w:rPr>
          <w:rFonts w:ascii="Arial" w:hAnsi="Arial" w:cs="Arial"/>
          <w:b/>
          <w:i/>
          <w:iCs/>
          <w:color w:val="000000"/>
          <w:sz w:val="24"/>
          <w:szCs w:val="24"/>
          <w:u w:val="single"/>
          <w:lang w:eastAsia="pl-PL"/>
        </w:rPr>
        <w:t xml:space="preserve"> </w:t>
      </w:r>
      <w:r w:rsidRPr="00EA39A4">
        <w:rPr>
          <w:rFonts w:ascii="Arial" w:hAnsi="Arial" w:cs="Arial"/>
          <w:b/>
          <w:sz w:val="24"/>
          <w:szCs w:val="24"/>
          <w:u w:val="single"/>
        </w:rPr>
        <w:t>Opracowanie procedur dot. mechanizmów służących ewaluacji.</w:t>
      </w:r>
    </w:p>
    <w:p w:rsidR="00C417E9" w:rsidRDefault="00C417E9" w:rsidP="00EA39A4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pl-PL"/>
        </w:rPr>
      </w:pPr>
    </w:p>
    <w:p w:rsidR="00C417E9" w:rsidRPr="00EA39A4" w:rsidRDefault="00C417E9" w:rsidP="00EA39A4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Proces 8</w:t>
      </w:r>
    </w:p>
    <w:p w:rsidR="00C417E9" w:rsidRDefault="00C417E9" w:rsidP="00EA39A4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0"/>
          <w:szCs w:val="20"/>
          <w:lang w:eastAsia="pl-PL"/>
        </w:rPr>
      </w:pPr>
    </w:p>
    <w:p w:rsidR="00C417E9" w:rsidRPr="00EA39A4" w:rsidRDefault="00C417E9" w:rsidP="00EA39A4">
      <w:pPr>
        <w:autoSpaceDE w:val="0"/>
        <w:autoSpaceDN w:val="0"/>
        <w:adjustRightInd w:val="0"/>
        <w:spacing w:after="0" w:line="240" w:lineRule="auto"/>
        <w:rPr>
          <w:b/>
          <w:bCs/>
          <w:sz w:val="20"/>
          <w:szCs w:val="20"/>
          <w:lang w:eastAsia="pl-PL"/>
        </w:rPr>
      </w:pPr>
      <w:r w:rsidRPr="00EA39A4">
        <w:rPr>
          <w:b/>
          <w:bCs/>
          <w:color w:val="000000"/>
          <w:sz w:val="20"/>
          <w:szCs w:val="20"/>
          <w:lang w:eastAsia="pl-PL"/>
        </w:rPr>
        <w:t>TABELA I INICJACJA PODPROCEDURY</w:t>
      </w:r>
    </w:p>
    <w:p w:rsidR="00C417E9" w:rsidRPr="00EA39A4" w:rsidRDefault="00C417E9" w:rsidP="00EA39A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EA39A4">
              <w:rPr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EA39A4">
              <w:rPr>
                <w:b/>
                <w:bCs/>
                <w:color w:val="000000"/>
                <w:sz w:val="20"/>
                <w:szCs w:val="20"/>
                <w:lang w:eastAsia="pl-PL"/>
              </w:rPr>
              <w:t>Dostawca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EA39A4">
              <w:rPr>
                <w:b/>
                <w:bCs/>
                <w:color w:val="000000"/>
                <w:sz w:val="20"/>
                <w:szCs w:val="20"/>
                <w:lang w:eastAsia="pl-PL"/>
              </w:rPr>
              <w:t>Zdarzenie; Dokument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Istnieje potrzeba opracowania procedury dot. mechanizmów służących ewaluacji</w:t>
            </w:r>
          </w:p>
        </w:tc>
      </w:tr>
    </w:tbl>
    <w:p w:rsidR="00C417E9" w:rsidRPr="00EA39A4" w:rsidRDefault="00C417E9" w:rsidP="00EA39A4">
      <w:pPr>
        <w:widowControl w:val="0"/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EA39A4" w:rsidRDefault="00C417E9" w:rsidP="00EA39A4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Default="00C417E9" w:rsidP="00EA39A4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0"/>
          <w:szCs w:val="20"/>
          <w:lang w:eastAsia="pl-PL"/>
        </w:rPr>
      </w:pPr>
    </w:p>
    <w:p w:rsidR="00C417E9" w:rsidRPr="00EA39A4" w:rsidRDefault="00C417E9" w:rsidP="00EA39A4">
      <w:pPr>
        <w:autoSpaceDE w:val="0"/>
        <w:autoSpaceDN w:val="0"/>
        <w:adjustRightInd w:val="0"/>
        <w:spacing w:after="0" w:line="240" w:lineRule="auto"/>
        <w:rPr>
          <w:b/>
          <w:bCs/>
          <w:sz w:val="20"/>
          <w:szCs w:val="20"/>
          <w:lang w:eastAsia="pl-PL"/>
        </w:rPr>
      </w:pPr>
      <w:r w:rsidRPr="00EA39A4">
        <w:rPr>
          <w:b/>
          <w:bCs/>
          <w:color w:val="000000"/>
          <w:sz w:val="20"/>
          <w:szCs w:val="20"/>
          <w:lang w:eastAsia="pl-PL"/>
        </w:rPr>
        <w:t>TABELA II OPIS PRACY</w:t>
      </w:r>
    </w:p>
    <w:p w:rsidR="00C417E9" w:rsidRPr="00EA39A4" w:rsidRDefault="00C417E9" w:rsidP="00EA39A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1542"/>
        <w:gridCol w:w="4530"/>
        <w:gridCol w:w="1542"/>
        <w:gridCol w:w="1542"/>
      </w:tblGrid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EA39A4">
              <w:rPr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EA39A4">
              <w:rPr>
                <w:b/>
                <w:bCs/>
                <w:color w:val="000000"/>
                <w:sz w:val="20"/>
                <w:szCs w:val="20"/>
                <w:lang w:eastAsia="pl-PL"/>
              </w:rPr>
              <w:t>Dokument na wejściu do czynności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EA39A4">
              <w:rPr>
                <w:b/>
                <w:bCs/>
                <w:color w:val="000000"/>
                <w:sz w:val="20"/>
                <w:szCs w:val="20"/>
                <w:lang w:eastAsia="pl-PL"/>
              </w:rPr>
              <w:t>Opis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EA39A4">
              <w:rPr>
                <w:b/>
                <w:bCs/>
                <w:color w:val="000000"/>
                <w:sz w:val="20"/>
                <w:szCs w:val="20"/>
                <w:lang w:eastAsia="pl-PL"/>
              </w:rPr>
              <w:t>Dokument na wyjściu z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EA39A4">
              <w:rPr>
                <w:b/>
                <w:bCs/>
                <w:color w:val="000000"/>
                <w:sz w:val="20"/>
                <w:szCs w:val="20"/>
                <w:lang w:eastAsia="pl-PL"/>
              </w:rPr>
              <w:t>Stanowisko wykonujące czynność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EA39A4">
              <w:rPr>
                <w:b/>
                <w:bCs/>
                <w:color w:val="000000"/>
                <w:sz w:val="20"/>
                <w:szCs w:val="20"/>
                <w:lang w:eastAsia="pl-PL"/>
              </w:rPr>
              <w:t>Analiza potrzeb ewaluacyjnych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2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Wytyczne dot. procedur mechanizmów służących ewaluacji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Komórka Organizacyjna Starostwa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Wytyczne dot. procedur mechanizmów służących ewaluacji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EA39A4">
              <w:rPr>
                <w:b/>
                <w:bCs/>
                <w:color w:val="000000"/>
                <w:sz w:val="20"/>
                <w:szCs w:val="20"/>
                <w:lang w:eastAsia="pl-PL"/>
              </w:rPr>
              <w:t>Opracowanie założeń odnośnie procedur dot. mechanizmów służących ewaluacji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3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Założenia odnośnie procedur dot. mechanizmów służących ewaluacji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Komórka Organizacyjna Starostwa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Założenia odnośnie procedur dot. mechanizmów służących ewaluacji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EA39A4">
              <w:rPr>
                <w:b/>
                <w:bCs/>
                <w:color w:val="000000"/>
                <w:sz w:val="20"/>
                <w:szCs w:val="20"/>
                <w:lang w:eastAsia="pl-PL"/>
              </w:rPr>
              <w:t>Zatwierdzenie założeń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4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Założenia odnośnie procedur dot. mechanizmów służących ewaluacji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Naczelnik Wydziału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Założenia odnośnie procedur dot. mechanizmów służących ewaluacji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EA39A4">
              <w:rPr>
                <w:b/>
                <w:bCs/>
                <w:color w:val="000000"/>
                <w:sz w:val="20"/>
                <w:szCs w:val="20"/>
                <w:lang w:eastAsia="pl-PL"/>
              </w:rPr>
              <w:t>Opracowanie procedury dot. mechanizmów służących ewaluacji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5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Procedura dot. mechanizmów służących ewaluacji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Komórka Organizacyjna Starostwa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Procedura dot. mechanizmów służących ewaluacji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EA39A4">
              <w:rPr>
                <w:b/>
                <w:bCs/>
                <w:color w:val="000000"/>
                <w:sz w:val="20"/>
                <w:szCs w:val="20"/>
                <w:lang w:eastAsia="pl-PL"/>
              </w:rPr>
              <w:t>Zatwierdzenie procedury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6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Procedura dot. mechanizmów służących ewaluacji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Naczelnik Wydziału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Procedura dot. mechanizmów służących ewaluacji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EA39A4">
              <w:rPr>
                <w:b/>
                <w:bCs/>
                <w:color w:val="000000"/>
                <w:sz w:val="20"/>
                <w:szCs w:val="20"/>
                <w:lang w:eastAsia="pl-PL"/>
              </w:rPr>
              <w:t>Ostateczne zatwierdzenie przez Członka Zarządu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 xml:space="preserve"> Opracowano procedurę dot. mechanizmów służących ewaluacji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Procedura dot. mechanizmów służących ewaluacji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Członek Zarządu</w:t>
            </w:r>
          </w:p>
        </w:tc>
      </w:tr>
    </w:tbl>
    <w:p w:rsidR="00C417E9" w:rsidRPr="00EA39A4" w:rsidRDefault="00C417E9" w:rsidP="00EA39A4">
      <w:pPr>
        <w:widowControl w:val="0"/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EA39A4" w:rsidRDefault="00C417E9" w:rsidP="00EA39A4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EA39A4" w:rsidRDefault="00C417E9" w:rsidP="00EA39A4">
      <w:pPr>
        <w:rPr>
          <w:b/>
          <w:bCs/>
          <w:color w:val="000000"/>
          <w:sz w:val="20"/>
          <w:szCs w:val="20"/>
          <w:lang w:eastAsia="pl-PL"/>
        </w:rPr>
      </w:pPr>
      <w:r w:rsidRPr="00EA39A4">
        <w:rPr>
          <w:color w:val="000000"/>
          <w:sz w:val="20"/>
          <w:szCs w:val="20"/>
          <w:lang w:eastAsia="pl-PL"/>
        </w:rPr>
        <w:br w:type="page"/>
      </w:r>
    </w:p>
    <w:p w:rsidR="00C417E9" w:rsidRPr="00EA39A4" w:rsidRDefault="00C417E9" w:rsidP="00EA39A4">
      <w:pPr>
        <w:autoSpaceDE w:val="0"/>
        <w:autoSpaceDN w:val="0"/>
        <w:adjustRightInd w:val="0"/>
        <w:spacing w:after="0" w:line="240" w:lineRule="auto"/>
        <w:rPr>
          <w:b/>
          <w:bCs/>
          <w:sz w:val="20"/>
          <w:szCs w:val="20"/>
          <w:lang w:eastAsia="pl-PL"/>
        </w:rPr>
      </w:pPr>
      <w:r w:rsidRPr="00EA39A4">
        <w:rPr>
          <w:b/>
          <w:bCs/>
          <w:color w:val="000000"/>
          <w:sz w:val="20"/>
          <w:szCs w:val="20"/>
          <w:lang w:eastAsia="pl-PL"/>
        </w:rPr>
        <w:t>TABELA III WYNIK REALIZACJI PODPROCEDURY</w:t>
      </w:r>
    </w:p>
    <w:p w:rsidR="00C417E9" w:rsidRPr="00EA39A4" w:rsidRDefault="00C417E9" w:rsidP="00EA39A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EA39A4">
              <w:rPr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EA39A4">
              <w:rPr>
                <w:b/>
                <w:bCs/>
                <w:color w:val="000000"/>
                <w:sz w:val="20"/>
                <w:szCs w:val="20"/>
                <w:lang w:eastAsia="pl-PL"/>
              </w:rPr>
              <w:t>Odbiorca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EA39A4">
              <w:rPr>
                <w:b/>
                <w:bCs/>
                <w:color w:val="000000"/>
                <w:sz w:val="20"/>
                <w:szCs w:val="20"/>
                <w:lang w:eastAsia="pl-PL"/>
              </w:rPr>
              <w:t>Zdarzenie; Dokument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Członek Zarządu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Opracowano procedurę dot. mechanizmów służących ewaluacji;</w:t>
            </w:r>
            <w:r w:rsidRPr="00EA39A4">
              <w:rPr>
                <w:color w:val="000000"/>
                <w:sz w:val="20"/>
                <w:szCs w:val="20"/>
                <w:lang w:eastAsia="pl-PL"/>
              </w:rPr>
              <w:br/>
              <w:t>Procedura dot. mechanizmów służących ewaluacji</w:t>
            </w:r>
          </w:p>
        </w:tc>
      </w:tr>
    </w:tbl>
    <w:p w:rsidR="00C417E9" w:rsidRPr="00EA39A4" w:rsidRDefault="00C417E9" w:rsidP="00EA39A4">
      <w:pPr>
        <w:widowControl w:val="0"/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EA39A4" w:rsidRDefault="00C417E9" w:rsidP="00EA39A4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EA39A4">
        <w:rPr>
          <w:color w:val="000000"/>
          <w:sz w:val="20"/>
          <w:szCs w:val="20"/>
          <w:lang w:eastAsia="pl-PL"/>
        </w:rPr>
        <w:t>DOKUMENTY ZWIĄZANE:</w:t>
      </w:r>
    </w:p>
    <w:p w:rsidR="00C417E9" w:rsidRPr="00EA39A4" w:rsidRDefault="00C417E9" w:rsidP="00EA39A4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EA39A4" w:rsidRDefault="00C417E9" w:rsidP="00EA39A4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EA39A4">
        <w:rPr>
          <w:color w:val="000000"/>
          <w:sz w:val="20"/>
          <w:szCs w:val="20"/>
          <w:lang w:eastAsia="pl-PL"/>
        </w:rPr>
        <w:t xml:space="preserve"> 1. Procedura dot. mechanizmów służących ewaluacji</w:t>
      </w:r>
    </w:p>
    <w:p w:rsidR="00C417E9" w:rsidRPr="00EA39A4" w:rsidRDefault="00C417E9" w:rsidP="00EA39A4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EA39A4">
        <w:rPr>
          <w:color w:val="000000"/>
          <w:sz w:val="20"/>
          <w:szCs w:val="20"/>
          <w:lang w:eastAsia="pl-PL"/>
        </w:rPr>
        <w:t xml:space="preserve"> 2. Wytyczne dot. procedur mechanizmów służących ewaluacji</w:t>
      </w:r>
    </w:p>
    <w:p w:rsidR="00C417E9" w:rsidRPr="00EA39A4" w:rsidRDefault="00C417E9" w:rsidP="00EA39A4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EA39A4">
        <w:rPr>
          <w:color w:val="000000"/>
          <w:sz w:val="20"/>
          <w:szCs w:val="20"/>
          <w:lang w:eastAsia="pl-PL"/>
        </w:rPr>
        <w:t xml:space="preserve"> 3. Założenia odnośnie procedur dot. mechanizmów służących ewaluacji</w:t>
      </w:r>
    </w:p>
    <w:p w:rsidR="00C417E9" w:rsidRPr="00EA39A4" w:rsidRDefault="00C417E9" w:rsidP="00EA39A4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0"/>
          <w:szCs w:val="20"/>
          <w:lang w:eastAsia="pl-PL"/>
        </w:rPr>
      </w:pPr>
      <w:r w:rsidRPr="00EA39A4">
        <w:rPr>
          <w:b/>
          <w:bCs/>
          <w:color w:val="000000"/>
          <w:sz w:val="20"/>
          <w:szCs w:val="20"/>
          <w:lang w:eastAsia="pl-PL"/>
        </w:rPr>
        <w:br w:type="page"/>
        <w:t>MODEL PROCESU:</w:t>
      </w:r>
    </w:p>
    <w:p w:rsidR="00C417E9" w:rsidRPr="00EA39A4" w:rsidRDefault="00C417E9" w:rsidP="00EA39A4">
      <w:pPr>
        <w:pStyle w:val="ListParagraph"/>
        <w:numPr>
          <w:ilvl w:val="0"/>
          <w:numId w:val="8"/>
        </w:numPr>
        <w:spacing w:after="0" w:line="240" w:lineRule="auto"/>
        <w:ind w:left="0" w:hanging="11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44753A">
        <w:rPr>
          <w:rFonts w:cs="Arial"/>
          <w:noProof/>
          <w:sz w:val="20"/>
          <w:szCs w:val="20"/>
          <w:lang w:eastAsia="pl-PL"/>
        </w:rPr>
        <w:pict>
          <v:shape id="Obraz 10" o:spid="_x0000_i1030" type="#_x0000_t75" style="width:199.5pt;height:665.25pt;visibility:visible">
            <v:imagedata r:id="rId10" o:title=""/>
          </v:shape>
        </w:pict>
      </w:r>
      <w:r w:rsidRPr="00EA39A4">
        <w:rPr>
          <w:rFonts w:cs="Arial"/>
          <w:sz w:val="20"/>
          <w:szCs w:val="20"/>
          <w:lang w:eastAsia="pl-PL"/>
        </w:rPr>
        <w:t xml:space="preserve"> </w:t>
      </w:r>
      <w:r w:rsidRPr="00EA39A4">
        <w:rPr>
          <w:color w:val="000000"/>
          <w:sz w:val="20"/>
          <w:szCs w:val="20"/>
          <w:lang w:eastAsia="pl-PL"/>
        </w:rPr>
        <w:br w:type="page"/>
      </w:r>
      <w:r>
        <w:rPr>
          <w:rFonts w:ascii="Arial" w:hAnsi="Arial" w:cs="Arial"/>
          <w:b/>
          <w:iCs/>
          <w:sz w:val="24"/>
          <w:szCs w:val="24"/>
          <w:u w:val="single"/>
          <w:lang w:eastAsia="pl-PL"/>
        </w:rPr>
        <w:t>Procedura 4</w:t>
      </w:r>
      <w:r w:rsidRPr="00EA39A4">
        <w:rPr>
          <w:rFonts w:ascii="Arial" w:hAnsi="Arial" w:cs="Arial"/>
          <w:b/>
          <w:iCs/>
          <w:sz w:val="24"/>
          <w:szCs w:val="24"/>
          <w:u w:val="single"/>
          <w:lang w:eastAsia="pl-PL"/>
        </w:rPr>
        <w:t xml:space="preserve">.  </w:t>
      </w:r>
      <w:r w:rsidRPr="00EA39A4">
        <w:rPr>
          <w:rFonts w:ascii="Arial" w:hAnsi="Arial" w:cs="Arial"/>
          <w:b/>
          <w:i/>
          <w:iCs/>
          <w:color w:val="000000"/>
          <w:sz w:val="24"/>
          <w:szCs w:val="24"/>
          <w:u w:val="single"/>
          <w:lang w:eastAsia="pl-PL"/>
        </w:rPr>
        <w:t xml:space="preserve"> </w:t>
      </w:r>
      <w:r w:rsidRPr="00EA39A4">
        <w:rPr>
          <w:rFonts w:ascii="Arial" w:hAnsi="Arial" w:cs="Arial"/>
          <w:b/>
          <w:sz w:val="24"/>
          <w:szCs w:val="24"/>
          <w:u w:val="single"/>
        </w:rPr>
        <w:t>Opracowanie procedur dot. wieloletnich programów współpracy obejmujących wszystkie polityki publiczne realizowane przez JST zawarte w strategii i programach lokalnych.</w:t>
      </w:r>
    </w:p>
    <w:p w:rsidR="00C417E9" w:rsidRDefault="00C417E9" w:rsidP="00EA39A4">
      <w:pPr>
        <w:rPr>
          <w:lang w:eastAsia="pl-PL"/>
        </w:rPr>
      </w:pPr>
    </w:p>
    <w:p w:rsidR="00C417E9" w:rsidRPr="00105240" w:rsidRDefault="00C417E9" w:rsidP="00EA39A4">
      <w:pPr>
        <w:rPr>
          <w:sz w:val="20"/>
          <w:szCs w:val="20"/>
          <w:lang w:eastAsia="pl-PL"/>
        </w:rPr>
      </w:pPr>
      <w:r w:rsidRPr="00105240">
        <w:rPr>
          <w:sz w:val="20"/>
          <w:szCs w:val="20"/>
          <w:lang w:eastAsia="pl-PL"/>
        </w:rPr>
        <w:t>Proces 6</w:t>
      </w:r>
    </w:p>
    <w:p w:rsidR="00C417E9" w:rsidRPr="00EA39A4" w:rsidRDefault="00C417E9" w:rsidP="00EA39A4">
      <w:pPr>
        <w:autoSpaceDE w:val="0"/>
        <w:autoSpaceDN w:val="0"/>
        <w:adjustRightInd w:val="0"/>
        <w:spacing w:after="0" w:line="240" w:lineRule="auto"/>
        <w:rPr>
          <w:b/>
          <w:bCs/>
          <w:sz w:val="20"/>
          <w:szCs w:val="20"/>
          <w:lang w:eastAsia="pl-PL"/>
        </w:rPr>
      </w:pPr>
      <w:r w:rsidRPr="00EA39A4">
        <w:rPr>
          <w:b/>
          <w:bCs/>
          <w:color w:val="000000"/>
          <w:sz w:val="20"/>
          <w:szCs w:val="20"/>
          <w:lang w:eastAsia="pl-PL"/>
        </w:rPr>
        <w:t>TABELA I INICJACJA PODPROCEDURY</w:t>
      </w:r>
    </w:p>
    <w:p w:rsidR="00C417E9" w:rsidRPr="00EA39A4" w:rsidRDefault="00C417E9" w:rsidP="00EA39A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EA39A4">
              <w:rPr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EA39A4">
              <w:rPr>
                <w:b/>
                <w:bCs/>
                <w:color w:val="000000"/>
                <w:sz w:val="20"/>
                <w:szCs w:val="20"/>
                <w:lang w:eastAsia="pl-PL"/>
              </w:rPr>
              <w:t>Dostawca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EA39A4">
              <w:rPr>
                <w:b/>
                <w:bCs/>
                <w:color w:val="000000"/>
                <w:sz w:val="20"/>
                <w:szCs w:val="20"/>
                <w:lang w:eastAsia="pl-PL"/>
              </w:rPr>
              <w:t>Zdarzenie; Dokument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Istnieje potrzeba opracowania wieloletniego programu współpracy z NGO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 xml:space="preserve"> 2.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Komórka JST właściwa ds. NGO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Upubliczniono informację o przeprowadzonych konsultacjach dot. dokumentu planistycznego (wieloletniego programu współpracy z NGO)</w:t>
            </w:r>
          </w:p>
        </w:tc>
      </w:tr>
    </w:tbl>
    <w:p w:rsidR="00C417E9" w:rsidRPr="00EA39A4" w:rsidRDefault="00C417E9" w:rsidP="00EA39A4">
      <w:pPr>
        <w:widowControl w:val="0"/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EA39A4" w:rsidRDefault="00C417E9" w:rsidP="00EA39A4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EA39A4" w:rsidRDefault="00C417E9" w:rsidP="00EA39A4">
      <w:pPr>
        <w:autoSpaceDE w:val="0"/>
        <w:autoSpaceDN w:val="0"/>
        <w:adjustRightInd w:val="0"/>
        <w:spacing w:after="0" w:line="240" w:lineRule="auto"/>
        <w:rPr>
          <w:b/>
          <w:bCs/>
          <w:sz w:val="20"/>
          <w:szCs w:val="20"/>
          <w:lang w:eastAsia="pl-PL"/>
        </w:rPr>
      </w:pPr>
      <w:r w:rsidRPr="00EA39A4">
        <w:rPr>
          <w:b/>
          <w:bCs/>
          <w:color w:val="000000"/>
          <w:sz w:val="20"/>
          <w:szCs w:val="20"/>
          <w:lang w:eastAsia="pl-PL"/>
        </w:rPr>
        <w:t>TABELA II OPIS PRACY</w:t>
      </w:r>
    </w:p>
    <w:p w:rsidR="00C417E9" w:rsidRPr="00EA39A4" w:rsidRDefault="00C417E9" w:rsidP="00EA39A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1542"/>
        <w:gridCol w:w="4530"/>
        <w:gridCol w:w="1542"/>
        <w:gridCol w:w="1542"/>
      </w:tblGrid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EA39A4">
              <w:rPr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EA39A4">
              <w:rPr>
                <w:b/>
                <w:bCs/>
                <w:color w:val="000000"/>
                <w:sz w:val="20"/>
                <w:szCs w:val="20"/>
                <w:lang w:eastAsia="pl-PL"/>
              </w:rPr>
              <w:t>Dokument na wejściu do czynności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EA39A4">
              <w:rPr>
                <w:b/>
                <w:bCs/>
                <w:color w:val="000000"/>
                <w:sz w:val="20"/>
                <w:szCs w:val="20"/>
                <w:lang w:eastAsia="pl-PL"/>
              </w:rPr>
              <w:t>Opis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EA39A4">
              <w:rPr>
                <w:b/>
                <w:bCs/>
                <w:color w:val="000000"/>
                <w:sz w:val="20"/>
                <w:szCs w:val="20"/>
                <w:lang w:eastAsia="pl-PL"/>
              </w:rPr>
              <w:t>Dokument na wyjściu z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EA39A4">
              <w:rPr>
                <w:b/>
                <w:bCs/>
                <w:color w:val="000000"/>
                <w:sz w:val="20"/>
                <w:szCs w:val="20"/>
                <w:lang w:eastAsia="pl-PL"/>
              </w:rPr>
              <w:t>Stanowisko wykonujące czynność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EA39A4">
              <w:rPr>
                <w:b/>
                <w:bCs/>
                <w:color w:val="000000"/>
                <w:sz w:val="20"/>
                <w:szCs w:val="20"/>
                <w:lang w:eastAsia="pl-PL"/>
              </w:rPr>
              <w:t>Analiza wymagań prawnych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Wsparcie informatyczne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 xml:space="preserve"> - System aplikacji: www.lex.pl</w:t>
            </w:r>
            <w:r w:rsidRPr="00EA39A4">
              <w:rPr>
                <w:color w:val="000000"/>
                <w:sz w:val="20"/>
                <w:szCs w:val="20"/>
                <w:lang w:eastAsia="pl-PL"/>
              </w:rPr>
              <w:br/>
              <w:t xml:space="preserve"> - System aplikacji: www.sejm.gov.pl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2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Zarząd Powiatu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EA39A4">
              <w:rPr>
                <w:b/>
                <w:bCs/>
                <w:color w:val="000000"/>
                <w:sz w:val="20"/>
                <w:szCs w:val="20"/>
                <w:lang w:eastAsia="pl-PL"/>
              </w:rPr>
              <w:t>Podjęcie uchwały o rozpoczęciu prac nad wieloletnim programem współpracy z NGO i powołanie Zespołu Zadaniowego ds. tworzenia programu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4 I dalsze postępowanie zgodnie z L.p. 3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Uchwała Zarządu Powiatu o rozpoczęciu prac nad wieloletnim programem współpracy z NGO i powołanie Zespołu Zadaniowego ds. tworzenia programu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Zarząd Powiatu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Zaproszenie do składania propozycji do wieloletniego programu współpracy z NGO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EA39A4">
              <w:rPr>
                <w:b/>
                <w:bCs/>
                <w:color w:val="000000"/>
                <w:sz w:val="20"/>
                <w:szCs w:val="20"/>
                <w:lang w:eastAsia="pl-PL"/>
              </w:rPr>
              <w:t>Upublicznienie informacji o przystąpieniu do opracowania wieloletniego programu współpracy z NGO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Opis wykonania czynności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 xml:space="preserve"> portal internetowy JST, lista mailingowa, wyłożenie do publicznego wglądu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5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Zespół Zadaniowy ds. tworzenia programu współpracy z NGO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Ankieta dot. współpracy JST z NGO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EA39A4">
              <w:rPr>
                <w:b/>
                <w:bCs/>
                <w:color w:val="000000"/>
                <w:sz w:val="20"/>
                <w:szCs w:val="20"/>
                <w:lang w:eastAsia="pl-PL"/>
              </w:rPr>
              <w:t>Przeprowadzenie wśród NGO i jednostek starostwa badań ankietowych dot. współpracy JST z NGO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6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Ankieta dot. współpracy JST z NGO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NGO;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Zespół Zadaniowy ds. tworzenia programu współpracy z NGO;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Jednostka Organizacyjna Starostwa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Propozycja do wieloletniego programu współpracy z NGO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EA39A4">
              <w:rPr>
                <w:b/>
                <w:bCs/>
                <w:color w:val="000000"/>
                <w:sz w:val="20"/>
                <w:szCs w:val="20"/>
                <w:lang w:eastAsia="pl-PL"/>
              </w:rPr>
              <w:t>Analiza propozycji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7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Zespół Zadaniowy ds. tworzenia programu współpracy z NGO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Ankieta dot. współpracy JST z NGO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EA39A4">
              <w:rPr>
                <w:b/>
                <w:bCs/>
                <w:color w:val="000000"/>
                <w:sz w:val="20"/>
                <w:szCs w:val="20"/>
                <w:lang w:eastAsia="pl-PL"/>
              </w:rPr>
              <w:t>Opracowanie ankiet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7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Wnioski z badań ankietowych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Zespół Zadaniowy ds. tworzenia programu współpracy z NGO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Propozycja do wieloletniego programu współpracy z NGO;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Wnioski z badań ankietowych;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Ankieta dot. współpracy JST z NGO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EA39A4">
              <w:rPr>
                <w:b/>
                <w:bCs/>
                <w:color w:val="000000"/>
                <w:sz w:val="20"/>
                <w:szCs w:val="20"/>
                <w:lang w:eastAsia="pl-PL"/>
              </w:rPr>
              <w:t>Opracowanie projektu wieloletniego programu współpracy z NGO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8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Projekt wieloletniego programu współpracy z NGO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Zespół Zadaniowy ds. tworzenia programu współpracy z NGO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Projekt wieloletniego programu współpracy z NGO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EA39A4">
              <w:rPr>
                <w:b/>
                <w:bCs/>
                <w:color w:val="000000"/>
                <w:sz w:val="20"/>
                <w:szCs w:val="20"/>
                <w:lang w:eastAsia="pl-PL"/>
              </w:rPr>
              <w:t>Przekazanie projektu do komórki właściwej ds. NGO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 xml:space="preserve"> W przypadku gdy 'Projekt nie wywiera skutków finansowych' to dalsze postępowanie zgodnie z L.p. 10 ALBO w przypadku gdy 'Projekt wywiera skutki finansowe' to dalsze postępowanie zgodnie z L.p. 9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Zespół Zadaniowy ds. tworzenia programu współpracy z NGO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Projekt wieloletniego programu współpracy z NGO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EA39A4">
              <w:rPr>
                <w:b/>
                <w:bCs/>
                <w:color w:val="000000"/>
                <w:sz w:val="20"/>
                <w:szCs w:val="20"/>
                <w:lang w:eastAsia="pl-PL"/>
              </w:rPr>
              <w:t>Analiza skutków finansowych projektu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10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Projekt wieloletniego programu współpracy z NGO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Skarbnik Powiatu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Projekt wieloletniego programu współpracy z NGO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EA39A4">
              <w:rPr>
                <w:b/>
                <w:bCs/>
                <w:color w:val="000000"/>
                <w:sz w:val="20"/>
                <w:szCs w:val="20"/>
                <w:lang w:eastAsia="pl-PL"/>
              </w:rPr>
              <w:t>Zatwierdzenie projektu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 xml:space="preserve"> Przejś</w:t>
            </w:r>
            <w:r w:rsidRPr="00EA39A4">
              <w:rPr>
                <w:color w:val="000000"/>
                <w:sz w:val="20"/>
                <w:szCs w:val="20"/>
                <w:lang w:eastAsia="pl-PL"/>
              </w:rPr>
              <w:t>cie do podprocedury 'proces 5 - konsultacje dokumentów planistycznych (Płaszczyzna 1 Obszar 3 Punkt E)'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Projekt wieloletniego programu współpracy z NGO;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Uchwała Zarządu Powiatu w sprawie zatwierdzenia projektu wieloletniego programu współpracy z NGO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Zarząd Powiatu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Raport z przeprowadzonych konsultacji;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Projekt wieloletniego programu współpracy z NGO;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Uchwała Zarządu Powiatu w sprawie zatwierdzenia projektu wieloletniego programu współpracy z NGO;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Wniosek z uwagami do dokumentu planistycznego/ strategicznego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EA39A4">
              <w:rPr>
                <w:b/>
                <w:bCs/>
                <w:color w:val="000000"/>
                <w:sz w:val="20"/>
                <w:szCs w:val="20"/>
                <w:lang w:eastAsia="pl-PL"/>
              </w:rPr>
              <w:t>Podjęcie uchwały w sprawie przyjęcia wieloletniego programu współpracy z NGO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12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Wieloletni program współpracy z NGO;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Uchwała Zarządu Powiatu w sprawie przyjęcia wieloletniego programu współpracy z NGO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Zarząd Powiatu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Uchwała Zarządu Powiatu w sprawie przyjęcia wieloletniego programu współpracy z NGO;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Wieloletni program współpracy z NGO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EA39A4">
              <w:rPr>
                <w:b/>
                <w:bCs/>
                <w:color w:val="000000"/>
                <w:sz w:val="20"/>
                <w:szCs w:val="20"/>
                <w:lang w:eastAsia="pl-PL"/>
              </w:rPr>
              <w:t>Przekazanie do Rady Powiatu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13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Zarząd Powiatu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Wieloletni program współpracy z NGO;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Uchwała Zarządu Powiatu w sprawie przyjęcia wieloletniego programu współpracy z NGO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EA39A4">
              <w:rPr>
                <w:b/>
                <w:bCs/>
                <w:color w:val="000000"/>
                <w:sz w:val="20"/>
                <w:szCs w:val="20"/>
                <w:lang w:eastAsia="pl-PL"/>
              </w:rPr>
              <w:t>Przyjęcie programu przez Radę Powiatu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 xml:space="preserve"> Rada Powiatu przyjęła wieloletni program współpracy z NGO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Uchwała Rady Powiatu w sprawie przyjęcia wieloletniego programu współpracy z NGO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Rada Powiatu</w:t>
            </w:r>
          </w:p>
        </w:tc>
      </w:tr>
    </w:tbl>
    <w:p w:rsidR="00C417E9" w:rsidRPr="00EA39A4" w:rsidRDefault="00C417E9" w:rsidP="00EA39A4">
      <w:pPr>
        <w:widowControl w:val="0"/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EA39A4" w:rsidRDefault="00C417E9" w:rsidP="00EA39A4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EA39A4" w:rsidRDefault="00C417E9" w:rsidP="00EA39A4">
      <w:pPr>
        <w:autoSpaceDE w:val="0"/>
        <w:autoSpaceDN w:val="0"/>
        <w:adjustRightInd w:val="0"/>
        <w:spacing w:after="0" w:line="240" w:lineRule="auto"/>
        <w:rPr>
          <w:b/>
          <w:bCs/>
          <w:sz w:val="20"/>
          <w:szCs w:val="20"/>
          <w:lang w:eastAsia="pl-PL"/>
        </w:rPr>
      </w:pPr>
      <w:r w:rsidRPr="00EA39A4">
        <w:rPr>
          <w:b/>
          <w:bCs/>
          <w:color w:val="000000"/>
          <w:sz w:val="20"/>
          <w:szCs w:val="20"/>
          <w:lang w:eastAsia="pl-PL"/>
        </w:rPr>
        <w:t>TABELA III WYNIK REALIZACJI PODPROCEDURY</w:t>
      </w:r>
    </w:p>
    <w:p w:rsidR="00C417E9" w:rsidRPr="00EA39A4" w:rsidRDefault="00C417E9" w:rsidP="00EA39A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EA39A4">
              <w:rPr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EA39A4">
              <w:rPr>
                <w:b/>
                <w:bCs/>
                <w:color w:val="000000"/>
                <w:sz w:val="20"/>
                <w:szCs w:val="20"/>
                <w:lang w:eastAsia="pl-PL"/>
              </w:rPr>
              <w:t>Odbiorca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EA39A4">
              <w:rPr>
                <w:b/>
                <w:bCs/>
                <w:color w:val="000000"/>
                <w:sz w:val="20"/>
                <w:szCs w:val="20"/>
                <w:lang w:eastAsia="pl-PL"/>
              </w:rPr>
              <w:t>Zdarzenie; Dokument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Rada Powiatu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EA39A4" w:rsidRDefault="00C417E9" w:rsidP="00EA39A4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EA39A4">
              <w:rPr>
                <w:color w:val="000000"/>
                <w:sz w:val="20"/>
                <w:szCs w:val="20"/>
                <w:lang w:eastAsia="pl-PL"/>
              </w:rPr>
              <w:t>Rada Powiatu przyjęła wieloletni program współpracy z NGO;</w:t>
            </w:r>
            <w:r w:rsidRPr="00EA39A4">
              <w:rPr>
                <w:color w:val="000000"/>
                <w:sz w:val="20"/>
                <w:szCs w:val="20"/>
                <w:lang w:eastAsia="pl-PL"/>
              </w:rPr>
              <w:br/>
              <w:t>Uchwała Rady Powiatu w sprawie przyjęcia wieloletniego programu współpracy z NGO</w:t>
            </w:r>
          </w:p>
        </w:tc>
      </w:tr>
    </w:tbl>
    <w:p w:rsidR="00C417E9" w:rsidRPr="00EA39A4" w:rsidRDefault="00C417E9" w:rsidP="00EA39A4">
      <w:pPr>
        <w:widowControl w:val="0"/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EA39A4" w:rsidRDefault="00C417E9" w:rsidP="00EA39A4">
      <w:pPr>
        <w:rPr>
          <w:color w:val="000000"/>
          <w:sz w:val="20"/>
          <w:szCs w:val="20"/>
          <w:lang w:eastAsia="pl-PL"/>
        </w:rPr>
      </w:pPr>
      <w:r w:rsidRPr="00EA39A4">
        <w:rPr>
          <w:color w:val="000000"/>
          <w:sz w:val="20"/>
          <w:szCs w:val="20"/>
          <w:lang w:eastAsia="pl-PL"/>
        </w:rPr>
        <w:br w:type="page"/>
      </w:r>
    </w:p>
    <w:p w:rsidR="00C417E9" w:rsidRPr="00EA39A4" w:rsidRDefault="00C417E9" w:rsidP="00EA39A4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EA39A4">
        <w:rPr>
          <w:color w:val="000000"/>
          <w:sz w:val="20"/>
          <w:szCs w:val="20"/>
          <w:lang w:eastAsia="pl-PL"/>
        </w:rPr>
        <w:t>DOKUMENTY ZWIĄZANE:</w:t>
      </w:r>
    </w:p>
    <w:p w:rsidR="00C417E9" w:rsidRPr="00EA39A4" w:rsidRDefault="00C417E9" w:rsidP="00EA39A4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EA39A4" w:rsidRDefault="00C417E9" w:rsidP="00EA39A4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EA39A4">
        <w:rPr>
          <w:color w:val="000000"/>
          <w:sz w:val="20"/>
          <w:szCs w:val="20"/>
          <w:lang w:eastAsia="pl-PL"/>
        </w:rPr>
        <w:t xml:space="preserve"> 1. Ankieta dot. współpracy JST z NGO</w:t>
      </w:r>
    </w:p>
    <w:p w:rsidR="00C417E9" w:rsidRPr="00EA39A4" w:rsidRDefault="00C417E9" w:rsidP="00EA39A4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EA39A4">
        <w:rPr>
          <w:color w:val="000000"/>
          <w:sz w:val="20"/>
          <w:szCs w:val="20"/>
          <w:lang w:eastAsia="pl-PL"/>
        </w:rPr>
        <w:t xml:space="preserve"> 2. Projekt wieloletniego programu współpracy z NGO</w:t>
      </w:r>
    </w:p>
    <w:p w:rsidR="00C417E9" w:rsidRPr="00EA39A4" w:rsidRDefault="00C417E9" w:rsidP="00EA39A4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EA39A4">
        <w:rPr>
          <w:color w:val="000000"/>
          <w:sz w:val="20"/>
          <w:szCs w:val="20"/>
          <w:lang w:eastAsia="pl-PL"/>
        </w:rPr>
        <w:t xml:space="preserve"> 3. Propozycja do wieloletniego programu współpracy z NGO</w:t>
      </w:r>
    </w:p>
    <w:p w:rsidR="00C417E9" w:rsidRPr="00EA39A4" w:rsidRDefault="00C417E9" w:rsidP="00EA39A4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EA39A4">
        <w:rPr>
          <w:color w:val="000000"/>
          <w:sz w:val="20"/>
          <w:szCs w:val="20"/>
          <w:lang w:eastAsia="pl-PL"/>
        </w:rPr>
        <w:t xml:space="preserve"> 4. Raport z przeprowadzonych konsultacji</w:t>
      </w:r>
    </w:p>
    <w:p w:rsidR="00C417E9" w:rsidRPr="00EA39A4" w:rsidRDefault="00C417E9" w:rsidP="00EA39A4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EA39A4">
        <w:rPr>
          <w:color w:val="000000"/>
          <w:sz w:val="20"/>
          <w:szCs w:val="20"/>
          <w:lang w:eastAsia="pl-PL"/>
        </w:rPr>
        <w:t xml:space="preserve"> 5. Uchwała Rady Powiatu w sprawie przyjęcia wieloletniego programu współpracy z NGO</w:t>
      </w:r>
    </w:p>
    <w:p w:rsidR="00C417E9" w:rsidRPr="00EA39A4" w:rsidRDefault="00C417E9" w:rsidP="00EA39A4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EA39A4">
        <w:rPr>
          <w:color w:val="000000"/>
          <w:sz w:val="20"/>
          <w:szCs w:val="20"/>
          <w:lang w:eastAsia="pl-PL"/>
        </w:rPr>
        <w:t xml:space="preserve"> 6. Uchwała Zarządu Powiatu o rozpoczęciu prac nad wieloletnim programem współpracy z NGO i powołanie Zespołu Zadaniowego ds. tworzenia programu</w:t>
      </w:r>
    </w:p>
    <w:p w:rsidR="00C417E9" w:rsidRPr="00EA39A4" w:rsidRDefault="00C417E9" w:rsidP="00EA39A4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EA39A4">
        <w:rPr>
          <w:color w:val="000000"/>
          <w:sz w:val="20"/>
          <w:szCs w:val="20"/>
          <w:lang w:eastAsia="pl-PL"/>
        </w:rPr>
        <w:t xml:space="preserve"> 7. Uchwała Zarządu Powiatu w sprawie przyjęcia wieloletniego programu współpracy z NGO</w:t>
      </w:r>
    </w:p>
    <w:p w:rsidR="00C417E9" w:rsidRPr="00EA39A4" w:rsidRDefault="00C417E9" w:rsidP="00EA39A4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EA39A4">
        <w:rPr>
          <w:color w:val="000000"/>
          <w:sz w:val="20"/>
          <w:szCs w:val="20"/>
          <w:lang w:eastAsia="pl-PL"/>
        </w:rPr>
        <w:t xml:space="preserve"> 8. Uchwała Zarządu Powiatu w sprawie zatwierdzenia projektu wieloletniego programu współpracy z NGO</w:t>
      </w:r>
    </w:p>
    <w:p w:rsidR="00C417E9" w:rsidRPr="00EA39A4" w:rsidRDefault="00C417E9" w:rsidP="00EA39A4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EA39A4">
        <w:rPr>
          <w:color w:val="000000"/>
          <w:sz w:val="20"/>
          <w:szCs w:val="20"/>
          <w:lang w:eastAsia="pl-PL"/>
        </w:rPr>
        <w:t xml:space="preserve"> 9. Wieloletni program współpracy z NGO</w:t>
      </w:r>
    </w:p>
    <w:p w:rsidR="00C417E9" w:rsidRPr="00EA39A4" w:rsidRDefault="00C417E9" w:rsidP="00EA39A4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EA39A4">
        <w:rPr>
          <w:color w:val="000000"/>
          <w:sz w:val="20"/>
          <w:szCs w:val="20"/>
          <w:lang w:eastAsia="pl-PL"/>
        </w:rPr>
        <w:t xml:space="preserve"> 10. Wniosek z uwagami do dokumentu planistycznego/ strategicznego</w:t>
      </w:r>
    </w:p>
    <w:p w:rsidR="00C417E9" w:rsidRPr="00EA39A4" w:rsidRDefault="00C417E9" w:rsidP="00EA39A4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EA39A4">
        <w:rPr>
          <w:color w:val="000000"/>
          <w:sz w:val="20"/>
          <w:szCs w:val="20"/>
          <w:lang w:eastAsia="pl-PL"/>
        </w:rPr>
        <w:t xml:space="preserve"> 11. Wnioski z badań ankietowych</w:t>
      </w:r>
    </w:p>
    <w:p w:rsidR="00C417E9" w:rsidRPr="00EA39A4" w:rsidRDefault="00C417E9" w:rsidP="00EA39A4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EA39A4">
        <w:rPr>
          <w:color w:val="000000"/>
          <w:sz w:val="20"/>
          <w:szCs w:val="20"/>
          <w:lang w:eastAsia="pl-PL"/>
        </w:rPr>
        <w:t xml:space="preserve"> 12. Zaproszenie do składania propozycji do wieloletniego programu współpracy z NGO</w:t>
      </w:r>
    </w:p>
    <w:p w:rsidR="00C417E9" w:rsidRPr="00EA39A4" w:rsidRDefault="00C417E9" w:rsidP="00EA39A4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0"/>
          <w:szCs w:val="20"/>
          <w:lang w:eastAsia="pl-PL"/>
        </w:rPr>
      </w:pPr>
      <w:r w:rsidRPr="00EA39A4">
        <w:rPr>
          <w:b/>
          <w:bCs/>
          <w:color w:val="000000"/>
          <w:sz w:val="20"/>
          <w:szCs w:val="20"/>
          <w:lang w:eastAsia="pl-PL"/>
        </w:rPr>
        <w:br w:type="page"/>
        <w:t>MODEL PROCESU:</w:t>
      </w:r>
    </w:p>
    <w:p w:rsidR="00C417E9" w:rsidRPr="00105240" w:rsidRDefault="00C417E9" w:rsidP="00105240">
      <w:pPr>
        <w:pStyle w:val="ListParagraph"/>
        <w:numPr>
          <w:ilvl w:val="0"/>
          <w:numId w:val="8"/>
        </w:numPr>
        <w:spacing w:after="0" w:line="240" w:lineRule="auto"/>
        <w:ind w:left="0" w:hanging="11"/>
        <w:rPr>
          <w:rFonts w:ascii="Arial" w:hAnsi="Arial" w:cs="Arial"/>
          <w:b/>
          <w:sz w:val="24"/>
          <w:szCs w:val="24"/>
          <w:u w:val="single"/>
        </w:rPr>
      </w:pPr>
      <w:r w:rsidRPr="0044753A">
        <w:rPr>
          <w:rFonts w:cs="Arial"/>
          <w:noProof/>
          <w:sz w:val="20"/>
          <w:szCs w:val="20"/>
          <w:lang w:eastAsia="pl-PL"/>
        </w:rPr>
        <w:pict>
          <v:shape id="Obraz 8" o:spid="_x0000_i1031" type="#_x0000_t75" style="width:271.5pt;height:656.25pt;visibility:visible">
            <v:imagedata r:id="rId11" o:title=""/>
          </v:shape>
        </w:pict>
      </w:r>
      <w:r w:rsidRPr="00EA39A4">
        <w:rPr>
          <w:rFonts w:cs="Arial"/>
          <w:sz w:val="20"/>
          <w:szCs w:val="20"/>
          <w:lang w:eastAsia="pl-PL"/>
        </w:rPr>
        <w:t xml:space="preserve"> </w:t>
      </w:r>
      <w:r w:rsidRPr="00EA39A4">
        <w:rPr>
          <w:color w:val="000000"/>
          <w:sz w:val="20"/>
          <w:szCs w:val="20"/>
          <w:lang w:eastAsia="pl-PL"/>
        </w:rPr>
        <w:br w:type="page"/>
      </w:r>
      <w:r w:rsidRPr="00105240">
        <w:rPr>
          <w:rFonts w:ascii="Arial" w:hAnsi="Arial" w:cs="Arial"/>
          <w:b/>
          <w:iCs/>
          <w:sz w:val="24"/>
          <w:szCs w:val="24"/>
          <w:u w:val="single"/>
          <w:lang w:eastAsia="pl-PL"/>
        </w:rPr>
        <w:t xml:space="preserve">Procedura 5.  </w:t>
      </w:r>
      <w:r w:rsidRPr="00105240">
        <w:rPr>
          <w:rFonts w:ascii="Arial" w:hAnsi="Arial" w:cs="Arial"/>
          <w:b/>
          <w:i/>
          <w:iCs/>
          <w:color w:val="000000"/>
          <w:sz w:val="24"/>
          <w:szCs w:val="24"/>
          <w:u w:val="single"/>
          <w:lang w:eastAsia="pl-PL"/>
        </w:rPr>
        <w:t xml:space="preserve"> </w:t>
      </w:r>
      <w:r w:rsidRPr="00105240">
        <w:rPr>
          <w:rFonts w:ascii="Arial" w:hAnsi="Arial" w:cs="Arial"/>
          <w:b/>
          <w:sz w:val="24"/>
          <w:szCs w:val="24"/>
          <w:u w:val="single"/>
        </w:rPr>
        <w:t>Opracowanie procedur dot. tworzenia i konsultacji dokumentów planistycznych.</w:t>
      </w:r>
    </w:p>
    <w:p w:rsidR="00C417E9" w:rsidRPr="00105240" w:rsidRDefault="00C417E9" w:rsidP="00105240">
      <w:pPr>
        <w:pStyle w:val="Heading3"/>
        <w:rPr>
          <w:rFonts w:ascii="Calibri" w:hAnsi="Calibri"/>
          <w:b w:val="0"/>
          <w:iCs/>
          <w:color w:val="000000"/>
          <w:sz w:val="20"/>
          <w:szCs w:val="20"/>
          <w:lang w:eastAsia="pl-PL"/>
        </w:rPr>
      </w:pPr>
      <w:r w:rsidRPr="00105240">
        <w:rPr>
          <w:rFonts w:ascii="Calibri" w:hAnsi="Calibri"/>
          <w:b w:val="0"/>
          <w:iCs/>
          <w:color w:val="000000"/>
          <w:sz w:val="20"/>
          <w:szCs w:val="20"/>
          <w:lang w:eastAsia="pl-PL"/>
        </w:rPr>
        <w:t>Proces 5</w:t>
      </w:r>
    </w:p>
    <w:p w:rsidR="00C417E9" w:rsidRPr="00105240" w:rsidRDefault="00C417E9" w:rsidP="00105240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pl-PL"/>
        </w:rPr>
      </w:pPr>
    </w:p>
    <w:p w:rsidR="00C417E9" w:rsidRPr="00105240" w:rsidRDefault="00C417E9" w:rsidP="00105240">
      <w:pPr>
        <w:autoSpaceDE w:val="0"/>
        <w:autoSpaceDN w:val="0"/>
        <w:adjustRightInd w:val="0"/>
        <w:spacing w:after="0" w:line="240" w:lineRule="auto"/>
        <w:rPr>
          <w:b/>
          <w:bCs/>
          <w:sz w:val="20"/>
          <w:szCs w:val="20"/>
          <w:lang w:eastAsia="pl-PL"/>
        </w:rPr>
      </w:pPr>
      <w:r w:rsidRPr="00105240">
        <w:rPr>
          <w:b/>
          <w:bCs/>
          <w:color w:val="000000"/>
          <w:sz w:val="20"/>
          <w:szCs w:val="20"/>
          <w:lang w:eastAsia="pl-PL"/>
        </w:rPr>
        <w:t>TABELA I INICJACJA PODPROCEDURY</w:t>
      </w:r>
    </w:p>
    <w:p w:rsidR="00C417E9" w:rsidRPr="00105240" w:rsidRDefault="00C417E9" w:rsidP="00105240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105240">
              <w:rPr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105240">
              <w:rPr>
                <w:b/>
                <w:bCs/>
                <w:color w:val="000000"/>
                <w:sz w:val="20"/>
                <w:szCs w:val="20"/>
                <w:lang w:eastAsia="pl-PL"/>
              </w:rPr>
              <w:t>Dostawca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105240">
              <w:rPr>
                <w:b/>
                <w:bCs/>
                <w:color w:val="000000"/>
                <w:sz w:val="20"/>
                <w:szCs w:val="20"/>
                <w:lang w:eastAsia="pl-PL"/>
              </w:rPr>
              <w:t>Zdarzenie; Dokument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Zespół Zadaniowy ds. tworzenia dokumentu planistycznego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Sporządzono projekt dokumentu planistycznego;</w:t>
            </w:r>
            <w:r w:rsidRPr="00105240">
              <w:rPr>
                <w:color w:val="000000"/>
                <w:sz w:val="20"/>
                <w:szCs w:val="20"/>
                <w:lang w:eastAsia="pl-PL"/>
              </w:rPr>
              <w:br/>
              <w:t>Projekt dokumentu planistycznego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 xml:space="preserve"> 2.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Zespół Zadaniowy ds. tworzenia dokumentu planistycznego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Sporządzono projekt modelu dokumentu strategicznego;</w:t>
            </w:r>
            <w:r w:rsidRPr="00105240">
              <w:rPr>
                <w:color w:val="000000"/>
                <w:sz w:val="20"/>
                <w:szCs w:val="20"/>
                <w:lang w:eastAsia="pl-PL"/>
              </w:rPr>
              <w:br/>
              <w:t>Projekt modelu dokumentu strategicznego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 xml:space="preserve"> 3.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Zarząd Powiatu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Projekt wieloletniego programu współpracy z NGO jest gotowy do konsultacji;</w:t>
            </w:r>
            <w:r w:rsidRPr="00105240">
              <w:rPr>
                <w:color w:val="000000"/>
                <w:sz w:val="20"/>
                <w:szCs w:val="20"/>
                <w:lang w:eastAsia="pl-PL"/>
              </w:rPr>
              <w:br/>
              <w:t>Projekt wieloletniego programu współpracy z NGO;</w:t>
            </w:r>
            <w:r w:rsidRPr="00105240">
              <w:rPr>
                <w:color w:val="000000"/>
                <w:sz w:val="20"/>
                <w:szCs w:val="20"/>
                <w:lang w:eastAsia="pl-PL"/>
              </w:rPr>
              <w:br/>
              <w:t>Uchwała Zarządu Powiatu w sprawie zatwierdzenia projektu wieloletniego programu współpracy z NGO</w:t>
            </w:r>
          </w:p>
        </w:tc>
      </w:tr>
    </w:tbl>
    <w:p w:rsidR="00C417E9" w:rsidRPr="00105240" w:rsidRDefault="00C417E9" w:rsidP="00105240">
      <w:pPr>
        <w:widowControl w:val="0"/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105240" w:rsidRDefault="00C417E9" w:rsidP="00105240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105240" w:rsidRDefault="00C417E9" w:rsidP="00105240">
      <w:pPr>
        <w:autoSpaceDE w:val="0"/>
        <w:autoSpaceDN w:val="0"/>
        <w:adjustRightInd w:val="0"/>
        <w:spacing w:after="0" w:line="240" w:lineRule="auto"/>
        <w:rPr>
          <w:b/>
          <w:bCs/>
          <w:sz w:val="20"/>
          <w:szCs w:val="20"/>
          <w:lang w:eastAsia="pl-PL"/>
        </w:rPr>
      </w:pPr>
      <w:r w:rsidRPr="00105240">
        <w:rPr>
          <w:b/>
          <w:bCs/>
          <w:color w:val="000000"/>
          <w:sz w:val="20"/>
          <w:szCs w:val="20"/>
          <w:lang w:eastAsia="pl-PL"/>
        </w:rPr>
        <w:t>TABELA II OPIS PRACY</w:t>
      </w:r>
    </w:p>
    <w:p w:rsidR="00C417E9" w:rsidRPr="00105240" w:rsidRDefault="00C417E9" w:rsidP="00105240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1542"/>
        <w:gridCol w:w="4530"/>
        <w:gridCol w:w="1542"/>
        <w:gridCol w:w="1542"/>
      </w:tblGrid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105240">
              <w:rPr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105240">
              <w:rPr>
                <w:b/>
                <w:bCs/>
                <w:color w:val="000000"/>
                <w:sz w:val="20"/>
                <w:szCs w:val="20"/>
                <w:lang w:eastAsia="pl-PL"/>
              </w:rPr>
              <w:t>Dokument na wejściu do czynności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105240">
              <w:rPr>
                <w:b/>
                <w:bCs/>
                <w:color w:val="000000"/>
                <w:sz w:val="20"/>
                <w:szCs w:val="20"/>
                <w:lang w:eastAsia="pl-PL"/>
              </w:rPr>
              <w:t>Opis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105240">
              <w:rPr>
                <w:b/>
                <w:bCs/>
                <w:color w:val="000000"/>
                <w:sz w:val="20"/>
                <w:szCs w:val="20"/>
                <w:lang w:eastAsia="pl-PL"/>
              </w:rPr>
              <w:t>Dokument na wyjściu z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105240">
              <w:rPr>
                <w:b/>
                <w:bCs/>
                <w:color w:val="000000"/>
                <w:sz w:val="20"/>
                <w:szCs w:val="20"/>
                <w:lang w:eastAsia="pl-PL"/>
              </w:rPr>
              <w:t>Stanowisko wykonujące czynność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Projekt modelu dokumentu strategicznego;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Projekt dokumentu planistycznego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105240">
              <w:rPr>
                <w:b/>
                <w:bCs/>
                <w:color w:val="000000"/>
                <w:sz w:val="20"/>
                <w:szCs w:val="20"/>
                <w:lang w:eastAsia="pl-PL"/>
              </w:rPr>
              <w:t>Przekazanie projektu do komórki właściwej ds. NGO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2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Komórka Organizacyjna Starostwa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Projekt modelu dokumentu strategicznego;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Projekt dokumentu planistycznego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105240">
              <w:rPr>
                <w:b/>
                <w:bCs/>
                <w:color w:val="000000"/>
                <w:sz w:val="20"/>
                <w:szCs w:val="20"/>
                <w:lang w:eastAsia="pl-PL"/>
              </w:rPr>
              <w:t>Opiniowanie przez radcę prawnego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 xml:space="preserve"> W przypadku gdy 'Projekt nie wywiera skutków finansowych' to dalsze postępowanie zgodnie z L.p. 4 ALBO w przypadku gdy 'Projekt wywiera skutki finansowe' to dalsze postępowanie zgodnie z L.p. 3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Projekt dokumentu planistycznego;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Projekt modelu dokumentu strategicznego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Radca Prawny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Projekt dokumentu planistycznego;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Projekt modelu dokumentu strategicznego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105240">
              <w:rPr>
                <w:b/>
                <w:bCs/>
                <w:color w:val="000000"/>
                <w:sz w:val="20"/>
                <w:szCs w:val="20"/>
                <w:lang w:eastAsia="pl-PL"/>
              </w:rPr>
              <w:t>Analiza skutków finansowych projektu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4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Projekt modelu dokumentu strategicznego;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Projekt dokumentu planistycznego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Skarbnik Powiatu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Projekt dokumentu planistycznego;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Projekt modelu dokumentu strategicznego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105240">
              <w:rPr>
                <w:b/>
                <w:bCs/>
                <w:color w:val="000000"/>
                <w:sz w:val="20"/>
                <w:szCs w:val="20"/>
                <w:lang w:eastAsia="pl-PL"/>
              </w:rPr>
              <w:t>Zatwierdzenie projektu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5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Projekt modelu dokumentu strategicznego;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Uchwała Rady Powiatu w sprawie zatwierdzenia dokumentu planistycznego/ strategicznego;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Projekt dokumentu planistycznego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Rada Powiatu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Uchwała Rady Powiatu w sprawie zatwierdzenia dokumentu planistycznego/ strategicznego;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Projekt modelu dokumentu strategicznego;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Projekt dokumentu planistycznego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105240">
              <w:rPr>
                <w:b/>
                <w:bCs/>
                <w:color w:val="000000"/>
                <w:sz w:val="20"/>
                <w:szCs w:val="20"/>
                <w:lang w:eastAsia="pl-PL"/>
              </w:rPr>
              <w:t>Upublicznienie projektu dokumentu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Opis wykonania czynności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 xml:space="preserve"> portal internetowy JST, lista mailingowa, wyłożenie do publicznego wglądu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 xml:space="preserve"> W przypadku gdy 'Nie wpłynęły uwagi do projektu dokumentu' to dalsze postępowanie zgodnie z L.p. 9 ALBO w przypadku gdy 'Wpłynęły uwagi do projektu dokumentu' to dalsze postępowanie zgodnie z L.p. 6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Komórka JST właściwa ds. NGO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Wniosek z uwagami do dokumentu planistycznego/ strategicznego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105240">
              <w:rPr>
                <w:b/>
                <w:bCs/>
                <w:color w:val="000000"/>
                <w:sz w:val="20"/>
                <w:szCs w:val="20"/>
                <w:lang w:eastAsia="pl-PL"/>
              </w:rPr>
              <w:t>Synteza wniosków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7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Raport z przeprowadzonych konsultacji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Komórka JST właściwa ds. NGO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Wniosek z uwagami do dokumentu planistycznego/ strategicznego;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Raport z przeprowadzonych konsultacji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105240">
              <w:rPr>
                <w:b/>
                <w:bCs/>
                <w:color w:val="000000"/>
                <w:sz w:val="20"/>
                <w:szCs w:val="20"/>
                <w:lang w:eastAsia="pl-PL"/>
              </w:rPr>
              <w:t>Przekazanie wniosków do Zarządu Powiatu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8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Komórka JST właściwa ds. NGO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Projekt modelu dokumentu strategicznego;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Uchwała Rady Powiatu w sprawie zatwierdzenia dokumentu planistycznego/ strategicznego;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Wniosek z uwagami do dokumentu planistycznego/ strategicznego;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Raport z przeprowadzonych konsultacji;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Projekt dokumentu planistycznego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105240">
              <w:rPr>
                <w:b/>
                <w:bCs/>
                <w:color w:val="000000"/>
                <w:sz w:val="20"/>
                <w:szCs w:val="20"/>
                <w:lang w:eastAsia="pl-PL"/>
              </w:rPr>
              <w:t>Analiza uwag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9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Zarząd Powiatu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Wniosek z uwagami do dokumentu planistycznego/ strategicznego;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Raport z przeprowadzonych konsultacji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105240">
              <w:rPr>
                <w:b/>
                <w:bCs/>
                <w:color w:val="000000"/>
                <w:sz w:val="20"/>
                <w:szCs w:val="20"/>
                <w:lang w:eastAsia="pl-PL"/>
              </w:rPr>
              <w:t>Upublicznienie informacji o przeprowadzonych konsultacjach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Opis wykonania czynności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 xml:space="preserve"> portal internetowy JST, lista mailingowa, wyłożenie do publicznego wglądu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 xml:space="preserve"> W przypadku gdy 'Upubliczniono informację o przeprowadzonych konsultacjach dot. dokumentu planistycznego (wieloletniego progr</w:t>
            </w:r>
            <w:r>
              <w:rPr>
                <w:color w:val="000000"/>
                <w:sz w:val="20"/>
                <w:szCs w:val="20"/>
                <w:lang w:eastAsia="pl-PL"/>
              </w:rPr>
              <w:t>amu współpracy z NGO)' to przejś</w:t>
            </w:r>
            <w:r w:rsidRPr="00105240">
              <w:rPr>
                <w:color w:val="000000"/>
                <w:sz w:val="20"/>
                <w:szCs w:val="20"/>
                <w:lang w:eastAsia="pl-PL"/>
              </w:rPr>
              <w:t>cie do podprocedury 'proces 6 - opracowanie procedur dot. wieloletnich programów współpracy z NGO (Płaszczyzna 1 Obszar 3 Punkt D)' ALBO w przypadku gdy 'Upubliczniono informację o przeprowadzonych konsultacjach' to dalsze postępowanie zgodnie z L.p. 10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Komórka JST właściwa ds. NGO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Projekt modelu dokumentu strategicznego;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Wniosek z uwagami do dokumentu planistycznego/ strategicznego;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Raport z przeprowadzonych konsultacji;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Uchwała Rady Powiatu w sprawie zatwierdzenia dokumentu planistycznego/ strategicznego;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Projekt dokumentu planistycznego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105240">
              <w:rPr>
                <w:b/>
                <w:bCs/>
                <w:color w:val="000000"/>
                <w:sz w:val="20"/>
                <w:szCs w:val="20"/>
                <w:lang w:eastAsia="pl-PL"/>
              </w:rPr>
              <w:t>Podjęcie uchwały w sprawie przyjęcia dokumentu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11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Dokument strategiczny;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Dokument planistyczny;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Uchwała Zarządu Powiatu w sprawie przyjęcia dokumentu planistycznego/ strategicznego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Zarząd Powiatu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Dokument planistyczny;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Uchwała Zarządu Powiatu w sprawie przyjęcia dokumentu planistycznego/ strategicznego;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Dokument strategiczny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105240">
              <w:rPr>
                <w:b/>
                <w:bCs/>
                <w:color w:val="000000"/>
                <w:sz w:val="20"/>
                <w:szCs w:val="20"/>
                <w:lang w:eastAsia="pl-PL"/>
              </w:rPr>
              <w:t>Przekazanie do Rady Powiatu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 xml:space="preserve"> Opracowano dokument planistyczny/ strategiczny po konsultacjach z NGO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Zarząd Powiatu</w:t>
            </w:r>
          </w:p>
        </w:tc>
      </w:tr>
    </w:tbl>
    <w:p w:rsidR="00C417E9" w:rsidRPr="00105240" w:rsidRDefault="00C417E9" w:rsidP="00105240">
      <w:pPr>
        <w:widowControl w:val="0"/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105240" w:rsidRDefault="00C417E9" w:rsidP="00105240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105240" w:rsidRDefault="00C417E9" w:rsidP="00105240">
      <w:pPr>
        <w:rPr>
          <w:b/>
          <w:bCs/>
          <w:color w:val="000000"/>
          <w:sz w:val="20"/>
          <w:szCs w:val="20"/>
          <w:lang w:eastAsia="pl-PL"/>
        </w:rPr>
      </w:pPr>
      <w:r w:rsidRPr="00105240">
        <w:rPr>
          <w:color w:val="000000"/>
          <w:sz w:val="20"/>
          <w:szCs w:val="20"/>
          <w:lang w:eastAsia="pl-PL"/>
        </w:rPr>
        <w:br w:type="page"/>
      </w:r>
    </w:p>
    <w:p w:rsidR="00C417E9" w:rsidRPr="00105240" w:rsidRDefault="00C417E9" w:rsidP="00105240">
      <w:pPr>
        <w:autoSpaceDE w:val="0"/>
        <w:autoSpaceDN w:val="0"/>
        <w:adjustRightInd w:val="0"/>
        <w:spacing w:after="0" w:line="240" w:lineRule="auto"/>
        <w:rPr>
          <w:b/>
          <w:bCs/>
          <w:sz w:val="20"/>
          <w:szCs w:val="20"/>
          <w:lang w:eastAsia="pl-PL"/>
        </w:rPr>
      </w:pPr>
      <w:r w:rsidRPr="00105240">
        <w:rPr>
          <w:b/>
          <w:bCs/>
          <w:color w:val="000000"/>
          <w:sz w:val="20"/>
          <w:szCs w:val="20"/>
          <w:lang w:eastAsia="pl-PL"/>
        </w:rPr>
        <w:t>TABELA III WYNIK REALIZACJI PODPROCEDURY</w:t>
      </w:r>
    </w:p>
    <w:p w:rsidR="00C417E9" w:rsidRPr="00105240" w:rsidRDefault="00C417E9" w:rsidP="00105240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105240">
              <w:rPr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105240">
              <w:rPr>
                <w:b/>
                <w:bCs/>
                <w:color w:val="000000"/>
                <w:sz w:val="20"/>
                <w:szCs w:val="20"/>
                <w:lang w:eastAsia="pl-PL"/>
              </w:rPr>
              <w:t>Odbiorca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105240">
              <w:rPr>
                <w:b/>
                <w:bCs/>
                <w:color w:val="000000"/>
                <w:sz w:val="20"/>
                <w:szCs w:val="20"/>
                <w:lang w:eastAsia="pl-PL"/>
              </w:rPr>
              <w:t>Zdarzenie; Dokument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Komórka JST właściwa ds. NGO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Upubliczniono informację o przeprowadzonych konsultacjach dot. dokumentu planistycznego (wieloletniego programu współpracy z NGO)</w:t>
            </w:r>
          </w:p>
        </w:tc>
      </w:tr>
      <w:tr w:rsidR="00C417E9" w:rsidRPr="00E82D5D" w:rsidTr="00105240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 xml:space="preserve"> 2.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Zarząd Powiatu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105240" w:rsidRDefault="00C417E9" w:rsidP="00105240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105240">
              <w:rPr>
                <w:color w:val="000000"/>
                <w:sz w:val="20"/>
                <w:szCs w:val="20"/>
                <w:lang w:eastAsia="pl-PL"/>
              </w:rPr>
              <w:t>Opracowano dokument planistyczny/ strategiczny po konsultacjach z NGO</w:t>
            </w:r>
          </w:p>
        </w:tc>
      </w:tr>
    </w:tbl>
    <w:p w:rsidR="00C417E9" w:rsidRPr="00105240" w:rsidRDefault="00C417E9" w:rsidP="00105240">
      <w:pPr>
        <w:widowControl w:val="0"/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105240" w:rsidRDefault="00C417E9" w:rsidP="00105240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105240">
        <w:rPr>
          <w:color w:val="000000"/>
          <w:sz w:val="20"/>
          <w:szCs w:val="20"/>
          <w:lang w:eastAsia="pl-PL"/>
        </w:rPr>
        <w:t>DOKUMENTY ZWIĄZANE:</w:t>
      </w:r>
    </w:p>
    <w:p w:rsidR="00C417E9" w:rsidRPr="00105240" w:rsidRDefault="00C417E9" w:rsidP="00105240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105240" w:rsidRDefault="00C417E9" w:rsidP="00105240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105240">
        <w:rPr>
          <w:color w:val="000000"/>
          <w:sz w:val="20"/>
          <w:szCs w:val="20"/>
          <w:lang w:eastAsia="pl-PL"/>
        </w:rPr>
        <w:t xml:space="preserve"> 1. Dokument planistyczny</w:t>
      </w:r>
    </w:p>
    <w:p w:rsidR="00C417E9" w:rsidRPr="00105240" w:rsidRDefault="00C417E9" w:rsidP="00105240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105240">
        <w:rPr>
          <w:color w:val="000000"/>
          <w:sz w:val="20"/>
          <w:szCs w:val="20"/>
          <w:lang w:eastAsia="pl-PL"/>
        </w:rPr>
        <w:t xml:space="preserve"> 2. Dokument strategiczny</w:t>
      </w:r>
    </w:p>
    <w:p w:rsidR="00C417E9" w:rsidRPr="00105240" w:rsidRDefault="00C417E9" w:rsidP="00105240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105240">
        <w:rPr>
          <w:color w:val="000000"/>
          <w:sz w:val="20"/>
          <w:szCs w:val="20"/>
          <w:lang w:eastAsia="pl-PL"/>
        </w:rPr>
        <w:t xml:space="preserve"> 3. Projekt modelu dokumentu strategicznego</w:t>
      </w:r>
    </w:p>
    <w:p w:rsidR="00C417E9" w:rsidRPr="00105240" w:rsidRDefault="00C417E9" w:rsidP="00105240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105240">
        <w:rPr>
          <w:color w:val="000000"/>
          <w:sz w:val="20"/>
          <w:szCs w:val="20"/>
          <w:lang w:eastAsia="pl-PL"/>
        </w:rPr>
        <w:t xml:space="preserve"> 4. Projekt dokumentu planistycznego</w:t>
      </w:r>
    </w:p>
    <w:p w:rsidR="00C417E9" w:rsidRPr="00105240" w:rsidRDefault="00C417E9" w:rsidP="00105240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105240">
        <w:rPr>
          <w:color w:val="000000"/>
          <w:sz w:val="20"/>
          <w:szCs w:val="20"/>
          <w:lang w:eastAsia="pl-PL"/>
        </w:rPr>
        <w:t xml:space="preserve"> 5. Raport z przeprowadzonych konsultacji</w:t>
      </w:r>
    </w:p>
    <w:p w:rsidR="00C417E9" w:rsidRPr="00105240" w:rsidRDefault="00C417E9" w:rsidP="00105240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105240">
        <w:rPr>
          <w:color w:val="000000"/>
          <w:sz w:val="20"/>
          <w:szCs w:val="20"/>
          <w:lang w:eastAsia="pl-PL"/>
        </w:rPr>
        <w:t xml:space="preserve"> 6. Uchwała Rady Powiatu w sprawie zatwierdzenia dokumentu planistycznego/ strategicznego</w:t>
      </w:r>
    </w:p>
    <w:p w:rsidR="00C417E9" w:rsidRPr="00105240" w:rsidRDefault="00C417E9" w:rsidP="00105240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105240">
        <w:rPr>
          <w:color w:val="000000"/>
          <w:sz w:val="20"/>
          <w:szCs w:val="20"/>
          <w:lang w:eastAsia="pl-PL"/>
        </w:rPr>
        <w:t xml:space="preserve"> 7. Uchwała Zarządu Powiatu w sprawie przyjęcia dokumentu planistycznego/ strategicznego</w:t>
      </w:r>
    </w:p>
    <w:p w:rsidR="00C417E9" w:rsidRPr="00105240" w:rsidRDefault="00C417E9" w:rsidP="00105240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105240">
        <w:rPr>
          <w:color w:val="000000"/>
          <w:sz w:val="20"/>
          <w:szCs w:val="20"/>
          <w:lang w:eastAsia="pl-PL"/>
        </w:rPr>
        <w:t xml:space="preserve"> 8. Wniosek z uwagami do dokumentu planistycznego/ strategicznego</w:t>
      </w:r>
    </w:p>
    <w:p w:rsidR="00C417E9" w:rsidRPr="00105240" w:rsidRDefault="00C417E9" w:rsidP="00105240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0"/>
          <w:szCs w:val="20"/>
          <w:lang w:eastAsia="pl-PL"/>
        </w:rPr>
      </w:pPr>
      <w:r w:rsidRPr="00105240">
        <w:rPr>
          <w:b/>
          <w:bCs/>
          <w:color w:val="000000"/>
          <w:sz w:val="20"/>
          <w:szCs w:val="20"/>
          <w:lang w:eastAsia="pl-PL"/>
        </w:rPr>
        <w:br w:type="page"/>
        <w:t>MODEL PROCESU:</w:t>
      </w:r>
    </w:p>
    <w:p w:rsidR="00C417E9" w:rsidRDefault="00C417E9" w:rsidP="00FB106D">
      <w:pPr>
        <w:pStyle w:val="Heading3"/>
        <w:rPr>
          <w:rFonts w:ascii="Calibri" w:hAnsi="Calibri"/>
          <w:color w:val="000000"/>
          <w:sz w:val="20"/>
          <w:szCs w:val="20"/>
          <w:lang w:eastAsia="pl-PL"/>
        </w:rPr>
      </w:pPr>
      <w:r w:rsidRPr="0044753A">
        <w:rPr>
          <w:rFonts w:ascii="Calibri" w:hAnsi="Calibri" w:cs="Arial"/>
          <w:noProof/>
          <w:sz w:val="20"/>
          <w:szCs w:val="20"/>
          <w:lang w:eastAsia="pl-PL"/>
        </w:rPr>
        <w:pict>
          <v:shape id="Obraz 7" o:spid="_x0000_i1032" type="#_x0000_t75" style="width:387pt;height:662.25pt;visibility:visible">
            <v:imagedata r:id="rId12" o:title=""/>
          </v:shape>
        </w:pict>
      </w:r>
      <w:r w:rsidRPr="00105240">
        <w:rPr>
          <w:rFonts w:ascii="Calibri" w:hAnsi="Calibri" w:cs="Arial"/>
          <w:sz w:val="20"/>
          <w:szCs w:val="20"/>
          <w:lang w:eastAsia="pl-PL"/>
        </w:rPr>
        <w:t xml:space="preserve"> </w:t>
      </w:r>
      <w:r w:rsidRPr="00105240">
        <w:rPr>
          <w:rFonts w:ascii="Calibri" w:hAnsi="Calibri"/>
          <w:color w:val="000000"/>
          <w:sz w:val="20"/>
          <w:szCs w:val="20"/>
          <w:lang w:eastAsia="pl-PL"/>
        </w:rPr>
        <w:br w:type="page"/>
      </w:r>
    </w:p>
    <w:p w:rsidR="00C417E9" w:rsidRPr="00FB106D" w:rsidRDefault="00C417E9" w:rsidP="00FB106D">
      <w:pPr>
        <w:spacing w:after="0" w:line="240" w:lineRule="auto"/>
        <w:rPr>
          <w:rFonts w:ascii="Arial" w:hAnsi="Arial" w:cs="Arial"/>
          <w:b/>
        </w:rPr>
      </w:pPr>
      <w:r w:rsidRPr="00FB106D">
        <w:rPr>
          <w:rFonts w:ascii="Arial" w:hAnsi="Arial" w:cs="Arial"/>
          <w:b/>
        </w:rPr>
        <w:t>Obszar 4</w:t>
      </w:r>
      <w:r>
        <w:rPr>
          <w:rFonts w:ascii="Arial" w:hAnsi="Arial" w:cs="Arial"/>
          <w:b/>
        </w:rPr>
        <w:t xml:space="preserve"> </w:t>
      </w:r>
      <w:r w:rsidRPr="00FB106D"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 xml:space="preserve"> </w:t>
      </w:r>
      <w:r w:rsidRPr="00FB106D">
        <w:rPr>
          <w:rFonts w:ascii="Arial" w:hAnsi="Arial" w:cs="Arial"/>
          <w:b/>
          <w:bCs/>
          <w:color w:val="000000"/>
        </w:rPr>
        <w:t>Konsultowanie przez samorząd terytorialny i organizacje pozarządowe założeń projektów i aktów normatywnych oraz zasad realizacji innych przedsięwzięć</w:t>
      </w:r>
      <w:r>
        <w:rPr>
          <w:rFonts w:ascii="Arial" w:hAnsi="Arial" w:cs="Arial"/>
          <w:b/>
        </w:rPr>
        <w:t>.</w:t>
      </w:r>
    </w:p>
    <w:p w:rsidR="00C417E9" w:rsidRDefault="00C417E9" w:rsidP="00FB106D">
      <w:pPr>
        <w:spacing w:after="0" w:line="240" w:lineRule="auto"/>
        <w:ind w:left="720"/>
        <w:contextualSpacing/>
        <w:rPr>
          <w:rFonts w:ascii="Arial Narrow" w:hAnsi="Arial Narrow"/>
          <w:sz w:val="22"/>
        </w:rPr>
      </w:pPr>
    </w:p>
    <w:p w:rsidR="00C417E9" w:rsidRPr="00FB106D" w:rsidRDefault="00C417E9" w:rsidP="00FB106D">
      <w:pPr>
        <w:spacing w:after="0" w:line="240" w:lineRule="auto"/>
        <w:contextualSpacing/>
        <w:jc w:val="both"/>
        <w:rPr>
          <w:rFonts w:ascii="Arial" w:hAnsi="Arial" w:cs="Arial"/>
          <w:b/>
          <w:sz w:val="24"/>
          <w:u w:val="single"/>
        </w:rPr>
      </w:pPr>
      <w:r w:rsidRPr="00FB106D">
        <w:rPr>
          <w:rFonts w:ascii="Arial" w:hAnsi="Arial" w:cs="Arial"/>
          <w:b/>
          <w:sz w:val="24"/>
          <w:u w:val="single"/>
        </w:rPr>
        <w:t>Procedura 1. Opracowanie procedur dot. przeprowadzenia konsultacji w dialogu z zainteresowanymi.</w:t>
      </w:r>
    </w:p>
    <w:p w:rsidR="00C417E9" w:rsidRDefault="00C417E9" w:rsidP="00FB106D">
      <w:pPr>
        <w:pStyle w:val="Heading3"/>
        <w:rPr>
          <w:rFonts w:ascii="Calibri" w:hAnsi="Calibri"/>
          <w:color w:val="000000"/>
          <w:sz w:val="20"/>
          <w:szCs w:val="20"/>
          <w:lang w:eastAsia="pl-PL"/>
        </w:rPr>
      </w:pPr>
    </w:p>
    <w:p w:rsidR="00C417E9" w:rsidRPr="00FB106D" w:rsidRDefault="00C417E9" w:rsidP="00FB106D">
      <w:pPr>
        <w:autoSpaceDE w:val="0"/>
        <w:autoSpaceDN w:val="0"/>
        <w:adjustRightInd w:val="0"/>
        <w:spacing w:after="0" w:line="240" w:lineRule="auto"/>
        <w:rPr>
          <w:iCs/>
          <w:color w:val="000000"/>
          <w:sz w:val="20"/>
          <w:szCs w:val="20"/>
          <w:lang w:eastAsia="pl-PL"/>
        </w:rPr>
      </w:pPr>
      <w:r w:rsidRPr="00FB106D">
        <w:rPr>
          <w:iCs/>
          <w:color w:val="000000"/>
          <w:sz w:val="20"/>
          <w:szCs w:val="20"/>
          <w:lang w:eastAsia="pl-PL"/>
        </w:rPr>
        <w:t>Proces 9</w:t>
      </w:r>
    </w:p>
    <w:p w:rsidR="00C417E9" w:rsidRPr="00FB106D" w:rsidRDefault="00C417E9" w:rsidP="00FB106D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pl-PL"/>
        </w:rPr>
      </w:pPr>
    </w:p>
    <w:p w:rsidR="00C417E9" w:rsidRPr="00FB106D" w:rsidRDefault="00C417E9" w:rsidP="00FB106D">
      <w:pPr>
        <w:autoSpaceDE w:val="0"/>
        <w:autoSpaceDN w:val="0"/>
        <w:adjustRightInd w:val="0"/>
        <w:spacing w:after="0" w:line="240" w:lineRule="auto"/>
        <w:rPr>
          <w:b/>
          <w:bCs/>
          <w:sz w:val="20"/>
          <w:szCs w:val="20"/>
          <w:lang w:eastAsia="pl-PL"/>
        </w:rPr>
      </w:pPr>
      <w:r w:rsidRPr="00FB106D">
        <w:rPr>
          <w:b/>
          <w:bCs/>
          <w:color w:val="000000"/>
          <w:sz w:val="20"/>
          <w:szCs w:val="20"/>
          <w:lang w:eastAsia="pl-PL"/>
        </w:rPr>
        <w:t>TABELA I INICJACJA PODPROCEDURY</w:t>
      </w:r>
    </w:p>
    <w:p w:rsidR="00C417E9" w:rsidRPr="00FB106D" w:rsidRDefault="00C417E9" w:rsidP="00FB106D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C417E9" w:rsidRPr="00E82D5D" w:rsidTr="00A95CCB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FB106D" w:rsidRDefault="00C417E9" w:rsidP="00FB106D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FB106D">
              <w:rPr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FB106D" w:rsidRDefault="00C417E9" w:rsidP="00FB106D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FB106D">
              <w:rPr>
                <w:b/>
                <w:bCs/>
                <w:color w:val="000000"/>
                <w:sz w:val="20"/>
                <w:szCs w:val="20"/>
                <w:lang w:eastAsia="pl-PL"/>
              </w:rPr>
              <w:t>Dostawca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FB106D" w:rsidRDefault="00C417E9" w:rsidP="00FB106D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FB106D">
              <w:rPr>
                <w:b/>
                <w:bCs/>
                <w:color w:val="000000"/>
                <w:sz w:val="20"/>
                <w:szCs w:val="20"/>
                <w:lang w:eastAsia="pl-PL"/>
              </w:rPr>
              <w:t>Zdarzenie; Dokument</w:t>
            </w:r>
          </w:p>
        </w:tc>
      </w:tr>
      <w:tr w:rsidR="00C417E9" w:rsidRPr="00E82D5D" w:rsidTr="00A95CCB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FB106D" w:rsidRDefault="00C417E9" w:rsidP="00FB106D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FB106D">
              <w:rPr>
                <w:color w:val="000000"/>
                <w:sz w:val="20"/>
                <w:szCs w:val="20"/>
                <w:lang w:eastAsia="pl-PL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FB106D" w:rsidRDefault="00C417E9" w:rsidP="00FB106D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FB106D" w:rsidRDefault="00C417E9" w:rsidP="00FB106D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FB106D">
              <w:rPr>
                <w:color w:val="000000"/>
                <w:sz w:val="20"/>
                <w:szCs w:val="20"/>
                <w:lang w:eastAsia="pl-PL"/>
              </w:rPr>
              <w:t>Starostwo Powiatowe zidentyfikowało potrzebę przeprowadzenia konsultacji</w:t>
            </w:r>
          </w:p>
        </w:tc>
      </w:tr>
      <w:tr w:rsidR="00C417E9" w:rsidRPr="00E82D5D" w:rsidTr="00A95CCB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FB106D" w:rsidRDefault="00C417E9" w:rsidP="00FB106D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FB106D">
              <w:rPr>
                <w:color w:val="000000"/>
                <w:sz w:val="20"/>
                <w:szCs w:val="20"/>
                <w:lang w:eastAsia="pl-PL"/>
              </w:rPr>
              <w:t xml:space="preserve"> 2.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FB106D" w:rsidRDefault="00C417E9" w:rsidP="00FB106D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FB106D" w:rsidRDefault="00C417E9" w:rsidP="00FB106D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FB106D">
              <w:rPr>
                <w:color w:val="000000"/>
                <w:sz w:val="20"/>
                <w:szCs w:val="20"/>
                <w:lang w:eastAsia="pl-PL"/>
              </w:rPr>
              <w:t>NGO zidentyfikowało potrzebę przeprowadzenia konsultacji</w:t>
            </w:r>
          </w:p>
        </w:tc>
      </w:tr>
    </w:tbl>
    <w:p w:rsidR="00C417E9" w:rsidRPr="00FB106D" w:rsidRDefault="00C417E9" w:rsidP="00FB106D">
      <w:pPr>
        <w:widowControl w:val="0"/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FB106D" w:rsidRDefault="00C417E9" w:rsidP="00FB106D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FB106D" w:rsidRDefault="00C417E9" w:rsidP="00FB106D">
      <w:pPr>
        <w:autoSpaceDE w:val="0"/>
        <w:autoSpaceDN w:val="0"/>
        <w:adjustRightInd w:val="0"/>
        <w:spacing w:after="0" w:line="240" w:lineRule="auto"/>
        <w:rPr>
          <w:b/>
          <w:bCs/>
          <w:sz w:val="20"/>
          <w:szCs w:val="20"/>
          <w:lang w:eastAsia="pl-PL"/>
        </w:rPr>
      </w:pPr>
      <w:r w:rsidRPr="00FB106D">
        <w:rPr>
          <w:b/>
          <w:bCs/>
          <w:color w:val="000000"/>
          <w:sz w:val="20"/>
          <w:szCs w:val="20"/>
          <w:lang w:eastAsia="pl-PL"/>
        </w:rPr>
        <w:t>TABELA II OPIS PRACY</w:t>
      </w:r>
    </w:p>
    <w:p w:rsidR="00C417E9" w:rsidRPr="00FB106D" w:rsidRDefault="00C417E9" w:rsidP="00FB106D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eastAsia="pl-PL"/>
        </w:rPr>
      </w:pPr>
    </w:p>
    <w:tbl>
      <w:tblPr>
        <w:tblW w:w="9707" w:type="dxa"/>
        <w:tblInd w:w="-7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1542"/>
        <w:gridCol w:w="4530"/>
        <w:gridCol w:w="1542"/>
        <w:gridCol w:w="1542"/>
      </w:tblGrid>
      <w:tr w:rsidR="00C417E9" w:rsidRPr="00E82D5D" w:rsidTr="00E16BE8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82D5D" w:rsidRDefault="00C417E9" w:rsidP="00564843">
            <w:pPr>
              <w:pStyle w:val="apodproceduratabelaIInag3wek2"/>
            </w:pPr>
            <w:r w:rsidRPr="00E82D5D">
              <w:rPr>
                <w:color w:val="000000"/>
              </w:rPr>
              <w:t>L.p.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82D5D" w:rsidRDefault="00C417E9" w:rsidP="00564843">
            <w:pPr>
              <w:pStyle w:val="apodproceduratabelaIInag3wek2"/>
            </w:pPr>
            <w:r w:rsidRPr="00E82D5D">
              <w:rPr>
                <w:color w:val="000000"/>
              </w:rPr>
              <w:t>Dokument na wejściu do czynności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82D5D" w:rsidRDefault="00C417E9" w:rsidP="00564843">
            <w:pPr>
              <w:pStyle w:val="apodproceduratabelaIInag3wek2"/>
            </w:pPr>
            <w:r w:rsidRPr="00E82D5D">
              <w:rPr>
                <w:color w:val="000000"/>
              </w:rPr>
              <w:t>Opis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82D5D" w:rsidRDefault="00C417E9" w:rsidP="00564843">
            <w:pPr>
              <w:pStyle w:val="apodproceduratabelaIInag3wek2"/>
            </w:pPr>
            <w:r w:rsidRPr="00E82D5D">
              <w:rPr>
                <w:color w:val="000000"/>
              </w:rPr>
              <w:t>Dokument na wyjściu z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82D5D" w:rsidRDefault="00C417E9" w:rsidP="00564843">
            <w:pPr>
              <w:pStyle w:val="apodproceduratabelaIInag3wek2"/>
            </w:pPr>
            <w:r w:rsidRPr="00E82D5D">
              <w:rPr>
                <w:color w:val="000000"/>
              </w:rPr>
              <w:t>Stanowisko wykonujące czynność</w:t>
            </w:r>
          </w:p>
        </w:tc>
      </w:tr>
      <w:tr w:rsidR="00C417E9" w:rsidRPr="00E82D5D" w:rsidTr="00E16BE8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82D5D" w:rsidRDefault="00C417E9" w:rsidP="00564843">
            <w:pPr>
              <w:pStyle w:val="apodproceduratabelaIItreoan"/>
            </w:pPr>
            <w:r w:rsidRPr="00E82D5D">
              <w:rPr>
                <w:color w:val="000000"/>
              </w:rPr>
              <w:t>1.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82D5D" w:rsidRDefault="00C417E9" w:rsidP="00564843">
            <w:pPr>
              <w:pStyle w:val="apodproceduratabelaIItreoan"/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82D5D" w:rsidRDefault="00C417E9" w:rsidP="00564843">
            <w:pPr>
              <w:pStyle w:val="apodproceduratabelaIItreoab"/>
            </w:pPr>
            <w:r w:rsidRPr="00E82D5D">
              <w:rPr>
                <w:color w:val="000000"/>
              </w:rPr>
              <w:t>Opracowanie metodyki konsultacji</w:t>
            </w:r>
          </w:p>
          <w:p w:rsidR="00C417E9" w:rsidRPr="00E82D5D" w:rsidRDefault="00C417E9" w:rsidP="00564843">
            <w:pPr>
              <w:pStyle w:val="apodproceduratabelaIItreoar"/>
            </w:pPr>
          </w:p>
          <w:p w:rsidR="00C417E9" w:rsidRPr="00E82D5D" w:rsidRDefault="00C417E9" w:rsidP="00564843">
            <w:pPr>
              <w:pStyle w:val="apodproceduratabelaIItreoar"/>
            </w:pPr>
            <w:r w:rsidRPr="00E82D5D">
              <w:rPr>
                <w:color w:val="000000"/>
              </w:rPr>
              <w:t>Opis wykonania czynności</w:t>
            </w:r>
          </w:p>
          <w:p w:rsidR="00C417E9" w:rsidRPr="00E82D5D" w:rsidRDefault="00C417E9" w:rsidP="00564843">
            <w:pPr>
              <w:pStyle w:val="apodproceduratabelaIItreoar"/>
            </w:pPr>
            <w:r w:rsidRPr="00E82D5D">
              <w:rPr>
                <w:color w:val="000000"/>
              </w:rPr>
              <w:t xml:space="preserve"> sposoby zgłaszania uwag, prowadzenia dyskusji, organizowania spotkań (ich miejsc, terminów), itd.</w:t>
            </w:r>
          </w:p>
          <w:p w:rsidR="00C417E9" w:rsidRPr="00E82D5D" w:rsidRDefault="00C417E9" w:rsidP="00564843">
            <w:pPr>
              <w:pStyle w:val="apodproceduratabelaIItreoar"/>
            </w:pPr>
          </w:p>
          <w:p w:rsidR="00C417E9" w:rsidRPr="00E82D5D" w:rsidRDefault="00C417E9" w:rsidP="00564843">
            <w:pPr>
              <w:pStyle w:val="apodproceduratabelaIItreoar"/>
            </w:pPr>
            <w:r w:rsidRPr="00E82D5D">
              <w:rPr>
                <w:color w:val="000000"/>
              </w:rPr>
              <w:t>Możliwość kontynuacji</w:t>
            </w:r>
          </w:p>
          <w:p w:rsidR="00C417E9" w:rsidRPr="00E82D5D" w:rsidRDefault="00C417E9" w:rsidP="00564843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82D5D" w:rsidRDefault="00C417E9" w:rsidP="00564843">
            <w:pPr>
              <w:pStyle w:val="apodproceduratabelaIItreoan"/>
              <w:rPr>
                <w:color w:val="000000"/>
              </w:rPr>
            </w:pPr>
            <w:r w:rsidRPr="00E82D5D">
              <w:rPr>
                <w:color w:val="000000"/>
              </w:rPr>
              <w:t>Metodyka konsultacji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82D5D" w:rsidRDefault="00C417E9" w:rsidP="00564843">
            <w:pPr>
              <w:pStyle w:val="apodproceduratabelaIItreoan"/>
              <w:rPr>
                <w:color w:val="000000"/>
              </w:rPr>
            </w:pPr>
            <w:r w:rsidRPr="00E82D5D">
              <w:rPr>
                <w:color w:val="000000"/>
              </w:rPr>
              <w:t>Komórka Organizacyjna Starostwa</w:t>
            </w:r>
          </w:p>
        </w:tc>
      </w:tr>
      <w:tr w:rsidR="00C417E9" w:rsidRPr="00E82D5D" w:rsidTr="00E16BE8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82D5D" w:rsidRDefault="00C417E9" w:rsidP="00564843">
            <w:pPr>
              <w:pStyle w:val="apodproceduratabelaIItreoan"/>
            </w:pPr>
            <w:r w:rsidRPr="00E82D5D">
              <w:rPr>
                <w:color w:val="000000"/>
              </w:rPr>
              <w:t>2.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82D5D" w:rsidRDefault="00C417E9" w:rsidP="00564843">
            <w:pPr>
              <w:pStyle w:val="apodproceduratabelaIItreoan"/>
              <w:rPr>
                <w:color w:val="000000"/>
              </w:rPr>
            </w:pPr>
            <w:r w:rsidRPr="00E82D5D">
              <w:rPr>
                <w:color w:val="000000"/>
              </w:rPr>
              <w:t>Metodyka konsultacji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82D5D" w:rsidRDefault="00C417E9" w:rsidP="00564843">
            <w:pPr>
              <w:pStyle w:val="apodproceduratabelaIItreoab"/>
            </w:pPr>
            <w:r w:rsidRPr="00E82D5D">
              <w:rPr>
                <w:color w:val="000000"/>
              </w:rPr>
              <w:t>Przekazanie informacji o sposobie konsultacji</w:t>
            </w:r>
          </w:p>
          <w:p w:rsidR="00C417E9" w:rsidRPr="00E82D5D" w:rsidRDefault="00C417E9" w:rsidP="00564843">
            <w:pPr>
              <w:pStyle w:val="apodproceduratabelaIItreoar"/>
            </w:pPr>
          </w:p>
          <w:p w:rsidR="00C417E9" w:rsidRPr="00E82D5D" w:rsidRDefault="00C417E9" w:rsidP="00564843">
            <w:pPr>
              <w:pStyle w:val="apodproceduratabelaIItreoar"/>
            </w:pPr>
            <w:r w:rsidRPr="00E82D5D">
              <w:rPr>
                <w:color w:val="000000"/>
              </w:rPr>
              <w:t>Opis wykonania czynności</w:t>
            </w:r>
          </w:p>
          <w:p w:rsidR="00C417E9" w:rsidRPr="00E82D5D" w:rsidRDefault="00C417E9" w:rsidP="00564843">
            <w:pPr>
              <w:pStyle w:val="apodproceduratabelaIItreoar"/>
            </w:pPr>
            <w:r w:rsidRPr="00E82D5D">
              <w:rPr>
                <w:color w:val="000000"/>
              </w:rPr>
              <w:t xml:space="preserve"> portal internetowy JST, lista mailingowa, wyłożenie do publicznego wglądu, tablica ogłoszeń, inne</w:t>
            </w:r>
          </w:p>
          <w:p w:rsidR="00C417E9" w:rsidRPr="00E82D5D" w:rsidRDefault="00C417E9" w:rsidP="00564843">
            <w:pPr>
              <w:pStyle w:val="apodproceduratabelaIItreoar"/>
            </w:pPr>
          </w:p>
          <w:p w:rsidR="00C417E9" w:rsidRPr="00E82D5D" w:rsidRDefault="00C417E9" w:rsidP="00564843">
            <w:pPr>
              <w:pStyle w:val="apodproceduratabelaIItreoar"/>
            </w:pPr>
            <w:r w:rsidRPr="00E82D5D">
              <w:rPr>
                <w:color w:val="000000"/>
              </w:rPr>
              <w:t>Możliwość kontynuacji</w:t>
            </w:r>
          </w:p>
          <w:p w:rsidR="00C417E9" w:rsidRPr="00E82D5D" w:rsidRDefault="00C417E9" w:rsidP="00564843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82D5D" w:rsidRDefault="00C417E9" w:rsidP="00564843">
            <w:pPr>
              <w:pStyle w:val="apodproceduratabelaIItreoan"/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82D5D" w:rsidRDefault="00C417E9" w:rsidP="00564843">
            <w:pPr>
              <w:pStyle w:val="apodproceduratabelaIItreoan"/>
              <w:rPr>
                <w:color w:val="000000"/>
              </w:rPr>
            </w:pPr>
            <w:r w:rsidRPr="00E82D5D">
              <w:rPr>
                <w:color w:val="000000"/>
              </w:rPr>
              <w:t>Komórka JST właściwa ds. NGO</w:t>
            </w:r>
          </w:p>
        </w:tc>
      </w:tr>
      <w:tr w:rsidR="00C417E9" w:rsidRPr="00E82D5D" w:rsidTr="00E16BE8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82D5D" w:rsidRDefault="00C417E9" w:rsidP="00564843">
            <w:pPr>
              <w:pStyle w:val="apodproceduratabelaIItreoan"/>
            </w:pPr>
            <w:r w:rsidRPr="00E82D5D">
              <w:rPr>
                <w:color w:val="000000"/>
              </w:rPr>
              <w:t>3.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82D5D" w:rsidRDefault="00C417E9" w:rsidP="00564843">
            <w:pPr>
              <w:pStyle w:val="apodproceduratabelaIItreoan"/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82D5D" w:rsidRDefault="00C417E9" w:rsidP="00564843">
            <w:pPr>
              <w:pStyle w:val="apodproceduratabelaIItreoab"/>
            </w:pPr>
            <w:r w:rsidRPr="00E82D5D">
              <w:rPr>
                <w:color w:val="000000"/>
              </w:rPr>
              <w:t>Powołanie Zespołu ds. przeprowadzenia konsultacji</w:t>
            </w:r>
          </w:p>
          <w:p w:rsidR="00C417E9" w:rsidRPr="00E82D5D" w:rsidRDefault="00C417E9" w:rsidP="00564843">
            <w:pPr>
              <w:pStyle w:val="apodproceduratabelaIItreoar"/>
            </w:pPr>
          </w:p>
          <w:p w:rsidR="00C417E9" w:rsidRPr="00E82D5D" w:rsidRDefault="00C417E9" w:rsidP="00564843">
            <w:pPr>
              <w:pStyle w:val="apodproceduratabelaIItreoar"/>
            </w:pPr>
            <w:r w:rsidRPr="00E82D5D">
              <w:rPr>
                <w:color w:val="000000"/>
              </w:rPr>
              <w:t>Możliwość kontynuacji</w:t>
            </w:r>
          </w:p>
          <w:p w:rsidR="00C417E9" w:rsidRPr="00E82D5D" w:rsidRDefault="00C417E9" w:rsidP="00564843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82D5D" w:rsidRDefault="00C417E9" w:rsidP="00564843">
            <w:pPr>
              <w:pStyle w:val="apodproceduratabelaIItreoan"/>
              <w:rPr>
                <w:color w:val="000000"/>
              </w:rPr>
            </w:pPr>
            <w:r w:rsidRPr="00E82D5D">
              <w:rPr>
                <w:color w:val="000000"/>
              </w:rPr>
              <w:t>Uchwała Zarządu Powiatu;</w:t>
            </w:r>
          </w:p>
          <w:p w:rsidR="00C417E9" w:rsidRPr="00E82D5D" w:rsidRDefault="00C417E9" w:rsidP="00564843">
            <w:pPr>
              <w:pStyle w:val="apodproceduratabelaIItreoan"/>
              <w:rPr>
                <w:color w:val="000000"/>
              </w:rPr>
            </w:pPr>
            <w:r w:rsidRPr="00E82D5D">
              <w:rPr>
                <w:color w:val="000000"/>
              </w:rPr>
              <w:t>Zarządzenie Starosty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82D5D" w:rsidRDefault="00C417E9" w:rsidP="00564843">
            <w:pPr>
              <w:pStyle w:val="apodproceduratabelaIItreoan"/>
              <w:rPr>
                <w:color w:val="000000"/>
              </w:rPr>
            </w:pPr>
            <w:r w:rsidRPr="00E82D5D">
              <w:rPr>
                <w:color w:val="000000"/>
              </w:rPr>
              <w:t>Zarząd Powiatu;</w:t>
            </w:r>
          </w:p>
          <w:p w:rsidR="00C417E9" w:rsidRPr="00E82D5D" w:rsidRDefault="00C417E9" w:rsidP="00564843">
            <w:pPr>
              <w:pStyle w:val="apodproceduratabelaIItreoan"/>
              <w:rPr>
                <w:color w:val="000000"/>
              </w:rPr>
            </w:pPr>
            <w:r w:rsidRPr="00E82D5D">
              <w:rPr>
                <w:color w:val="000000"/>
              </w:rPr>
              <w:t>Starosta</w:t>
            </w:r>
          </w:p>
        </w:tc>
      </w:tr>
      <w:tr w:rsidR="00C417E9" w:rsidRPr="00E82D5D" w:rsidTr="00E16BE8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82D5D" w:rsidRDefault="00C417E9" w:rsidP="00564843">
            <w:pPr>
              <w:pStyle w:val="apodproceduratabelaIItreoan"/>
            </w:pPr>
            <w:r w:rsidRPr="00E82D5D">
              <w:rPr>
                <w:color w:val="000000"/>
              </w:rPr>
              <w:t>4.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82D5D" w:rsidRDefault="00C417E9" w:rsidP="00564843">
            <w:pPr>
              <w:pStyle w:val="apodproceduratabelaIItreoan"/>
            </w:pP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82D5D" w:rsidRDefault="00C417E9" w:rsidP="00564843">
            <w:pPr>
              <w:pStyle w:val="apodproceduratabelaIItreoab"/>
            </w:pPr>
            <w:r w:rsidRPr="00E82D5D">
              <w:rPr>
                <w:color w:val="000000"/>
              </w:rPr>
              <w:t>Przekazanie informacji do właściwego Wydziału merytorycznego</w:t>
            </w:r>
          </w:p>
          <w:p w:rsidR="00C417E9" w:rsidRPr="00E82D5D" w:rsidRDefault="00C417E9" w:rsidP="00564843">
            <w:pPr>
              <w:pStyle w:val="apodproceduratabelaIItreoar"/>
            </w:pPr>
          </w:p>
          <w:p w:rsidR="00C417E9" w:rsidRPr="00E82D5D" w:rsidRDefault="00C417E9" w:rsidP="00564843">
            <w:pPr>
              <w:pStyle w:val="apodproceduratabelaIItreoar"/>
            </w:pPr>
            <w:r w:rsidRPr="00E82D5D">
              <w:rPr>
                <w:color w:val="000000"/>
              </w:rPr>
              <w:t>Możliwość kontynuacji</w:t>
            </w:r>
          </w:p>
          <w:p w:rsidR="00C417E9" w:rsidRPr="00E82D5D" w:rsidRDefault="00C417E9" w:rsidP="00564843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82D5D" w:rsidRDefault="00C417E9" w:rsidP="00564843">
            <w:pPr>
              <w:pStyle w:val="apodproceduratabelaIItreoan"/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82D5D" w:rsidRDefault="00C417E9" w:rsidP="00564843">
            <w:pPr>
              <w:pStyle w:val="apodproceduratabelaIItreoan"/>
              <w:rPr>
                <w:color w:val="000000"/>
              </w:rPr>
            </w:pPr>
            <w:r w:rsidRPr="00E82D5D">
              <w:rPr>
                <w:color w:val="000000"/>
              </w:rPr>
              <w:t>Starosta</w:t>
            </w:r>
          </w:p>
        </w:tc>
      </w:tr>
    </w:tbl>
    <w:p w:rsidR="00C417E9" w:rsidRDefault="00C417E9" w:rsidP="00FB106D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Default="00C417E9" w:rsidP="00FB106D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Default="00C417E9" w:rsidP="00FB106D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FB106D" w:rsidRDefault="00C417E9" w:rsidP="00FB106D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FB106D" w:rsidRDefault="00C417E9" w:rsidP="00FB106D">
      <w:pPr>
        <w:autoSpaceDE w:val="0"/>
        <w:autoSpaceDN w:val="0"/>
        <w:adjustRightInd w:val="0"/>
        <w:spacing w:after="0" w:line="240" w:lineRule="auto"/>
        <w:rPr>
          <w:b/>
          <w:bCs/>
          <w:sz w:val="20"/>
          <w:szCs w:val="20"/>
          <w:lang w:eastAsia="pl-PL"/>
        </w:rPr>
      </w:pPr>
      <w:r w:rsidRPr="00FB106D">
        <w:rPr>
          <w:b/>
          <w:bCs/>
          <w:color w:val="000000"/>
          <w:sz w:val="20"/>
          <w:szCs w:val="20"/>
          <w:lang w:eastAsia="pl-PL"/>
        </w:rPr>
        <w:t>TABELA III WYNIK REALIZACJI PODPROCEDURY</w:t>
      </w:r>
    </w:p>
    <w:p w:rsidR="00C417E9" w:rsidRPr="00FB106D" w:rsidRDefault="00C417E9" w:rsidP="00FB106D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C417E9" w:rsidRPr="00E82D5D" w:rsidTr="00A95CCB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FB106D" w:rsidRDefault="00C417E9" w:rsidP="00FB106D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FB106D">
              <w:rPr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FB106D" w:rsidRDefault="00C417E9" w:rsidP="00FB106D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FB106D">
              <w:rPr>
                <w:b/>
                <w:bCs/>
                <w:color w:val="000000"/>
                <w:sz w:val="20"/>
                <w:szCs w:val="20"/>
                <w:lang w:eastAsia="pl-PL"/>
              </w:rPr>
              <w:t>Odbiorca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FB106D" w:rsidRDefault="00C417E9" w:rsidP="00FB106D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FB106D">
              <w:rPr>
                <w:b/>
                <w:bCs/>
                <w:color w:val="000000"/>
                <w:sz w:val="20"/>
                <w:szCs w:val="20"/>
                <w:lang w:eastAsia="pl-PL"/>
              </w:rPr>
              <w:t>Zdarzenie; Dokument</w:t>
            </w:r>
          </w:p>
        </w:tc>
      </w:tr>
      <w:tr w:rsidR="00C417E9" w:rsidRPr="00E82D5D" w:rsidTr="00A95CCB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FB106D" w:rsidRDefault="00C417E9" w:rsidP="00FB106D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FB106D">
              <w:rPr>
                <w:color w:val="000000"/>
                <w:sz w:val="20"/>
                <w:szCs w:val="20"/>
                <w:lang w:eastAsia="pl-PL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FB106D" w:rsidRDefault="00C417E9" w:rsidP="00FB106D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FB106D">
              <w:rPr>
                <w:color w:val="000000"/>
                <w:sz w:val="20"/>
                <w:szCs w:val="20"/>
                <w:lang w:eastAsia="pl-PL"/>
              </w:rPr>
              <w:t>Komórka JST właściwa ds. NGO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FB106D" w:rsidRDefault="00C417E9" w:rsidP="00FB106D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FB106D">
              <w:rPr>
                <w:color w:val="000000"/>
                <w:sz w:val="20"/>
                <w:szCs w:val="20"/>
                <w:lang w:eastAsia="pl-PL"/>
              </w:rPr>
              <w:t>Można rozpocząć konsultacje według wypracowanej metodyki</w:t>
            </w:r>
          </w:p>
        </w:tc>
      </w:tr>
    </w:tbl>
    <w:p w:rsidR="00C417E9" w:rsidRPr="00FB106D" w:rsidRDefault="00C417E9" w:rsidP="00FB106D">
      <w:pPr>
        <w:widowControl w:val="0"/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FB106D" w:rsidRDefault="00C417E9" w:rsidP="00FB106D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FB106D">
        <w:rPr>
          <w:color w:val="000000"/>
          <w:sz w:val="20"/>
          <w:szCs w:val="20"/>
          <w:lang w:eastAsia="pl-PL"/>
        </w:rPr>
        <w:t>DOKUMENTY ZWIĄZANE:</w:t>
      </w:r>
    </w:p>
    <w:p w:rsidR="00C417E9" w:rsidRPr="00FB106D" w:rsidRDefault="00C417E9" w:rsidP="00FB106D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FB106D" w:rsidRDefault="00C417E9" w:rsidP="00FB106D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FB106D">
        <w:rPr>
          <w:color w:val="000000"/>
          <w:sz w:val="20"/>
          <w:szCs w:val="20"/>
          <w:lang w:eastAsia="pl-PL"/>
        </w:rPr>
        <w:t xml:space="preserve"> 1. Metodyka konsultacji</w:t>
      </w:r>
    </w:p>
    <w:p w:rsidR="00C417E9" w:rsidRPr="00FB106D" w:rsidRDefault="00C417E9" w:rsidP="00FB106D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FB106D">
        <w:rPr>
          <w:color w:val="000000"/>
          <w:sz w:val="20"/>
          <w:szCs w:val="20"/>
          <w:lang w:eastAsia="pl-PL"/>
        </w:rPr>
        <w:t xml:space="preserve"> 2. Uchwała Zarządu Powiatu</w:t>
      </w:r>
    </w:p>
    <w:p w:rsidR="00C417E9" w:rsidRPr="00FB106D" w:rsidRDefault="00C417E9" w:rsidP="00FB106D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FB106D">
        <w:rPr>
          <w:color w:val="000000"/>
          <w:sz w:val="20"/>
          <w:szCs w:val="20"/>
          <w:lang w:eastAsia="pl-PL"/>
        </w:rPr>
        <w:t xml:space="preserve"> 3. Zarządzenie Starosty</w:t>
      </w:r>
    </w:p>
    <w:p w:rsidR="00C417E9" w:rsidRPr="00FB106D" w:rsidRDefault="00C417E9" w:rsidP="00FB106D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0"/>
          <w:szCs w:val="20"/>
          <w:lang w:eastAsia="pl-PL"/>
        </w:rPr>
      </w:pPr>
      <w:r w:rsidRPr="00FB106D">
        <w:rPr>
          <w:b/>
          <w:bCs/>
          <w:color w:val="000000"/>
          <w:sz w:val="20"/>
          <w:szCs w:val="20"/>
          <w:lang w:eastAsia="pl-PL"/>
        </w:rPr>
        <w:br w:type="page"/>
      </w:r>
      <w:r>
        <w:rPr>
          <w:noProof/>
          <w:lang w:eastAsia="pl-PL"/>
        </w:rPr>
        <w:pict>
          <v:group id="Kanwa 4" o:spid="_x0000_s1026" editas="canvas" style="position:absolute;margin-left:-70.85pt;margin-top:-70.85pt;width:488.2pt;height:525.75pt;z-index:251658240" coordsize="62001,66770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">
            <v:shape id="_x0000_s1027" type="#_x0000_t75" style="position:absolute;width:62001;height:66770;visibility:visible">
              <v:fill o:detectmouseclick="t"/>
              <v:path o:connecttype="none"/>
            </v:shape>
            <v:shape id="Obraz 770" o:spid="_x0000_s1028" type="#_x0000_t75" style="position:absolute;left:1800;top:1800;width:61245;height:6677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YSuC/AAAA3AAAAA8AAABkcnMvZG93bnJldi54bWxET01rAjEQvQv+hzBCL1ITi2hZjeJKC17V&#10;HnocNuNm281kSaK7/ffNQfD4eN+b3eBacacQG88a5jMFgrjypuFaw9fl8/UdREzIBlvPpOGPIuy2&#10;49EGC+N7PtH9nGqRQzgWqMGm1BVSxsqSwzjzHXHmrj44TBmGWpqAfQ53rXxTaikdNpwbLHZ0sFT9&#10;nm9OAx1tKcufD+oXbvqtlAvpVAatXybDfg0i0ZCe4of7aDSsVnl+PpOPgNz+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imErgvwAAANwAAAAPAAAAAAAAAAAAAAAAAJ8CAABk&#10;cnMvZG93bnJldi54bWxQSwUGAAAAAAQABAD3AAAAiwMAAAAA&#10;">
              <v:imagedata r:id="rId13" o:title=""/>
            </v:shape>
          </v:group>
        </w:pict>
      </w:r>
      <w:r w:rsidRPr="00FB106D">
        <w:rPr>
          <w:b/>
          <w:bCs/>
          <w:color w:val="000000"/>
          <w:sz w:val="20"/>
          <w:szCs w:val="20"/>
          <w:lang w:eastAsia="pl-PL"/>
        </w:rPr>
        <w:t>MODEL PROCESU:</w:t>
      </w:r>
    </w:p>
    <w:p w:rsidR="00C417E9" w:rsidRPr="00FB106D" w:rsidRDefault="00C417E9" w:rsidP="00FB106D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pl-PL"/>
        </w:rPr>
      </w:pPr>
      <w:r w:rsidRPr="00FB106D">
        <w:rPr>
          <w:rFonts w:cs="Arial"/>
          <w:sz w:val="20"/>
          <w:szCs w:val="20"/>
          <w:lang w:eastAsia="pl-PL"/>
        </w:rPr>
        <w:t xml:space="preserve"> </w:t>
      </w:r>
    </w:p>
    <w:p w:rsidR="00C417E9" w:rsidRDefault="00C417E9" w:rsidP="00105240">
      <w:pPr>
        <w:jc w:val="both"/>
        <w:rPr>
          <w:rFonts w:ascii="Arial" w:hAnsi="Arial" w:cs="Arial"/>
          <w:b/>
          <w:sz w:val="24"/>
          <w:u w:val="single"/>
        </w:rPr>
      </w:pPr>
    </w:p>
    <w:p w:rsidR="00C417E9" w:rsidRDefault="00C417E9" w:rsidP="00105240">
      <w:pPr>
        <w:jc w:val="both"/>
        <w:rPr>
          <w:rFonts w:ascii="Arial" w:hAnsi="Arial" w:cs="Arial"/>
          <w:b/>
          <w:sz w:val="24"/>
          <w:u w:val="single"/>
        </w:rPr>
      </w:pPr>
    </w:p>
    <w:p w:rsidR="00C417E9" w:rsidRDefault="00C417E9" w:rsidP="00105240">
      <w:pPr>
        <w:jc w:val="both"/>
        <w:rPr>
          <w:rFonts w:ascii="Arial" w:hAnsi="Arial" w:cs="Arial"/>
          <w:b/>
          <w:sz w:val="24"/>
          <w:u w:val="single"/>
        </w:rPr>
      </w:pPr>
    </w:p>
    <w:p w:rsidR="00C417E9" w:rsidRDefault="00C417E9" w:rsidP="00105240">
      <w:pPr>
        <w:jc w:val="both"/>
        <w:rPr>
          <w:rFonts w:ascii="Arial" w:hAnsi="Arial" w:cs="Arial"/>
          <w:b/>
          <w:sz w:val="24"/>
          <w:u w:val="single"/>
        </w:rPr>
      </w:pPr>
    </w:p>
    <w:p w:rsidR="00C417E9" w:rsidRDefault="00C417E9" w:rsidP="00105240">
      <w:pPr>
        <w:jc w:val="both"/>
        <w:rPr>
          <w:rFonts w:ascii="Arial" w:hAnsi="Arial" w:cs="Arial"/>
          <w:b/>
          <w:sz w:val="24"/>
          <w:u w:val="single"/>
        </w:rPr>
      </w:pPr>
    </w:p>
    <w:p w:rsidR="00C417E9" w:rsidRDefault="00C417E9" w:rsidP="00105240">
      <w:pPr>
        <w:jc w:val="both"/>
        <w:rPr>
          <w:rFonts w:ascii="Arial" w:hAnsi="Arial" w:cs="Arial"/>
          <w:b/>
          <w:sz w:val="24"/>
          <w:u w:val="single"/>
        </w:rPr>
      </w:pPr>
    </w:p>
    <w:p w:rsidR="00C417E9" w:rsidRDefault="00C417E9" w:rsidP="00105240">
      <w:pPr>
        <w:jc w:val="both"/>
        <w:rPr>
          <w:rFonts w:ascii="Arial" w:hAnsi="Arial" w:cs="Arial"/>
          <w:b/>
          <w:sz w:val="24"/>
          <w:u w:val="single"/>
        </w:rPr>
      </w:pPr>
    </w:p>
    <w:p w:rsidR="00C417E9" w:rsidRDefault="00C417E9" w:rsidP="00105240">
      <w:pPr>
        <w:jc w:val="both"/>
        <w:rPr>
          <w:rFonts w:ascii="Arial" w:hAnsi="Arial" w:cs="Arial"/>
          <w:b/>
          <w:sz w:val="24"/>
          <w:u w:val="single"/>
        </w:rPr>
      </w:pPr>
    </w:p>
    <w:p w:rsidR="00C417E9" w:rsidRDefault="00C417E9" w:rsidP="00105240">
      <w:pPr>
        <w:jc w:val="both"/>
        <w:rPr>
          <w:rFonts w:ascii="Arial" w:hAnsi="Arial" w:cs="Arial"/>
          <w:b/>
          <w:sz w:val="24"/>
          <w:u w:val="single"/>
        </w:rPr>
      </w:pPr>
    </w:p>
    <w:p w:rsidR="00C417E9" w:rsidRDefault="00C417E9" w:rsidP="00105240">
      <w:pPr>
        <w:jc w:val="both"/>
        <w:rPr>
          <w:rFonts w:ascii="Arial" w:hAnsi="Arial" w:cs="Arial"/>
          <w:b/>
          <w:sz w:val="24"/>
          <w:u w:val="single"/>
        </w:rPr>
      </w:pPr>
    </w:p>
    <w:p w:rsidR="00C417E9" w:rsidRDefault="00C417E9" w:rsidP="00105240">
      <w:pPr>
        <w:jc w:val="both"/>
        <w:rPr>
          <w:rFonts w:ascii="Arial" w:hAnsi="Arial" w:cs="Arial"/>
          <w:b/>
          <w:sz w:val="24"/>
          <w:u w:val="single"/>
        </w:rPr>
      </w:pPr>
    </w:p>
    <w:p w:rsidR="00C417E9" w:rsidRDefault="00C417E9" w:rsidP="00105240">
      <w:pPr>
        <w:jc w:val="both"/>
        <w:rPr>
          <w:rFonts w:ascii="Arial" w:hAnsi="Arial" w:cs="Arial"/>
          <w:b/>
          <w:sz w:val="24"/>
          <w:u w:val="single"/>
        </w:rPr>
      </w:pPr>
    </w:p>
    <w:p w:rsidR="00C417E9" w:rsidRDefault="00C417E9" w:rsidP="00105240">
      <w:pPr>
        <w:jc w:val="both"/>
        <w:rPr>
          <w:rFonts w:ascii="Arial" w:hAnsi="Arial" w:cs="Arial"/>
          <w:b/>
          <w:sz w:val="24"/>
          <w:u w:val="single"/>
        </w:rPr>
      </w:pPr>
    </w:p>
    <w:p w:rsidR="00C417E9" w:rsidRDefault="00C417E9" w:rsidP="00105240">
      <w:pPr>
        <w:jc w:val="both"/>
        <w:rPr>
          <w:rFonts w:ascii="Arial" w:hAnsi="Arial" w:cs="Arial"/>
          <w:b/>
          <w:sz w:val="24"/>
          <w:u w:val="single"/>
        </w:rPr>
      </w:pPr>
    </w:p>
    <w:p w:rsidR="00C417E9" w:rsidRDefault="00C417E9" w:rsidP="00105240">
      <w:pPr>
        <w:jc w:val="both"/>
        <w:rPr>
          <w:rFonts w:ascii="Arial" w:hAnsi="Arial" w:cs="Arial"/>
          <w:b/>
          <w:sz w:val="24"/>
          <w:u w:val="single"/>
        </w:rPr>
      </w:pPr>
    </w:p>
    <w:p w:rsidR="00C417E9" w:rsidRDefault="00C417E9" w:rsidP="00105240">
      <w:pPr>
        <w:jc w:val="both"/>
        <w:rPr>
          <w:rFonts w:ascii="Arial" w:hAnsi="Arial" w:cs="Arial"/>
          <w:b/>
          <w:sz w:val="24"/>
          <w:u w:val="single"/>
        </w:rPr>
      </w:pPr>
    </w:p>
    <w:p w:rsidR="00C417E9" w:rsidRDefault="00C417E9" w:rsidP="00105240">
      <w:pPr>
        <w:jc w:val="both"/>
        <w:rPr>
          <w:rFonts w:ascii="Arial" w:hAnsi="Arial" w:cs="Arial"/>
          <w:b/>
          <w:sz w:val="24"/>
          <w:u w:val="single"/>
        </w:rPr>
      </w:pPr>
    </w:p>
    <w:p w:rsidR="00C417E9" w:rsidRDefault="00C417E9" w:rsidP="00105240">
      <w:pPr>
        <w:jc w:val="both"/>
        <w:rPr>
          <w:rFonts w:ascii="Arial" w:hAnsi="Arial" w:cs="Arial"/>
          <w:b/>
          <w:sz w:val="24"/>
          <w:u w:val="single"/>
        </w:rPr>
      </w:pPr>
    </w:p>
    <w:p w:rsidR="00C417E9" w:rsidRDefault="00C417E9" w:rsidP="00105240">
      <w:pPr>
        <w:jc w:val="both"/>
        <w:rPr>
          <w:rFonts w:ascii="Arial" w:hAnsi="Arial" w:cs="Arial"/>
          <w:b/>
          <w:sz w:val="24"/>
          <w:u w:val="single"/>
        </w:rPr>
      </w:pPr>
    </w:p>
    <w:p w:rsidR="00C417E9" w:rsidRDefault="00C417E9" w:rsidP="00105240">
      <w:pPr>
        <w:jc w:val="both"/>
        <w:rPr>
          <w:rFonts w:ascii="Arial" w:hAnsi="Arial" w:cs="Arial"/>
          <w:b/>
          <w:sz w:val="24"/>
          <w:u w:val="single"/>
        </w:rPr>
      </w:pPr>
    </w:p>
    <w:p w:rsidR="00C417E9" w:rsidRDefault="00C417E9" w:rsidP="00105240">
      <w:pPr>
        <w:jc w:val="both"/>
        <w:rPr>
          <w:rFonts w:ascii="Arial" w:hAnsi="Arial" w:cs="Arial"/>
          <w:b/>
          <w:sz w:val="24"/>
          <w:u w:val="single"/>
        </w:rPr>
      </w:pPr>
    </w:p>
    <w:p w:rsidR="00C417E9" w:rsidRDefault="00C417E9" w:rsidP="00105240">
      <w:pPr>
        <w:jc w:val="both"/>
        <w:rPr>
          <w:rFonts w:ascii="Arial" w:hAnsi="Arial" w:cs="Arial"/>
          <w:b/>
          <w:sz w:val="24"/>
          <w:u w:val="single"/>
        </w:rPr>
      </w:pPr>
    </w:p>
    <w:p w:rsidR="00C417E9" w:rsidRDefault="00C417E9" w:rsidP="00105240">
      <w:pPr>
        <w:jc w:val="both"/>
        <w:rPr>
          <w:rFonts w:ascii="Arial" w:hAnsi="Arial" w:cs="Arial"/>
          <w:b/>
          <w:sz w:val="24"/>
          <w:u w:val="single"/>
        </w:rPr>
      </w:pPr>
    </w:p>
    <w:p w:rsidR="00C417E9" w:rsidRDefault="00C417E9" w:rsidP="00105240">
      <w:pPr>
        <w:jc w:val="both"/>
        <w:rPr>
          <w:rFonts w:ascii="Arial" w:hAnsi="Arial" w:cs="Arial"/>
          <w:b/>
          <w:sz w:val="24"/>
          <w:u w:val="single"/>
        </w:rPr>
      </w:pPr>
    </w:p>
    <w:p w:rsidR="00C417E9" w:rsidRDefault="00C417E9" w:rsidP="00105240">
      <w:pPr>
        <w:jc w:val="both"/>
        <w:rPr>
          <w:rFonts w:ascii="Arial" w:hAnsi="Arial" w:cs="Arial"/>
          <w:b/>
          <w:sz w:val="24"/>
          <w:u w:val="single"/>
        </w:rPr>
      </w:pPr>
    </w:p>
    <w:p w:rsidR="00C417E9" w:rsidRDefault="00C417E9" w:rsidP="00105240">
      <w:pPr>
        <w:jc w:val="both"/>
        <w:rPr>
          <w:rFonts w:ascii="Arial" w:hAnsi="Arial" w:cs="Arial"/>
          <w:b/>
          <w:sz w:val="24"/>
          <w:u w:val="single"/>
        </w:rPr>
      </w:pPr>
    </w:p>
    <w:p w:rsidR="00C417E9" w:rsidRPr="007B1647" w:rsidRDefault="00C417E9" w:rsidP="007B1647">
      <w:pPr>
        <w:pStyle w:val="ListParagraph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B1647">
        <w:rPr>
          <w:rFonts w:ascii="Arial" w:hAnsi="Arial" w:cs="Arial"/>
          <w:b/>
          <w:sz w:val="24"/>
          <w:szCs w:val="24"/>
          <w:u w:val="single"/>
        </w:rPr>
        <w:t>Procedura 2. Opracowanie procedur dot. uzasadnienia przyjęcia bądź odrzucenia zgłaszanych uwag do konsultowanych dokumentów.</w:t>
      </w:r>
    </w:p>
    <w:p w:rsidR="00C417E9" w:rsidRDefault="00C417E9" w:rsidP="007B1647">
      <w:pPr>
        <w:autoSpaceDE w:val="0"/>
        <w:autoSpaceDN w:val="0"/>
        <w:adjustRightInd w:val="0"/>
        <w:spacing w:after="0" w:line="240" w:lineRule="auto"/>
        <w:outlineLvl w:val="2"/>
        <w:rPr>
          <w:b/>
          <w:bCs/>
          <w:i/>
          <w:iCs/>
          <w:color w:val="000000"/>
          <w:sz w:val="20"/>
          <w:szCs w:val="20"/>
          <w:lang w:eastAsia="pl-PL"/>
        </w:rPr>
      </w:pPr>
    </w:p>
    <w:p w:rsidR="00C417E9" w:rsidRDefault="00C417E9" w:rsidP="007B1647">
      <w:pPr>
        <w:autoSpaceDE w:val="0"/>
        <w:autoSpaceDN w:val="0"/>
        <w:adjustRightInd w:val="0"/>
        <w:spacing w:after="0" w:line="240" w:lineRule="auto"/>
        <w:outlineLvl w:val="2"/>
        <w:rPr>
          <w:b/>
          <w:bCs/>
          <w:i/>
          <w:iCs/>
          <w:color w:val="000000"/>
          <w:sz w:val="20"/>
          <w:szCs w:val="20"/>
          <w:lang w:eastAsia="pl-PL"/>
        </w:rPr>
      </w:pPr>
    </w:p>
    <w:p w:rsidR="00C417E9" w:rsidRPr="007B1647" w:rsidRDefault="00C417E9" w:rsidP="007B1647">
      <w:pPr>
        <w:autoSpaceDE w:val="0"/>
        <w:autoSpaceDN w:val="0"/>
        <w:adjustRightInd w:val="0"/>
        <w:spacing w:after="0" w:line="240" w:lineRule="auto"/>
        <w:outlineLvl w:val="2"/>
        <w:rPr>
          <w:bCs/>
          <w:iCs/>
          <w:color w:val="000000"/>
          <w:sz w:val="20"/>
          <w:szCs w:val="20"/>
          <w:lang w:eastAsia="pl-PL"/>
        </w:rPr>
      </w:pPr>
      <w:r w:rsidRPr="007B1647">
        <w:rPr>
          <w:bCs/>
          <w:iCs/>
          <w:color w:val="000000"/>
          <w:sz w:val="20"/>
          <w:szCs w:val="20"/>
          <w:lang w:eastAsia="pl-PL"/>
        </w:rPr>
        <w:t xml:space="preserve">Proces 10 </w:t>
      </w:r>
    </w:p>
    <w:p w:rsidR="00C417E9" w:rsidRPr="007B1647" w:rsidRDefault="00C417E9" w:rsidP="007B1647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pl-PL"/>
        </w:rPr>
      </w:pPr>
    </w:p>
    <w:p w:rsidR="00C417E9" w:rsidRPr="007B1647" w:rsidRDefault="00C417E9" w:rsidP="007B1647">
      <w:pPr>
        <w:autoSpaceDE w:val="0"/>
        <w:autoSpaceDN w:val="0"/>
        <w:adjustRightInd w:val="0"/>
        <w:spacing w:after="0" w:line="240" w:lineRule="auto"/>
        <w:rPr>
          <w:b/>
          <w:bCs/>
          <w:sz w:val="20"/>
          <w:szCs w:val="20"/>
          <w:lang w:eastAsia="pl-PL"/>
        </w:rPr>
      </w:pPr>
      <w:r w:rsidRPr="007B1647">
        <w:rPr>
          <w:b/>
          <w:bCs/>
          <w:color w:val="000000"/>
          <w:sz w:val="20"/>
          <w:szCs w:val="20"/>
          <w:lang w:eastAsia="pl-PL"/>
        </w:rPr>
        <w:t>TABELA I INICJACJA PODPROCEDURY</w:t>
      </w:r>
    </w:p>
    <w:p w:rsidR="00C417E9" w:rsidRPr="007B1647" w:rsidRDefault="00C417E9" w:rsidP="007B1647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C417E9" w:rsidRPr="00E82D5D" w:rsidTr="00A95CCB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7B1647" w:rsidRDefault="00C417E9" w:rsidP="007B1647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7B1647">
              <w:rPr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7B1647" w:rsidRDefault="00C417E9" w:rsidP="007B1647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7B1647">
              <w:rPr>
                <w:b/>
                <w:bCs/>
                <w:color w:val="000000"/>
                <w:sz w:val="20"/>
                <w:szCs w:val="20"/>
                <w:lang w:eastAsia="pl-PL"/>
              </w:rPr>
              <w:t>Dostawca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7B1647" w:rsidRDefault="00C417E9" w:rsidP="007B1647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7B1647">
              <w:rPr>
                <w:b/>
                <w:bCs/>
                <w:color w:val="000000"/>
                <w:sz w:val="20"/>
                <w:szCs w:val="20"/>
                <w:lang w:eastAsia="pl-PL"/>
              </w:rPr>
              <w:t>Zdarzenie; Dokument</w:t>
            </w:r>
          </w:p>
        </w:tc>
      </w:tr>
      <w:tr w:rsidR="00C417E9" w:rsidRPr="00E82D5D" w:rsidTr="00A95CCB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7B1647" w:rsidRDefault="00C417E9" w:rsidP="007B1647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1647">
              <w:rPr>
                <w:color w:val="000000"/>
                <w:sz w:val="20"/>
                <w:szCs w:val="20"/>
                <w:lang w:eastAsia="pl-PL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7B1647" w:rsidRDefault="00C417E9" w:rsidP="007B1647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7B1647" w:rsidRDefault="00C417E9" w:rsidP="007B1647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1647">
              <w:rPr>
                <w:color w:val="000000"/>
                <w:sz w:val="20"/>
                <w:szCs w:val="20"/>
                <w:lang w:eastAsia="pl-PL"/>
              </w:rPr>
              <w:t>Wpłynęły uwagi do konsultowanych dokumentów</w:t>
            </w:r>
          </w:p>
        </w:tc>
      </w:tr>
      <w:tr w:rsidR="00C417E9" w:rsidRPr="00E82D5D" w:rsidTr="00A95CCB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7B1647" w:rsidRDefault="00C417E9" w:rsidP="007B1647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1647">
              <w:rPr>
                <w:color w:val="000000"/>
                <w:sz w:val="20"/>
                <w:szCs w:val="20"/>
                <w:lang w:eastAsia="pl-PL"/>
              </w:rPr>
              <w:t xml:space="preserve"> 2.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7B1647" w:rsidRDefault="00C417E9" w:rsidP="007B1647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1647">
              <w:rPr>
                <w:color w:val="000000"/>
                <w:sz w:val="20"/>
                <w:szCs w:val="20"/>
                <w:lang w:eastAsia="pl-PL"/>
              </w:rPr>
              <w:t>Wydział Oświaty, Kultury i Promocji (OKP)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7B1647" w:rsidRDefault="00C417E9" w:rsidP="007B1647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1647">
              <w:rPr>
                <w:color w:val="000000"/>
                <w:sz w:val="20"/>
                <w:szCs w:val="20"/>
                <w:lang w:eastAsia="pl-PL"/>
              </w:rPr>
              <w:t>Należy wdrożyć rekomendację</w:t>
            </w:r>
          </w:p>
        </w:tc>
      </w:tr>
    </w:tbl>
    <w:p w:rsidR="00C417E9" w:rsidRPr="007B1647" w:rsidRDefault="00C417E9" w:rsidP="007B1647">
      <w:pPr>
        <w:widowControl w:val="0"/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7B1647" w:rsidRDefault="00C417E9" w:rsidP="007B1647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7B1647" w:rsidRDefault="00C417E9" w:rsidP="007B1647">
      <w:pPr>
        <w:autoSpaceDE w:val="0"/>
        <w:autoSpaceDN w:val="0"/>
        <w:adjustRightInd w:val="0"/>
        <w:spacing w:after="0" w:line="240" w:lineRule="auto"/>
        <w:rPr>
          <w:b/>
          <w:bCs/>
          <w:sz w:val="20"/>
          <w:szCs w:val="20"/>
          <w:lang w:eastAsia="pl-PL"/>
        </w:rPr>
      </w:pPr>
      <w:r w:rsidRPr="007B1647">
        <w:rPr>
          <w:b/>
          <w:bCs/>
          <w:color w:val="000000"/>
          <w:sz w:val="20"/>
          <w:szCs w:val="20"/>
          <w:lang w:eastAsia="pl-PL"/>
        </w:rPr>
        <w:t>TABELA II OPIS PRACY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1542"/>
        <w:gridCol w:w="4530"/>
        <w:gridCol w:w="1542"/>
        <w:gridCol w:w="1542"/>
      </w:tblGrid>
      <w:tr w:rsidR="00C417E9" w:rsidRPr="00E82D5D" w:rsidTr="00564843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Dokument na wejściu do czynności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Opis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Dokument na wyjściu z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Stanowisko wykonujące czynność</w:t>
            </w:r>
          </w:p>
        </w:tc>
      </w:tr>
      <w:tr w:rsidR="00C417E9" w:rsidRPr="00E82D5D" w:rsidTr="00564843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Wersja konsultowanego dokumentu;</w:t>
            </w:r>
          </w:p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Uchwała Zarządu Powiatu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Korekta ostatecznej wersji dokumentu</w:t>
            </w:r>
          </w:p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Ostateczna wersja konsultowanego dokumentu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Wydział Oświaty, Kultury i Promocji (OKP)</w:t>
            </w:r>
          </w:p>
        </w:tc>
      </w:tr>
      <w:tr w:rsidR="00C417E9" w:rsidRPr="00E82D5D" w:rsidTr="00564843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Wersja konsultowanego dokumentu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Opiniowanie przez radcę prawnego</w:t>
            </w:r>
          </w:p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Wersja konsultowanego dokumentu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Radca Prawny</w:t>
            </w:r>
          </w:p>
        </w:tc>
      </w:tr>
      <w:tr w:rsidR="00C417E9" w:rsidRPr="00E82D5D" w:rsidTr="00564843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Wersja konsultowanego dokumentu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Przedstawienie wyników prac Zarządowi Powiatu</w:t>
            </w:r>
          </w:p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Wydział Oświaty, Kultury i Promocji (OKP)</w:t>
            </w:r>
          </w:p>
        </w:tc>
      </w:tr>
      <w:tr w:rsidR="00C417E9" w:rsidRPr="00E82D5D" w:rsidTr="00564843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Ostateczna wersja konsultowanego dokumentu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Podpisanie ostatecznej wersji</w:t>
            </w:r>
          </w:p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Ostateczna wersja konsultowanego dokumentu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Zarząd Powiatu</w:t>
            </w:r>
          </w:p>
        </w:tc>
      </w:tr>
      <w:tr w:rsidR="00C417E9" w:rsidRPr="00E82D5D" w:rsidTr="00564843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Wersja konsultowanego dokumentu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Przyjęcie lub odrzucenie proponowanych zmian</w:t>
            </w:r>
          </w:p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Uchwała Zarządu Powiatu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Zarząd Powiatu</w:t>
            </w:r>
          </w:p>
        </w:tc>
      </w:tr>
      <w:tr w:rsidR="00C417E9" w:rsidRPr="00E82D5D" w:rsidTr="00564843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Lista zbiorcza uwag (ze skróconym opisem)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Weryfikacja zasadności uwag</w:t>
            </w:r>
          </w:p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Lista zbiorcza uwag (ze skróconym opisem)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Wydział Oświaty, Kultury i Promocji (OKP);</w:t>
            </w:r>
          </w:p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Członek Zarządu</w:t>
            </w:r>
          </w:p>
        </w:tc>
      </w:tr>
      <w:tr w:rsidR="00C417E9" w:rsidRPr="00E82D5D" w:rsidTr="00564843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Wersja konsultowanego dokumentu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Analiza skutków finansowych projektu</w:t>
            </w:r>
          </w:p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Wersja konsultowanego dokumentu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Skarbnik Powiatu</w:t>
            </w:r>
          </w:p>
        </w:tc>
      </w:tr>
      <w:tr w:rsidR="00C417E9" w:rsidRPr="00E82D5D" w:rsidTr="00564843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Formularz uwag do konsultowanych dokumentów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Przygotowanie listy zbiorczej uwag ze skróconym opisem</w:t>
            </w:r>
          </w:p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Lista zbiorcza uwag (ze skróconym opisem)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Wydział Oświaty, Kultury i Promocji (OKP)</w:t>
            </w:r>
          </w:p>
        </w:tc>
      </w:tr>
      <w:tr w:rsidR="00C417E9" w:rsidRPr="00E82D5D" w:rsidTr="00564843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Lista zbiorcza uwag (ze skróconym opisem)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Sporządzenie wersji konsultowanego dokumentu</w:t>
            </w:r>
          </w:p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Wersja konsultowanego dokumentu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E16BE8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16BE8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Wydział Oświaty, Kultury i Promocji (OKP)</w:t>
            </w:r>
          </w:p>
        </w:tc>
      </w:tr>
    </w:tbl>
    <w:p w:rsidR="00C417E9" w:rsidRPr="007B1647" w:rsidRDefault="00C417E9" w:rsidP="007B1647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eastAsia="pl-PL"/>
        </w:rPr>
      </w:pPr>
    </w:p>
    <w:p w:rsidR="00C417E9" w:rsidRPr="007B1647" w:rsidRDefault="00C417E9" w:rsidP="007B1647">
      <w:pPr>
        <w:widowControl w:val="0"/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7B1647" w:rsidRDefault="00C417E9" w:rsidP="007B1647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7B1647" w:rsidRDefault="00C417E9" w:rsidP="007B1647">
      <w:pPr>
        <w:autoSpaceDE w:val="0"/>
        <w:autoSpaceDN w:val="0"/>
        <w:adjustRightInd w:val="0"/>
        <w:spacing w:after="0" w:line="240" w:lineRule="auto"/>
        <w:rPr>
          <w:b/>
          <w:bCs/>
          <w:sz w:val="20"/>
          <w:szCs w:val="20"/>
          <w:lang w:eastAsia="pl-PL"/>
        </w:rPr>
      </w:pPr>
      <w:r w:rsidRPr="007B1647">
        <w:rPr>
          <w:b/>
          <w:bCs/>
          <w:color w:val="000000"/>
          <w:sz w:val="20"/>
          <w:szCs w:val="20"/>
          <w:lang w:eastAsia="pl-PL"/>
        </w:rPr>
        <w:t>TABELA III WYNIK REALIZACJI PODPROCEDURY</w:t>
      </w:r>
    </w:p>
    <w:p w:rsidR="00C417E9" w:rsidRPr="007B1647" w:rsidRDefault="00C417E9" w:rsidP="007B1647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C417E9" w:rsidRPr="00E82D5D" w:rsidTr="00A95CCB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7B1647" w:rsidRDefault="00C417E9" w:rsidP="007B1647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7B1647">
              <w:rPr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7B1647" w:rsidRDefault="00C417E9" w:rsidP="007B1647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7B1647">
              <w:rPr>
                <w:b/>
                <w:bCs/>
                <w:color w:val="000000"/>
                <w:sz w:val="20"/>
                <w:szCs w:val="20"/>
                <w:lang w:eastAsia="pl-PL"/>
              </w:rPr>
              <w:t>Odbiorca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7B1647" w:rsidRDefault="00C417E9" w:rsidP="007B1647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7B1647">
              <w:rPr>
                <w:b/>
                <w:bCs/>
                <w:color w:val="000000"/>
                <w:sz w:val="20"/>
                <w:szCs w:val="20"/>
                <w:lang w:eastAsia="pl-PL"/>
              </w:rPr>
              <w:t>Zdarzenie; Dokument</w:t>
            </w:r>
          </w:p>
        </w:tc>
      </w:tr>
      <w:tr w:rsidR="00C417E9" w:rsidRPr="00E82D5D" w:rsidTr="00A95CCB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7B1647" w:rsidRDefault="00C417E9" w:rsidP="007B1647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1647">
              <w:rPr>
                <w:color w:val="000000"/>
                <w:sz w:val="20"/>
                <w:szCs w:val="20"/>
                <w:lang w:eastAsia="pl-PL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7B1647" w:rsidRDefault="00C417E9" w:rsidP="007B1647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1647">
              <w:rPr>
                <w:color w:val="000000"/>
                <w:sz w:val="20"/>
                <w:szCs w:val="20"/>
                <w:lang w:eastAsia="pl-PL"/>
              </w:rPr>
              <w:t>Zarząd Powiatu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7B1647" w:rsidRDefault="00C417E9" w:rsidP="007B1647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1647">
              <w:rPr>
                <w:color w:val="000000"/>
                <w:sz w:val="20"/>
                <w:szCs w:val="20"/>
                <w:lang w:eastAsia="pl-PL"/>
              </w:rPr>
              <w:t>Przyjęto dokument po konsultacjach;</w:t>
            </w:r>
            <w:r w:rsidRPr="007B1647">
              <w:rPr>
                <w:color w:val="000000"/>
                <w:sz w:val="20"/>
                <w:szCs w:val="20"/>
                <w:lang w:eastAsia="pl-PL"/>
              </w:rPr>
              <w:br/>
              <w:t>Ostateczna wersja konsultowanego dokumentu</w:t>
            </w:r>
          </w:p>
        </w:tc>
      </w:tr>
    </w:tbl>
    <w:p w:rsidR="00C417E9" w:rsidRPr="007B1647" w:rsidRDefault="00C417E9" w:rsidP="007B1647">
      <w:pPr>
        <w:widowControl w:val="0"/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7B1647" w:rsidRDefault="00C417E9" w:rsidP="007B1647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7B1647">
        <w:rPr>
          <w:color w:val="000000"/>
          <w:sz w:val="20"/>
          <w:szCs w:val="20"/>
          <w:lang w:eastAsia="pl-PL"/>
        </w:rPr>
        <w:t>DOKUMENTY ZWIĄZANE:</w:t>
      </w:r>
    </w:p>
    <w:p w:rsidR="00C417E9" w:rsidRPr="007B1647" w:rsidRDefault="00C417E9" w:rsidP="007B1647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7B1647" w:rsidRDefault="00C417E9" w:rsidP="007B1647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7B1647">
        <w:rPr>
          <w:color w:val="000000"/>
          <w:sz w:val="20"/>
          <w:szCs w:val="20"/>
          <w:lang w:eastAsia="pl-PL"/>
        </w:rPr>
        <w:t xml:space="preserve"> 1. Formularz uwag do konsultowanych dokumentów</w:t>
      </w:r>
    </w:p>
    <w:p w:rsidR="00C417E9" w:rsidRPr="007B1647" w:rsidRDefault="00C417E9" w:rsidP="007B1647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7B1647">
        <w:rPr>
          <w:color w:val="000000"/>
          <w:sz w:val="20"/>
          <w:szCs w:val="20"/>
          <w:lang w:eastAsia="pl-PL"/>
        </w:rPr>
        <w:t xml:space="preserve"> 2. Lista zbiorcza uwag (ze skróconym opisem)</w:t>
      </w:r>
    </w:p>
    <w:p w:rsidR="00C417E9" w:rsidRPr="007B1647" w:rsidRDefault="00C417E9" w:rsidP="007B1647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7B1647">
        <w:rPr>
          <w:color w:val="000000"/>
          <w:sz w:val="20"/>
          <w:szCs w:val="20"/>
          <w:lang w:eastAsia="pl-PL"/>
        </w:rPr>
        <w:t xml:space="preserve"> 3. Ostateczna wersja konsultowanego dokumentu</w:t>
      </w:r>
    </w:p>
    <w:p w:rsidR="00C417E9" w:rsidRPr="007B1647" w:rsidRDefault="00C417E9" w:rsidP="007B1647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7B1647">
        <w:rPr>
          <w:color w:val="000000"/>
          <w:sz w:val="20"/>
          <w:szCs w:val="20"/>
          <w:lang w:eastAsia="pl-PL"/>
        </w:rPr>
        <w:t xml:space="preserve"> 4. Uchwała Zarządu Powiatu</w:t>
      </w:r>
    </w:p>
    <w:p w:rsidR="00C417E9" w:rsidRPr="007B1647" w:rsidRDefault="00C417E9" w:rsidP="007B1647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7B1647">
        <w:rPr>
          <w:color w:val="000000"/>
          <w:sz w:val="20"/>
          <w:szCs w:val="20"/>
          <w:lang w:eastAsia="pl-PL"/>
        </w:rPr>
        <w:t xml:space="preserve"> 5. Wersja konsultowanego dokumentu</w:t>
      </w:r>
    </w:p>
    <w:p w:rsidR="00C417E9" w:rsidRPr="007B1647" w:rsidRDefault="00C417E9" w:rsidP="007B1647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0"/>
          <w:szCs w:val="20"/>
          <w:lang w:eastAsia="pl-PL"/>
        </w:rPr>
      </w:pPr>
      <w:r w:rsidRPr="007B1647">
        <w:rPr>
          <w:b/>
          <w:bCs/>
          <w:color w:val="000000"/>
          <w:sz w:val="20"/>
          <w:szCs w:val="20"/>
          <w:lang w:eastAsia="pl-PL"/>
        </w:rPr>
        <w:br w:type="page"/>
        <w:t>MODEL PROCESU:</w:t>
      </w:r>
    </w:p>
    <w:p w:rsidR="00C417E9" w:rsidRDefault="00C417E9" w:rsidP="006676E1">
      <w:pPr>
        <w:pStyle w:val="Heading3"/>
        <w:rPr>
          <w:rFonts w:ascii="Calibri" w:hAnsi="Calibri"/>
          <w:color w:val="000000"/>
          <w:sz w:val="20"/>
          <w:szCs w:val="20"/>
          <w:lang w:eastAsia="pl-PL"/>
        </w:rPr>
      </w:pPr>
      <w:r w:rsidRPr="007B1647">
        <w:rPr>
          <w:rFonts w:ascii="Calibri" w:hAnsi="Calibri" w:cs="Arial"/>
          <w:sz w:val="20"/>
          <w:szCs w:val="20"/>
          <w:lang w:eastAsia="pl-PL"/>
        </w:rPr>
        <w:t xml:space="preserve"> </w:t>
      </w:r>
      <w:bookmarkStart w:id="0" w:name="_GoBack"/>
      <w:r w:rsidRPr="0044753A">
        <w:rPr>
          <w:rFonts w:ascii="Arial" w:hAnsi="Arial" w:cs="Arial"/>
          <w:noProof/>
          <w:sz w:val="24"/>
          <w:szCs w:val="24"/>
          <w:lang w:eastAsia="pl-PL"/>
        </w:rPr>
        <w:pict>
          <v:shape id="Obraz 771" o:spid="_x0000_i1033" type="#_x0000_t75" style="width:241.5pt;height:653.25pt;visibility:visible">
            <v:imagedata r:id="rId14" o:title=""/>
          </v:shape>
        </w:pict>
      </w:r>
      <w:bookmarkEnd w:id="0"/>
      <w:r w:rsidRPr="007B1647">
        <w:rPr>
          <w:rFonts w:ascii="Calibri" w:hAnsi="Calibri"/>
          <w:color w:val="000000"/>
          <w:sz w:val="20"/>
          <w:szCs w:val="20"/>
          <w:lang w:eastAsia="pl-PL"/>
        </w:rPr>
        <w:br w:type="page"/>
      </w:r>
    </w:p>
    <w:p w:rsidR="00C417E9" w:rsidRPr="00E16BE8" w:rsidRDefault="00C417E9" w:rsidP="00E16BE8">
      <w:pPr>
        <w:rPr>
          <w:lang w:eastAsia="pl-PL"/>
        </w:rPr>
      </w:pPr>
    </w:p>
    <w:p w:rsidR="00C417E9" w:rsidRPr="0050197A" w:rsidRDefault="00C417E9" w:rsidP="0050197A">
      <w:pPr>
        <w:pStyle w:val="ListParagraph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50197A">
        <w:rPr>
          <w:rFonts w:ascii="Arial" w:hAnsi="Arial" w:cs="Arial"/>
          <w:b/>
          <w:sz w:val="24"/>
          <w:szCs w:val="24"/>
          <w:u w:val="single"/>
        </w:rPr>
        <w:t>Procedura 3. Opracowanie procedur dot. sposobu prowadzenia konsultacji zawierających termin, metody prowadzenia ewaluacji i sposób wdrażania rekomendacji.</w:t>
      </w:r>
    </w:p>
    <w:p w:rsidR="00C417E9" w:rsidRDefault="00C417E9" w:rsidP="006676E1">
      <w:pPr>
        <w:pStyle w:val="Heading3"/>
        <w:rPr>
          <w:rFonts w:ascii="Calibri" w:hAnsi="Calibri"/>
          <w:color w:val="000000"/>
          <w:sz w:val="20"/>
          <w:szCs w:val="20"/>
          <w:lang w:eastAsia="pl-PL"/>
        </w:rPr>
      </w:pPr>
    </w:p>
    <w:p w:rsidR="00C417E9" w:rsidRPr="0050197A" w:rsidRDefault="00C417E9" w:rsidP="006676E1">
      <w:pPr>
        <w:pStyle w:val="Heading3"/>
        <w:rPr>
          <w:rFonts w:ascii="Calibri" w:hAnsi="Calibri"/>
          <w:b w:val="0"/>
          <w:iCs/>
          <w:color w:val="000000"/>
          <w:sz w:val="20"/>
          <w:szCs w:val="20"/>
          <w:lang w:eastAsia="pl-PL"/>
        </w:rPr>
      </w:pPr>
      <w:r w:rsidRPr="0050197A">
        <w:rPr>
          <w:rFonts w:ascii="Calibri" w:hAnsi="Calibri"/>
          <w:b w:val="0"/>
          <w:iCs/>
          <w:color w:val="000000"/>
          <w:sz w:val="20"/>
          <w:szCs w:val="20"/>
          <w:lang w:eastAsia="pl-PL"/>
        </w:rPr>
        <w:t xml:space="preserve">Proces 11 </w:t>
      </w:r>
    </w:p>
    <w:p w:rsidR="00C417E9" w:rsidRPr="006676E1" w:rsidRDefault="00C417E9" w:rsidP="006676E1">
      <w:pPr>
        <w:autoSpaceDE w:val="0"/>
        <w:autoSpaceDN w:val="0"/>
        <w:adjustRightInd w:val="0"/>
        <w:spacing w:after="0" w:line="240" w:lineRule="auto"/>
        <w:rPr>
          <w:sz w:val="20"/>
          <w:szCs w:val="20"/>
          <w:lang w:eastAsia="pl-PL"/>
        </w:rPr>
      </w:pPr>
    </w:p>
    <w:p w:rsidR="00C417E9" w:rsidRPr="006676E1" w:rsidRDefault="00C417E9" w:rsidP="006676E1">
      <w:pPr>
        <w:autoSpaceDE w:val="0"/>
        <w:autoSpaceDN w:val="0"/>
        <w:adjustRightInd w:val="0"/>
        <w:spacing w:after="0" w:line="240" w:lineRule="auto"/>
        <w:rPr>
          <w:b/>
          <w:bCs/>
          <w:sz w:val="20"/>
          <w:szCs w:val="20"/>
          <w:lang w:eastAsia="pl-PL"/>
        </w:rPr>
      </w:pPr>
      <w:r w:rsidRPr="006676E1">
        <w:rPr>
          <w:b/>
          <w:bCs/>
          <w:color w:val="000000"/>
          <w:sz w:val="20"/>
          <w:szCs w:val="20"/>
          <w:lang w:eastAsia="pl-PL"/>
        </w:rPr>
        <w:t>TABELA I INICJACJA PODPROCEDURY</w:t>
      </w:r>
    </w:p>
    <w:p w:rsidR="00C417E9" w:rsidRPr="006676E1" w:rsidRDefault="00C417E9" w:rsidP="006676E1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C417E9" w:rsidRPr="00E82D5D" w:rsidTr="00A95CCB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676E1">
              <w:rPr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676E1">
              <w:rPr>
                <w:b/>
                <w:bCs/>
                <w:color w:val="000000"/>
                <w:sz w:val="20"/>
                <w:szCs w:val="20"/>
                <w:lang w:eastAsia="pl-PL"/>
              </w:rPr>
              <w:t>Dostawca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676E1">
              <w:rPr>
                <w:b/>
                <w:bCs/>
                <w:color w:val="000000"/>
                <w:sz w:val="20"/>
                <w:szCs w:val="20"/>
                <w:lang w:eastAsia="pl-PL"/>
              </w:rPr>
              <w:t>Zdarzenie; Dokument</w:t>
            </w:r>
          </w:p>
        </w:tc>
      </w:tr>
      <w:tr w:rsidR="00C417E9" w:rsidRPr="00E82D5D" w:rsidTr="00A95CCB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676E1">
              <w:rPr>
                <w:color w:val="000000"/>
                <w:sz w:val="20"/>
                <w:szCs w:val="20"/>
                <w:lang w:eastAsia="pl-PL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676E1">
              <w:rPr>
                <w:color w:val="000000"/>
                <w:sz w:val="20"/>
                <w:szCs w:val="20"/>
                <w:lang w:eastAsia="pl-PL"/>
              </w:rPr>
              <w:t>Zarząd Powiatu przyjął projekt uchwały - zaistniała potrzeba konsultacji</w:t>
            </w:r>
          </w:p>
        </w:tc>
      </w:tr>
      <w:tr w:rsidR="00C417E9" w:rsidRPr="00E82D5D" w:rsidTr="00A95CCB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676E1">
              <w:rPr>
                <w:color w:val="000000"/>
                <w:sz w:val="20"/>
                <w:szCs w:val="20"/>
                <w:lang w:eastAsia="pl-PL"/>
              </w:rPr>
              <w:t xml:space="preserve"> 2.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676E1">
              <w:rPr>
                <w:color w:val="000000"/>
                <w:sz w:val="20"/>
                <w:szCs w:val="20"/>
                <w:lang w:eastAsia="pl-PL"/>
              </w:rPr>
              <w:t>Wydział Oświaty, Kultury i Promocji otrzymał od PROP propozycje zmian do konsultowanych projektów</w:t>
            </w:r>
          </w:p>
        </w:tc>
      </w:tr>
      <w:tr w:rsidR="00C417E9" w:rsidRPr="00E82D5D" w:rsidTr="00A95CCB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676E1">
              <w:rPr>
                <w:color w:val="000000"/>
                <w:sz w:val="20"/>
                <w:szCs w:val="20"/>
                <w:lang w:eastAsia="pl-PL"/>
              </w:rPr>
              <w:t xml:space="preserve"> 3.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676E1">
              <w:rPr>
                <w:color w:val="000000"/>
                <w:sz w:val="20"/>
                <w:szCs w:val="20"/>
                <w:lang w:eastAsia="pl-PL"/>
              </w:rPr>
              <w:t>Wydział Oświaty, Kultury i Promocji otrzymał od innych organizacji i instytucji propozycje zmian do konsultowanych projektów</w:t>
            </w:r>
          </w:p>
        </w:tc>
      </w:tr>
    </w:tbl>
    <w:p w:rsidR="00C417E9" w:rsidRPr="006676E1" w:rsidRDefault="00C417E9" w:rsidP="006676E1">
      <w:pPr>
        <w:widowControl w:val="0"/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6676E1" w:rsidRDefault="00C417E9" w:rsidP="006676E1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6676E1" w:rsidRDefault="00C417E9" w:rsidP="006676E1">
      <w:pPr>
        <w:autoSpaceDE w:val="0"/>
        <w:autoSpaceDN w:val="0"/>
        <w:adjustRightInd w:val="0"/>
        <w:spacing w:after="0" w:line="240" w:lineRule="auto"/>
        <w:rPr>
          <w:b/>
          <w:bCs/>
          <w:sz w:val="20"/>
          <w:szCs w:val="20"/>
          <w:lang w:eastAsia="pl-PL"/>
        </w:rPr>
      </w:pPr>
      <w:r w:rsidRPr="006676E1">
        <w:rPr>
          <w:b/>
          <w:bCs/>
          <w:color w:val="000000"/>
          <w:sz w:val="20"/>
          <w:szCs w:val="20"/>
          <w:lang w:eastAsia="pl-PL"/>
        </w:rPr>
        <w:t>TABELA II OPIS PRACY</w:t>
      </w:r>
    </w:p>
    <w:p w:rsidR="00C417E9" w:rsidRPr="006676E1" w:rsidRDefault="00C417E9" w:rsidP="006676E1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1542"/>
        <w:gridCol w:w="4530"/>
        <w:gridCol w:w="1542"/>
        <w:gridCol w:w="1542"/>
      </w:tblGrid>
      <w:tr w:rsidR="00C417E9" w:rsidRPr="00E82D5D" w:rsidTr="00A95CCB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6676E1">
              <w:rPr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6676E1">
              <w:rPr>
                <w:b/>
                <w:bCs/>
                <w:color w:val="000000"/>
                <w:sz w:val="20"/>
                <w:szCs w:val="20"/>
                <w:lang w:eastAsia="pl-PL"/>
              </w:rPr>
              <w:t>Dokument na wejściu do czynności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6676E1">
              <w:rPr>
                <w:b/>
                <w:bCs/>
                <w:color w:val="000000"/>
                <w:sz w:val="20"/>
                <w:szCs w:val="20"/>
                <w:lang w:eastAsia="pl-PL"/>
              </w:rPr>
              <w:t>Opis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6676E1">
              <w:rPr>
                <w:b/>
                <w:bCs/>
                <w:color w:val="000000"/>
                <w:sz w:val="20"/>
                <w:szCs w:val="20"/>
                <w:lang w:eastAsia="pl-PL"/>
              </w:rPr>
              <w:t>Dokument na wyjściu z czynności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6676E1">
              <w:rPr>
                <w:b/>
                <w:bCs/>
                <w:color w:val="000000"/>
                <w:sz w:val="20"/>
                <w:szCs w:val="20"/>
                <w:lang w:eastAsia="pl-PL"/>
              </w:rPr>
              <w:t>Stanowisko wykonujące czynność</w:t>
            </w:r>
          </w:p>
        </w:tc>
      </w:tr>
      <w:tr w:rsidR="00C417E9" w:rsidRPr="00E82D5D" w:rsidTr="00A95CCB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676E1">
              <w:rPr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676E1">
              <w:rPr>
                <w:color w:val="000000"/>
                <w:sz w:val="20"/>
                <w:szCs w:val="20"/>
                <w:lang w:eastAsia="pl-PL"/>
              </w:rPr>
              <w:t>Projekt uchwały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676E1">
              <w:rPr>
                <w:b/>
                <w:bCs/>
                <w:color w:val="000000"/>
                <w:sz w:val="20"/>
                <w:szCs w:val="20"/>
                <w:lang w:eastAsia="pl-PL"/>
              </w:rPr>
              <w:t>Analiza zasadności przeprowadzenia konsultacji</w:t>
            </w:r>
          </w:p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676E1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676E1">
              <w:rPr>
                <w:color w:val="000000"/>
                <w:sz w:val="20"/>
                <w:szCs w:val="20"/>
                <w:lang w:eastAsia="pl-PL"/>
              </w:rPr>
              <w:t xml:space="preserve"> Nie należy przeprowadzać konsultacji ALBO w przypadku gdy 'Należy przeprowadzić konsultacje' to dalsze postępowanie zgodnie z L.p. 2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676E1">
              <w:rPr>
                <w:color w:val="000000"/>
                <w:sz w:val="20"/>
                <w:szCs w:val="20"/>
                <w:lang w:eastAsia="pl-PL"/>
              </w:rPr>
              <w:t>Kierownik Jednostki Organizacyjnej Starostwa;</w:t>
            </w:r>
          </w:p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676E1">
              <w:rPr>
                <w:color w:val="000000"/>
                <w:sz w:val="20"/>
                <w:szCs w:val="20"/>
                <w:lang w:eastAsia="pl-PL"/>
              </w:rPr>
              <w:t>Naczelnik Wydziału</w:t>
            </w:r>
          </w:p>
        </w:tc>
      </w:tr>
      <w:tr w:rsidR="00C417E9" w:rsidRPr="00E82D5D" w:rsidTr="00A95CCB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676E1">
              <w:rPr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676E1">
              <w:rPr>
                <w:color w:val="000000"/>
                <w:sz w:val="20"/>
                <w:szCs w:val="20"/>
                <w:lang w:eastAsia="pl-PL"/>
              </w:rPr>
              <w:t>Projekt uchwały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676E1">
              <w:rPr>
                <w:b/>
                <w:bCs/>
                <w:color w:val="000000"/>
                <w:sz w:val="20"/>
                <w:szCs w:val="20"/>
                <w:lang w:eastAsia="pl-PL"/>
              </w:rPr>
              <w:t>Przekazanie informacji do Wydziału Oświaty, Kultury i Promocji</w:t>
            </w:r>
          </w:p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676E1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676E1">
              <w:rPr>
                <w:color w:val="000000"/>
                <w:sz w:val="20"/>
                <w:szCs w:val="20"/>
                <w:lang w:eastAsia="pl-PL"/>
              </w:rPr>
              <w:t xml:space="preserve"> Dalsze postępowanie zgodnie z L.p. 5 I dalsze postępowanie zgodnie z L.p. 4 I dalsze postępowanie zgodnie z L.p. 3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676E1">
              <w:rPr>
                <w:color w:val="000000"/>
                <w:sz w:val="20"/>
                <w:szCs w:val="20"/>
                <w:lang w:eastAsia="pl-PL"/>
              </w:rPr>
              <w:t>Naczelnik Wydziału;</w:t>
            </w:r>
          </w:p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676E1">
              <w:rPr>
                <w:color w:val="000000"/>
                <w:sz w:val="20"/>
                <w:szCs w:val="20"/>
                <w:lang w:eastAsia="pl-PL"/>
              </w:rPr>
              <w:t>Kierownik Jednostki Organizacyjnej Starostwa</w:t>
            </w:r>
          </w:p>
        </w:tc>
      </w:tr>
      <w:tr w:rsidR="00C417E9" w:rsidRPr="00E82D5D" w:rsidTr="00A95CCB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676E1">
              <w:rPr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676E1">
              <w:rPr>
                <w:color w:val="000000"/>
                <w:sz w:val="20"/>
                <w:szCs w:val="20"/>
                <w:lang w:eastAsia="pl-PL"/>
              </w:rPr>
              <w:t>Informa</w:t>
            </w:r>
            <w:r>
              <w:rPr>
                <w:color w:val="000000"/>
                <w:sz w:val="20"/>
                <w:szCs w:val="20"/>
                <w:lang w:eastAsia="pl-PL"/>
              </w:rPr>
              <w:t>cja o konsultacjach (W inf</w:t>
            </w:r>
            <w:r w:rsidRPr="006676E1">
              <w:rPr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color w:val="000000"/>
                <w:sz w:val="20"/>
                <w:szCs w:val="20"/>
                <w:lang w:eastAsia="pl-PL"/>
              </w:rPr>
              <w:t>r</w:t>
            </w:r>
            <w:r w:rsidRPr="006676E1">
              <w:rPr>
                <w:color w:val="000000"/>
                <w:sz w:val="20"/>
                <w:szCs w:val="20"/>
                <w:lang w:eastAsia="pl-PL"/>
              </w:rPr>
              <w:t>macji o konsultacjach zamieszcza się: 1) tytuł projektu uchwały; 2) termin przyjmowania opinii i wniosków, który nie może być krótszy niż 14 dni od zamieszczenia informacji w BIP; termin maksymalny powinien być sprecyzowany w zależności od okoliczności; 3) adresy, kontakty do osób przyjmujących opinie i wnioski)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676E1">
              <w:rPr>
                <w:b/>
                <w:bCs/>
                <w:color w:val="000000"/>
                <w:sz w:val="20"/>
                <w:szCs w:val="20"/>
                <w:lang w:eastAsia="pl-PL"/>
              </w:rPr>
              <w:t>Upublicznienie informacji o konsultacjach w BIP Starostwa Powiatowego, na łamach pracy lokalnej oraz na tablicach ogłoszeń Starostwa Powiatowego i Filii</w:t>
            </w:r>
          </w:p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676E1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676E1">
              <w:rPr>
                <w:color w:val="000000"/>
                <w:sz w:val="20"/>
                <w:szCs w:val="20"/>
                <w:lang w:eastAsia="pl-PL"/>
              </w:rPr>
              <w:t xml:space="preserve"> W przypadku gdy 'Przeprowadzono akcję informacyjną' to dalsze postępowanie zgodnie z L.p. 6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676E1">
              <w:rPr>
                <w:color w:val="000000"/>
                <w:sz w:val="20"/>
                <w:szCs w:val="20"/>
                <w:lang w:eastAsia="pl-PL"/>
              </w:rPr>
              <w:t>Wydział Oświaty, Kultury i Promocji (OKP)</w:t>
            </w:r>
          </w:p>
        </w:tc>
      </w:tr>
      <w:tr w:rsidR="00C417E9" w:rsidRPr="00E82D5D" w:rsidTr="00A95CCB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676E1">
              <w:rPr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676E1">
              <w:rPr>
                <w:color w:val="000000"/>
                <w:sz w:val="20"/>
                <w:szCs w:val="20"/>
                <w:lang w:eastAsia="pl-PL"/>
              </w:rPr>
              <w:t>Projekt uchwały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676E1">
              <w:rPr>
                <w:b/>
                <w:bCs/>
                <w:color w:val="000000"/>
                <w:sz w:val="20"/>
                <w:szCs w:val="20"/>
                <w:lang w:eastAsia="pl-PL"/>
              </w:rPr>
              <w:t>Upublicznienie projektu uchwały poddawanej konsultacjom w BIP Starostwa Powiatowego</w:t>
            </w:r>
          </w:p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676E1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676E1">
              <w:rPr>
                <w:color w:val="000000"/>
                <w:sz w:val="20"/>
                <w:szCs w:val="20"/>
                <w:lang w:eastAsia="pl-PL"/>
              </w:rPr>
              <w:t xml:space="preserve"> W przypadku gdy 'Przeprowadzono akcję informacyjną' to dalsze postępowanie zgodnie z L.p. 6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676E1">
              <w:rPr>
                <w:color w:val="000000"/>
                <w:sz w:val="20"/>
                <w:szCs w:val="20"/>
                <w:lang w:eastAsia="pl-PL"/>
              </w:rPr>
              <w:t>Wydział Oświaty, Kultury i Promocji (OKP)</w:t>
            </w:r>
          </w:p>
        </w:tc>
      </w:tr>
      <w:tr w:rsidR="00C417E9" w:rsidRPr="00E82D5D" w:rsidTr="00A95CCB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676E1">
              <w:rPr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676E1">
              <w:rPr>
                <w:color w:val="000000"/>
                <w:sz w:val="20"/>
                <w:szCs w:val="20"/>
                <w:lang w:eastAsia="pl-PL"/>
              </w:rPr>
              <w:t>Projekt uchwały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676E1">
              <w:rPr>
                <w:b/>
                <w:bCs/>
                <w:color w:val="000000"/>
                <w:sz w:val="20"/>
                <w:szCs w:val="20"/>
                <w:lang w:eastAsia="pl-PL"/>
              </w:rPr>
              <w:t>Przekazanie konsultowanego projektu Powiatowej Radzie Organizacji Pozarządowych</w:t>
            </w:r>
          </w:p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676E1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676E1">
              <w:rPr>
                <w:color w:val="000000"/>
                <w:sz w:val="20"/>
                <w:szCs w:val="20"/>
                <w:lang w:eastAsia="pl-PL"/>
              </w:rPr>
              <w:t xml:space="preserve"> W przypadku gdy 'Przeprowadzono akcję informacyjną' to dalsze postępowanie zgodnie z L.p. 6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676E1">
              <w:rPr>
                <w:color w:val="000000"/>
                <w:sz w:val="20"/>
                <w:szCs w:val="20"/>
                <w:lang w:eastAsia="pl-PL"/>
              </w:rPr>
              <w:t>Wydział Oświaty, Kultury i Promocji (OKP)</w:t>
            </w:r>
          </w:p>
        </w:tc>
      </w:tr>
      <w:tr w:rsidR="00C417E9" w:rsidRPr="00E82D5D" w:rsidTr="00A95CCB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676E1">
              <w:rPr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676E1">
              <w:rPr>
                <w:color w:val="000000"/>
                <w:sz w:val="20"/>
                <w:szCs w:val="20"/>
                <w:lang w:eastAsia="pl-PL"/>
              </w:rPr>
              <w:t>Propozycje zmian do konsultowanego dokumentu</w:t>
            </w:r>
          </w:p>
        </w:tc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676E1">
              <w:rPr>
                <w:b/>
                <w:bCs/>
                <w:color w:val="000000"/>
                <w:sz w:val="20"/>
                <w:szCs w:val="20"/>
                <w:lang w:eastAsia="pl-PL"/>
              </w:rPr>
              <w:t>Analiza otrzymanych uwag</w:t>
            </w:r>
          </w:p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676E1">
              <w:rPr>
                <w:color w:val="000000"/>
                <w:sz w:val="20"/>
                <w:szCs w:val="20"/>
                <w:lang w:eastAsia="pl-PL"/>
              </w:rPr>
              <w:t>Możliwość kontynuacji</w:t>
            </w:r>
          </w:p>
          <w:p w:rsidR="00C417E9" w:rsidRPr="006676E1" w:rsidRDefault="00C417E9" w:rsidP="00E16BE8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676E1">
              <w:rPr>
                <w:color w:val="000000"/>
                <w:sz w:val="20"/>
                <w:szCs w:val="20"/>
                <w:lang w:eastAsia="pl-PL"/>
              </w:rPr>
              <w:t xml:space="preserve"> Należy przeprowadzić ewaluację I w przypadku gdy 'Należy wdrożyć rekomendację' to przej</w:t>
            </w:r>
            <w:r>
              <w:rPr>
                <w:color w:val="000000"/>
                <w:sz w:val="20"/>
                <w:szCs w:val="20"/>
                <w:lang w:eastAsia="pl-PL"/>
              </w:rPr>
              <w:t>ś</w:t>
            </w:r>
            <w:r w:rsidRPr="006676E1">
              <w:rPr>
                <w:color w:val="000000"/>
                <w:sz w:val="20"/>
                <w:szCs w:val="20"/>
                <w:lang w:eastAsia="pl-PL"/>
              </w:rPr>
              <w:t>cie do podprocedury 'proces 10 - opracowanie procedur dot. uzasadnienia przyjęcia bądź odrzucenia zgłaszanych uwag do konsultowanych dokumentów (Płaszczyzna 1 Obszar 4 Punkt B)'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eastAsia="pl-PL"/>
              </w:rPr>
            </w:pPr>
            <w:r w:rsidRPr="006676E1">
              <w:rPr>
                <w:color w:val="000000"/>
                <w:sz w:val="20"/>
                <w:szCs w:val="20"/>
                <w:lang w:eastAsia="pl-PL"/>
              </w:rPr>
              <w:t>Wydział Oświaty, Kultury i Promocji (OKP)</w:t>
            </w:r>
          </w:p>
        </w:tc>
      </w:tr>
    </w:tbl>
    <w:p w:rsidR="00C417E9" w:rsidRPr="006676E1" w:rsidRDefault="00C417E9" w:rsidP="006676E1">
      <w:pPr>
        <w:widowControl w:val="0"/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6676E1" w:rsidRDefault="00C417E9" w:rsidP="006676E1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6676E1" w:rsidRDefault="00C417E9" w:rsidP="006676E1">
      <w:pPr>
        <w:autoSpaceDE w:val="0"/>
        <w:autoSpaceDN w:val="0"/>
        <w:adjustRightInd w:val="0"/>
        <w:spacing w:after="0" w:line="240" w:lineRule="auto"/>
        <w:rPr>
          <w:b/>
          <w:bCs/>
          <w:sz w:val="20"/>
          <w:szCs w:val="20"/>
          <w:lang w:eastAsia="pl-PL"/>
        </w:rPr>
      </w:pPr>
      <w:r w:rsidRPr="006676E1">
        <w:rPr>
          <w:b/>
          <w:bCs/>
          <w:color w:val="000000"/>
          <w:sz w:val="20"/>
          <w:szCs w:val="20"/>
          <w:lang w:eastAsia="pl-PL"/>
        </w:rPr>
        <w:t>TABELA III WYNIK REALIZACJI PODPROCEDURY</w:t>
      </w:r>
    </w:p>
    <w:p w:rsidR="00C417E9" w:rsidRPr="006676E1" w:rsidRDefault="00C417E9" w:rsidP="006676E1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51"/>
        <w:gridCol w:w="4337"/>
        <w:gridCol w:w="4819"/>
      </w:tblGrid>
      <w:tr w:rsidR="00C417E9" w:rsidRPr="00E82D5D" w:rsidTr="00A95CCB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676E1">
              <w:rPr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676E1">
              <w:rPr>
                <w:b/>
                <w:bCs/>
                <w:color w:val="000000"/>
                <w:sz w:val="20"/>
                <w:szCs w:val="20"/>
                <w:lang w:eastAsia="pl-PL"/>
              </w:rPr>
              <w:t>Odbiorca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676E1">
              <w:rPr>
                <w:b/>
                <w:bCs/>
                <w:color w:val="000000"/>
                <w:sz w:val="20"/>
                <w:szCs w:val="20"/>
                <w:lang w:eastAsia="pl-PL"/>
              </w:rPr>
              <w:t>Zdarzenie; Dokument</w:t>
            </w:r>
          </w:p>
        </w:tc>
      </w:tr>
      <w:tr w:rsidR="00C417E9" w:rsidRPr="00E82D5D" w:rsidTr="00A95CCB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676E1">
              <w:rPr>
                <w:color w:val="000000"/>
                <w:sz w:val="20"/>
                <w:szCs w:val="20"/>
                <w:lang w:eastAsia="pl-PL"/>
              </w:rPr>
              <w:t xml:space="preserve"> 1.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676E1">
              <w:rPr>
                <w:color w:val="000000"/>
                <w:sz w:val="20"/>
                <w:szCs w:val="20"/>
                <w:lang w:eastAsia="pl-PL"/>
              </w:rPr>
              <w:t>Kierownik Jednostki Organizacyjnej Starostwa;</w:t>
            </w:r>
            <w:r w:rsidRPr="006676E1">
              <w:rPr>
                <w:color w:val="000000"/>
                <w:sz w:val="20"/>
                <w:szCs w:val="20"/>
                <w:lang w:eastAsia="pl-PL"/>
              </w:rPr>
              <w:br/>
              <w:t>Naczelnik Wydziału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676E1">
              <w:rPr>
                <w:color w:val="000000"/>
                <w:sz w:val="20"/>
                <w:szCs w:val="20"/>
                <w:lang w:eastAsia="pl-PL"/>
              </w:rPr>
              <w:t>Nie należy przeprowadzać konsultacji</w:t>
            </w:r>
          </w:p>
        </w:tc>
      </w:tr>
      <w:tr w:rsidR="00C417E9" w:rsidRPr="00E82D5D" w:rsidTr="00A95CCB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676E1">
              <w:rPr>
                <w:color w:val="000000"/>
                <w:sz w:val="20"/>
                <w:szCs w:val="20"/>
                <w:lang w:eastAsia="pl-PL"/>
              </w:rPr>
              <w:t xml:space="preserve"> 2.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676E1">
              <w:rPr>
                <w:color w:val="000000"/>
                <w:sz w:val="20"/>
                <w:szCs w:val="20"/>
                <w:lang w:eastAsia="pl-PL"/>
              </w:rPr>
              <w:t>Wydział Oświaty, Kultury i Promocji (OKP)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676E1">
              <w:rPr>
                <w:color w:val="000000"/>
                <w:sz w:val="20"/>
                <w:szCs w:val="20"/>
                <w:lang w:eastAsia="pl-PL"/>
              </w:rPr>
              <w:t>Należy wdrożyć rekomendację</w:t>
            </w:r>
          </w:p>
        </w:tc>
      </w:tr>
      <w:tr w:rsidR="00C417E9" w:rsidRPr="00E82D5D" w:rsidTr="00A95CCB"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676E1">
              <w:rPr>
                <w:color w:val="000000"/>
                <w:sz w:val="20"/>
                <w:szCs w:val="20"/>
                <w:lang w:eastAsia="pl-PL"/>
              </w:rPr>
              <w:t xml:space="preserve"> 3.</w:t>
            </w:r>
          </w:p>
        </w:tc>
        <w:tc>
          <w:tcPr>
            <w:tcW w:w="4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676E1">
              <w:rPr>
                <w:color w:val="000000"/>
                <w:sz w:val="20"/>
                <w:szCs w:val="20"/>
                <w:lang w:eastAsia="pl-PL"/>
              </w:rPr>
              <w:t>Wydział Oświaty, Kultury i Promocji (OKP)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E9" w:rsidRPr="006676E1" w:rsidRDefault="00C417E9" w:rsidP="006676E1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6676E1">
              <w:rPr>
                <w:color w:val="000000"/>
                <w:sz w:val="20"/>
                <w:szCs w:val="20"/>
                <w:lang w:eastAsia="pl-PL"/>
              </w:rPr>
              <w:t>Należy przeprowadzić ewaluację</w:t>
            </w:r>
          </w:p>
        </w:tc>
      </w:tr>
    </w:tbl>
    <w:p w:rsidR="00C417E9" w:rsidRPr="006676E1" w:rsidRDefault="00C417E9" w:rsidP="006676E1">
      <w:pPr>
        <w:widowControl w:val="0"/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6676E1" w:rsidRDefault="00C417E9" w:rsidP="006676E1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6676E1">
        <w:rPr>
          <w:color w:val="000000"/>
          <w:sz w:val="20"/>
          <w:szCs w:val="20"/>
          <w:lang w:eastAsia="pl-PL"/>
        </w:rPr>
        <w:t>DOKUMENTY ZWIĄZANE:</w:t>
      </w:r>
    </w:p>
    <w:p w:rsidR="00C417E9" w:rsidRPr="006676E1" w:rsidRDefault="00C417E9" w:rsidP="006676E1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</w:p>
    <w:p w:rsidR="00C417E9" w:rsidRPr="006676E1" w:rsidRDefault="00C417E9" w:rsidP="006676E1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6676E1">
        <w:rPr>
          <w:color w:val="000000"/>
          <w:sz w:val="20"/>
          <w:szCs w:val="20"/>
          <w:lang w:eastAsia="pl-PL"/>
        </w:rPr>
        <w:t xml:space="preserve"> 1. Informacja o konsultacjach</w:t>
      </w:r>
    </w:p>
    <w:p w:rsidR="00C417E9" w:rsidRPr="006676E1" w:rsidRDefault="00C417E9" w:rsidP="006676E1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6676E1">
        <w:rPr>
          <w:color w:val="000000"/>
          <w:sz w:val="20"/>
          <w:szCs w:val="20"/>
          <w:lang w:eastAsia="pl-PL"/>
        </w:rPr>
        <w:t xml:space="preserve"> 2. Projekt uchwały</w:t>
      </w:r>
    </w:p>
    <w:p w:rsidR="00C417E9" w:rsidRPr="006676E1" w:rsidRDefault="00C417E9" w:rsidP="006676E1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  <w:lang w:eastAsia="pl-PL"/>
        </w:rPr>
      </w:pPr>
      <w:r w:rsidRPr="006676E1">
        <w:rPr>
          <w:color w:val="000000"/>
          <w:sz w:val="20"/>
          <w:szCs w:val="20"/>
          <w:lang w:eastAsia="pl-PL"/>
        </w:rPr>
        <w:t xml:space="preserve"> 3. Propozycje zmian do konsultowanego dokumentu</w:t>
      </w:r>
    </w:p>
    <w:p w:rsidR="00C417E9" w:rsidRPr="006676E1" w:rsidRDefault="00C417E9" w:rsidP="006676E1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0"/>
          <w:szCs w:val="20"/>
          <w:lang w:eastAsia="pl-PL"/>
        </w:rPr>
      </w:pPr>
      <w:r w:rsidRPr="006676E1">
        <w:rPr>
          <w:b/>
          <w:bCs/>
          <w:color w:val="000000"/>
          <w:sz w:val="20"/>
          <w:szCs w:val="20"/>
          <w:lang w:eastAsia="pl-PL"/>
        </w:rPr>
        <w:br w:type="page"/>
        <w:t>MODEL PROCESU:</w:t>
      </w:r>
    </w:p>
    <w:p w:rsidR="00C417E9" w:rsidRPr="006B61A0" w:rsidRDefault="00C417E9" w:rsidP="006676E1">
      <w:pPr>
        <w:jc w:val="both"/>
        <w:rPr>
          <w:rFonts w:ascii="Arial" w:hAnsi="Arial" w:cs="Arial"/>
          <w:b/>
          <w:sz w:val="24"/>
          <w:u w:val="single"/>
        </w:rPr>
      </w:pPr>
      <w:r w:rsidRPr="0044753A">
        <w:rPr>
          <w:rFonts w:cs="Arial"/>
          <w:noProof/>
          <w:sz w:val="20"/>
          <w:szCs w:val="20"/>
          <w:lang w:eastAsia="pl-PL"/>
        </w:rPr>
        <w:pict>
          <v:shape id="Obraz 3" o:spid="_x0000_i1034" type="#_x0000_t75" style="width:485.25pt;height:622.5pt;visibility:visible">
            <v:imagedata r:id="rId15" o:title=""/>
          </v:shape>
        </w:pict>
      </w:r>
    </w:p>
    <w:sectPr w:rsidR="00C417E9" w:rsidRPr="006B61A0" w:rsidSect="00C429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E62F7"/>
    <w:multiLevelType w:val="hybridMultilevel"/>
    <w:tmpl w:val="BA3C20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216112"/>
    <w:multiLevelType w:val="hybridMultilevel"/>
    <w:tmpl w:val="8B2E08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3B1E60"/>
    <w:multiLevelType w:val="hybridMultilevel"/>
    <w:tmpl w:val="E34A42FA"/>
    <w:lvl w:ilvl="0" w:tplc="CD2A6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8D05AC"/>
    <w:multiLevelType w:val="hybridMultilevel"/>
    <w:tmpl w:val="7A0EFE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6A711A1"/>
    <w:multiLevelType w:val="hybridMultilevel"/>
    <w:tmpl w:val="2424EEA0"/>
    <w:lvl w:ilvl="0" w:tplc="CD2A6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FC1A21"/>
    <w:multiLevelType w:val="hybridMultilevel"/>
    <w:tmpl w:val="3AC626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6782902"/>
    <w:multiLevelType w:val="hybridMultilevel"/>
    <w:tmpl w:val="C1E63CD6"/>
    <w:lvl w:ilvl="0" w:tplc="CD2A6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3D1959"/>
    <w:multiLevelType w:val="hybridMultilevel"/>
    <w:tmpl w:val="5D2E14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F064AA7"/>
    <w:multiLevelType w:val="hybridMultilevel"/>
    <w:tmpl w:val="5A5CD6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3"/>
  </w:num>
  <w:num w:numId="5">
    <w:abstractNumId w:val="5"/>
  </w:num>
  <w:num w:numId="6">
    <w:abstractNumId w:val="8"/>
  </w:num>
  <w:num w:numId="7">
    <w:abstractNumId w:val="4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79A3"/>
    <w:rsid w:val="00017990"/>
    <w:rsid w:val="0004204C"/>
    <w:rsid w:val="00105240"/>
    <w:rsid w:val="002079A3"/>
    <w:rsid w:val="002C1E65"/>
    <w:rsid w:val="0033288A"/>
    <w:rsid w:val="0037660E"/>
    <w:rsid w:val="003C462B"/>
    <w:rsid w:val="003E65BD"/>
    <w:rsid w:val="0044753A"/>
    <w:rsid w:val="004B298F"/>
    <w:rsid w:val="0050197A"/>
    <w:rsid w:val="00515A17"/>
    <w:rsid w:val="005451F6"/>
    <w:rsid w:val="00564843"/>
    <w:rsid w:val="006676E1"/>
    <w:rsid w:val="006B3C22"/>
    <w:rsid w:val="006B61A0"/>
    <w:rsid w:val="00780EA6"/>
    <w:rsid w:val="007B1647"/>
    <w:rsid w:val="00A95CCB"/>
    <w:rsid w:val="00B6442A"/>
    <w:rsid w:val="00C417E9"/>
    <w:rsid w:val="00C42921"/>
    <w:rsid w:val="00CE0C6F"/>
    <w:rsid w:val="00D56ED2"/>
    <w:rsid w:val="00E16BE8"/>
    <w:rsid w:val="00E331F4"/>
    <w:rsid w:val="00E82D5D"/>
    <w:rsid w:val="00EA39A4"/>
    <w:rsid w:val="00F45766"/>
    <w:rsid w:val="00F9081B"/>
    <w:rsid w:val="00FB1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921"/>
    <w:pPr>
      <w:spacing w:after="200" w:line="276" w:lineRule="auto"/>
    </w:pPr>
    <w:rPr>
      <w:sz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B61A0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6B61A0"/>
    <w:rPr>
      <w:rFonts w:ascii="Cambria" w:hAnsi="Cambria" w:cs="Times New Roman"/>
      <w:b/>
      <w:bCs/>
      <w:color w:val="4F81BD"/>
    </w:rPr>
  </w:style>
  <w:style w:type="table" w:styleId="TableGrid">
    <w:name w:val="Table Grid"/>
    <w:basedOn w:val="TableNormal"/>
    <w:uiPriority w:val="99"/>
    <w:rsid w:val="002079A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07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79A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6B61A0"/>
    <w:pPr>
      <w:ind w:left="720"/>
      <w:contextualSpacing/>
    </w:pPr>
    <w:rPr>
      <w:sz w:val="22"/>
    </w:rPr>
  </w:style>
  <w:style w:type="paragraph" w:customStyle="1" w:styleId="apodproceduratabelaIInag3wek2">
    <w:name w:val="a_podprocedura_tabelaII_nag3ówek2"/>
    <w:basedOn w:val="Normal"/>
    <w:uiPriority w:val="99"/>
    <w:rsid w:val="00E16BE8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apodproceduratabelaIItreoan">
    <w:name w:val="a_podprocedura_tabelaII_treoa_n"/>
    <w:basedOn w:val="Normal"/>
    <w:uiPriority w:val="99"/>
    <w:rsid w:val="00E16B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apodproceduratabelaIItreoab">
    <w:name w:val="a_podprocedura_tabelaII_treoa_b"/>
    <w:basedOn w:val="Normal"/>
    <w:uiPriority w:val="99"/>
    <w:rsid w:val="00E16B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apodproceduratabelaIItreoar">
    <w:name w:val="a_podprocedura_tabelaII_treoa_r"/>
    <w:basedOn w:val="Normal"/>
    <w:uiPriority w:val="99"/>
    <w:rsid w:val="00E16B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image" Target="media/image1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39</Pages>
  <Words>5579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Płaszczyzna 1 – Współpraca jednostek samorządu terytorialnego i organizacji pozarządowych w zakresie tworzenia polityk społecznych</dc:title>
  <dc:subject/>
  <dc:creator>Vobis</dc:creator>
  <cp:keywords/>
  <dc:description/>
  <cp:lastModifiedBy>anna.drozdowska</cp:lastModifiedBy>
  <cp:revision>3</cp:revision>
  <dcterms:created xsi:type="dcterms:W3CDTF">2015-06-22T08:08:00Z</dcterms:created>
  <dcterms:modified xsi:type="dcterms:W3CDTF">2015-06-24T07:15:00Z</dcterms:modified>
</cp:coreProperties>
</file>